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513F8" w14:textId="77777777" w:rsidR="004A3FFE" w:rsidRPr="004A3FFE" w:rsidRDefault="004A3FFE" w:rsidP="00C92923">
      <w:pPr>
        <w:spacing w:after="0"/>
        <w:rPr>
          <w:lang w:eastAsia="de-CH"/>
        </w:rPr>
      </w:pPr>
      <w:bookmarkStart w:id="0" w:name="BkmStart"/>
      <w:bookmarkEnd w:id="0"/>
    </w:p>
    <w:p w14:paraId="3AECDC6C" w14:textId="2B90DC31" w:rsidR="00D37EB9" w:rsidRDefault="00D37EB9" w:rsidP="00C92923">
      <w:pPr>
        <w:spacing w:after="0"/>
      </w:pPr>
    </w:p>
    <w:p w14:paraId="1BD2E5E6" w14:textId="295D32E7" w:rsidR="0026383A" w:rsidRPr="0026383A" w:rsidRDefault="0069641B" w:rsidP="0026383A">
      <w:pPr>
        <w:pStyle w:val="Titel"/>
        <w:spacing w:after="60"/>
        <w:rPr>
          <w:b w:val="0"/>
          <w:bCs/>
          <w:sz w:val="32"/>
          <w:szCs w:val="32"/>
        </w:rPr>
      </w:pPr>
      <w:bookmarkStart w:id="1" w:name="_Hlk62128035"/>
      <w:bookmarkStart w:id="2" w:name="_Hlk56079081"/>
      <w:r>
        <w:rPr>
          <w:bCs/>
          <w:sz w:val="32"/>
          <w:szCs w:val="32"/>
        </w:rPr>
        <w:t>KFMS 2</w:t>
      </w:r>
      <w:r w:rsidR="0026383A" w:rsidRPr="0026383A">
        <w:rPr>
          <w:bCs/>
          <w:sz w:val="32"/>
          <w:szCs w:val="32"/>
        </w:rPr>
        <w:t>.</w:t>
      </w:r>
      <w:r>
        <w:rPr>
          <w:bCs/>
          <w:sz w:val="32"/>
          <w:szCs w:val="32"/>
        </w:rPr>
        <w:t>0.</w:t>
      </w:r>
    </w:p>
    <w:bookmarkEnd w:id="1"/>
    <w:p w14:paraId="04CA70B7" w14:textId="7C785CF3" w:rsidR="0026383A" w:rsidRPr="00986A02" w:rsidRDefault="0026383A" w:rsidP="0026383A">
      <w:pPr>
        <w:pStyle w:val="Titel"/>
        <w:spacing w:after="60"/>
        <w:rPr>
          <w:b w:val="0"/>
          <w:bCs/>
          <w:sz w:val="32"/>
          <w:szCs w:val="32"/>
        </w:rPr>
      </w:pPr>
      <w:r w:rsidRPr="00986A02">
        <w:rPr>
          <w:b w:val="0"/>
          <w:bCs/>
          <w:sz w:val="32"/>
          <w:szCs w:val="32"/>
        </w:rPr>
        <w:t xml:space="preserve">AGU Anhang </w:t>
      </w:r>
      <w:r w:rsidR="00724229">
        <w:rPr>
          <w:b w:val="0"/>
          <w:bCs/>
          <w:sz w:val="32"/>
          <w:szCs w:val="32"/>
        </w:rPr>
        <w:t>03</w:t>
      </w:r>
      <w:r w:rsidRPr="00986A02">
        <w:rPr>
          <w:b w:val="0"/>
          <w:bCs/>
          <w:sz w:val="32"/>
          <w:szCs w:val="32"/>
        </w:rPr>
        <w:t xml:space="preserve"> Nachweise.</w:t>
      </w:r>
      <w:bookmarkEnd w:id="2"/>
    </w:p>
    <w:p w14:paraId="317AF387" w14:textId="225CCB04" w:rsidR="00193224" w:rsidRDefault="00193224" w:rsidP="000767DA"/>
    <w:p w14:paraId="5CE5264D" w14:textId="07A8ED92" w:rsidR="000767DA" w:rsidRDefault="008C234D" w:rsidP="000767DA">
      <w:r>
        <w:t>03.02.2023</w:t>
      </w:r>
    </w:p>
    <w:p w14:paraId="14477CA2" w14:textId="212BB9FD" w:rsidR="0026383A" w:rsidRDefault="0026383A" w:rsidP="000767DA"/>
    <w:tbl>
      <w:tblPr>
        <w:tblW w:w="963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521"/>
        <w:gridCol w:w="3118"/>
      </w:tblGrid>
      <w:tr w:rsidR="0026383A" w:rsidRPr="0026383A" w14:paraId="177D76BD" w14:textId="77777777" w:rsidTr="00427846">
        <w:trPr>
          <w:trHeight w:val="257"/>
        </w:trPr>
        <w:tc>
          <w:tcPr>
            <w:tcW w:w="6521" w:type="dxa"/>
          </w:tcPr>
          <w:p w14:paraId="4AE0A543" w14:textId="77777777" w:rsidR="0026383A" w:rsidRPr="0026383A" w:rsidRDefault="0026383A" w:rsidP="0026383A">
            <w:pPr>
              <w:rPr>
                <w:bCs/>
              </w:rPr>
            </w:pPr>
            <w:r w:rsidRPr="0026383A">
              <w:rPr>
                <w:bCs/>
                <w:i/>
              </w:rPr>
              <w:t>Hinweis</w:t>
            </w:r>
            <w:r w:rsidRPr="0026383A">
              <w:rPr>
                <w:bCs/>
              </w:rPr>
              <w:t xml:space="preserve">: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730D58E" w14:textId="77777777" w:rsidR="0026383A" w:rsidRPr="0026383A" w:rsidRDefault="0026383A" w:rsidP="0026383A">
            <w:pPr>
              <w:rPr>
                <w:b/>
                <w:bCs/>
              </w:rPr>
            </w:pPr>
            <w:r w:rsidRPr="0026383A">
              <w:rPr>
                <w:b/>
                <w:bCs/>
              </w:rPr>
              <w:t>Anbieter</w:t>
            </w:r>
          </w:p>
        </w:tc>
      </w:tr>
      <w:tr w:rsidR="0026383A" w:rsidRPr="0026383A" w14:paraId="3DE4547A" w14:textId="77777777" w:rsidTr="00427846">
        <w:trPr>
          <w:trHeight w:val="1713"/>
        </w:trPr>
        <w:tc>
          <w:tcPr>
            <w:tcW w:w="6521" w:type="dxa"/>
            <w:tcBorders>
              <w:right w:val="single" w:sz="4" w:space="0" w:color="auto"/>
            </w:tcBorders>
          </w:tcPr>
          <w:p w14:paraId="4340F572" w14:textId="70E4F695" w:rsidR="0026383A" w:rsidRPr="0026383A" w:rsidRDefault="0026383A" w:rsidP="0026383A">
            <w:r w:rsidRPr="0026383A">
              <w:t xml:space="preserve">Die grau hinterlegten Felder in diesem Formular sind </w:t>
            </w:r>
            <w:r w:rsidRPr="0026383A">
              <w:rPr>
                <w:b/>
              </w:rPr>
              <w:t>Eingabefelder</w:t>
            </w:r>
            <w:r w:rsidRPr="0026383A">
              <w:t>.</w:t>
            </w:r>
          </w:p>
          <w:p w14:paraId="7F62671F" w14:textId="1AD4A6B8" w:rsidR="0026383A" w:rsidRPr="0026383A" w:rsidRDefault="0026383A" w:rsidP="0026383A">
            <w:pPr>
              <w:rPr>
                <w:b/>
                <w:bCs/>
              </w:rPr>
            </w:pPr>
            <w:r w:rsidRPr="0026383A">
              <w:rPr>
                <w:b/>
                <w:bCs/>
              </w:rPr>
              <w:t xml:space="preserve">Die Beurteilung bzw. Bewertung des Angebots basiert auf den </w:t>
            </w:r>
            <w:r w:rsidRPr="0026383A">
              <w:rPr>
                <w:b/>
                <w:bCs/>
              </w:rPr>
              <w:br/>
              <w:t>Angaben im vorliegenden Formular «</w:t>
            </w:r>
            <w:r w:rsidRPr="0026383A">
              <w:rPr>
                <w:b/>
                <w:bCs/>
                <w:i/>
              </w:rPr>
              <w:t xml:space="preserve">Nachweise». </w:t>
            </w:r>
            <w:r w:rsidRPr="0026383A">
              <w:rPr>
                <w:b/>
                <w:bCs/>
              </w:rPr>
              <w:t xml:space="preserve">Fehlende oder vorenthaltene Angaben können nicht bewertet werden und sind </w:t>
            </w:r>
            <w:r w:rsidRPr="0026383A">
              <w:rPr>
                <w:b/>
                <w:bCs/>
              </w:rPr>
              <w:br/>
              <w:t>infolge dessen ungültig.</w:t>
            </w:r>
          </w:p>
          <w:p w14:paraId="0F0C1CBE" w14:textId="6B0CAC98" w:rsidR="0026383A" w:rsidRPr="0026383A" w:rsidRDefault="0026383A" w:rsidP="0026383A">
            <w:pPr>
              <w:rPr>
                <w:b/>
                <w:bCs/>
                <w:i/>
              </w:rPr>
            </w:pPr>
            <w:r w:rsidRPr="0026383A">
              <w:rPr>
                <w:b/>
                <w:bCs/>
              </w:rPr>
              <w:t xml:space="preserve">Alle Angaben des Anbieters werden seitens SBB vertraulich </w:t>
            </w:r>
            <w:r w:rsidRPr="0026383A">
              <w:rPr>
                <w:b/>
                <w:bCs/>
              </w:rPr>
              <w:br/>
              <w:t>behandelt.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</w:tcPr>
          <w:p w14:paraId="5EB76D2E" w14:textId="6F087E61" w:rsidR="0026383A" w:rsidRPr="0026383A" w:rsidRDefault="0026383A" w:rsidP="0026383A">
            <w:pPr>
              <w:rPr>
                <w:bCs/>
              </w:rPr>
            </w:pPr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26383A" w:rsidRPr="0026383A" w14:paraId="2E07410B" w14:textId="77777777" w:rsidTr="00427846">
        <w:trPr>
          <w:trHeight w:val="1486"/>
        </w:trPr>
        <w:tc>
          <w:tcPr>
            <w:tcW w:w="9639" w:type="dxa"/>
            <w:gridSpan w:val="2"/>
          </w:tcPr>
          <w:p w14:paraId="7131EC06" w14:textId="77777777" w:rsidR="0026383A" w:rsidRDefault="0026383A" w:rsidP="0026383A">
            <w:pPr>
              <w:rPr>
                <w:bCs/>
              </w:rPr>
            </w:pPr>
          </w:p>
          <w:p w14:paraId="7B89B332" w14:textId="31A67E8D" w:rsidR="0026383A" w:rsidRPr="0026383A" w:rsidRDefault="0026383A" w:rsidP="0026383A">
            <w:pPr>
              <w:rPr>
                <w:bCs/>
              </w:rPr>
            </w:pPr>
            <w:r w:rsidRPr="0026383A">
              <w:rPr>
                <w:bCs/>
              </w:rPr>
              <w:t>Werden die Formulare oder Erfassungsdokumente unvollständig oder wahrheitswidrig ausgefüllt, nicht unterzeichnet oder fehlen verlangte Nachweise, kann das anbietende Unternehmen vom Verfahren ausgeschlossen werden.</w:t>
            </w:r>
          </w:p>
          <w:p w14:paraId="6CAC6E10" w14:textId="2B01A269" w:rsidR="0026383A" w:rsidRPr="0026383A" w:rsidRDefault="0026383A" w:rsidP="0026383A">
            <w:pPr>
              <w:rPr>
                <w:bCs/>
              </w:rPr>
            </w:pPr>
          </w:p>
        </w:tc>
      </w:tr>
    </w:tbl>
    <w:p w14:paraId="1084B740" w14:textId="77777777" w:rsidR="0026383A" w:rsidRPr="0026383A" w:rsidRDefault="0026383A" w:rsidP="0026383A"/>
    <w:sdt>
      <w:sdtPr>
        <w:rPr>
          <w:rFonts w:ascii="Arial" w:eastAsiaTheme="minorHAnsi" w:hAnsi="Arial" w:cstheme="minorBidi"/>
          <w:bCs w:val="0"/>
          <w:color w:val="auto"/>
          <w:sz w:val="20"/>
          <w:szCs w:val="22"/>
          <w:lang w:val="de-DE" w:eastAsia="en-US"/>
        </w:rPr>
        <w:id w:val="-1368677622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E61737A" w14:textId="7BA56B40" w:rsidR="00D972C2" w:rsidRDefault="00D972C2">
          <w:pPr>
            <w:pStyle w:val="Inhaltsverzeichnisberschrift"/>
          </w:pPr>
          <w:r>
            <w:rPr>
              <w:lang w:val="de-DE"/>
            </w:rPr>
            <w:t>Inhaltsverzeichnis</w:t>
          </w:r>
          <w:r w:rsidR="00724229">
            <w:rPr>
              <w:lang w:val="de-DE"/>
            </w:rPr>
            <w:t>.</w:t>
          </w:r>
        </w:p>
        <w:p w14:paraId="114D74B7" w14:textId="337B07E3" w:rsidR="00724229" w:rsidRDefault="00D972C2">
          <w:pPr>
            <w:pStyle w:val="Verzeichnis1"/>
            <w:rPr>
              <w:rFonts w:asciiTheme="minorHAnsi" w:eastAsiaTheme="minorEastAsia" w:hAnsiTheme="minorHAnsi"/>
              <w:b w:val="0"/>
              <w:bC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2686993" w:history="1">
            <w:r w:rsidR="00724229" w:rsidRPr="00255289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724229">
              <w:rPr>
                <w:rFonts w:asciiTheme="minorHAnsi" w:eastAsiaTheme="minorEastAsia" w:hAnsiTheme="minorHAnsi"/>
                <w:b w:val="0"/>
                <w:bCs w:val="0"/>
                <w:sz w:val="22"/>
              </w:rPr>
              <w:tab/>
            </w:r>
            <w:r w:rsidR="00724229" w:rsidRPr="00255289">
              <w:rPr>
                <w:rStyle w:val="Hyperlink"/>
              </w:rPr>
              <w:t>EK 1.1: Finanzielle Situation.</w:t>
            </w:r>
            <w:r w:rsidR="00724229">
              <w:rPr>
                <w:webHidden/>
              </w:rPr>
              <w:tab/>
            </w:r>
            <w:r w:rsidR="00724229">
              <w:rPr>
                <w:webHidden/>
              </w:rPr>
              <w:fldChar w:fldCharType="begin"/>
            </w:r>
            <w:r w:rsidR="00724229">
              <w:rPr>
                <w:webHidden/>
              </w:rPr>
              <w:instrText xml:space="preserve"> PAGEREF _Toc122686993 \h </w:instrText>
            </w:r>
            <w:r w:rsidR="00724229">
              <w:rPr>
                <w:webHidden/>
              </w:rPr>
            </w:r>
            <w:r w:rsidR="00724229">
              <w:rPr>
                <w:webHidden/>
              </w:rPr>
              <w:fldChar w:fldCharType="separate"/>
            </w:r>
            <w:r w:rsidR="00D146CA">
              <w:rPr>
                <w:webHidden/>
              </w:rPr>
              <w:t>2</w:t>
            </w:r>
            <w:r w:rsidR="00724229">
              <w:rPr>
                <w:webHidden/>
              </w:rPr>
              <w:fldChar w:fldCharType="end"/>
            </w:r>
          </w:hyperlink>
        </w:p>
        <w:p w14:paraId="6383532A" w14:textId="7E9AB09A" w:rsidR="00724229" w:rsidRDefault="009D458E">
          <w:pPr>
            <w:pStyle w:val="Verzeichnis2"/>
            <w:rPr>
              <w:rFonts w:asciiTheme="minorHAnsi" w:eastAsiaTheme="minorEastAsia" w:hAnsiTheme="minorHAnsi"/>
              <w:b w:val="0"/>
              <w:bCs w:val="0"/>
              <w:noProof/>
              <w:sz w:val="22"/>
            </w:rPr>
          </w:pPr>
          <w:hyperlink w:anchor="_Toc122686994" w:history="1">
            <w:r w:rsidR="00724229" w:rsidRPr="00255289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 w:rsidR="00724229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</w:rPr>
              <w:tab/>
            </w:r>
            <w:r w:rsidR="00724229" w:rsidRPr="00255289">
              <w:rPr>
                <w:rStyle w:val="Hyperlink"/>
                <w:noProof/>
              </w:rPr>
              <w:t>Musterformular Erfüllungsgarantie.</w:t>
            </w:r>
            <w:r w:rsidR="00724229">
              <w:rPr>
                <w:noProof/>
                <w:webHidden/>
              </w:rPr>
              <w:tab/>
            </w:r>
            <w:r w:rsidR="00724229">
              <w:rPr>
                <w:noProof/>
                <w:webHidden/>
              </w:rPr>
              <w:fldChar w:fldCharType="begin"/>
            </w:r>
            <w:r w:rsidR="00724229">
              <w:rPr>
                <w:noProof/>
                <w:webHidden/>
              </w:rPr>
              <w:instrText xml:space="preserve"> PAGEREF _Toc122686994 \h </w:instrText>
            </w:r>
            <w:r w:rsidR="00724229">
              <w:rPr>
                <w:noProof/>
                <w:webHidden/>
              </w:rPr>
            </w:r>
            <w:r w:rsidR="00724229">
              <w:rPr>
                <w:noProof/>
                <w:webHidden/>
              </w:rPr>
              <w:fldChar w:fldCharType="separate"/>
            </w:r>
            <w:r w:rsidR="00D146CA">
              <w:rPr>
                <w:noProof/>
                <w:webHidden/>
              </w:rPr>
              <w:t>2</w:t>
            </w:r>
            <w:r w:rsidR="00724229">
              <w:rPr>
                <w:noProof/>
                <w:webHidden/>
              </w:rPr>
              <w:fldChar w:fldCharType="end"/>
            </w:r>
          </w:hyperlink>
        </w:p>
        <w:p w14:paraId="401A656C" w14:textId="06AD752A" w:rsidR="00724229" w:rsidRDefault="009D458E">
          <w:pPr>
            <w:pStyle w:val="Verzeichnis1"/>
            <w:rPr>
              <w:rFonts w:asciiTheme="minorHAnsi" w:eastAsiaTheme="minorEastAsia" w:hAnsiTheme="minorHAnsi"/>
              <w:b w:val="0"/>
              <w:bCs w:val="0"/>
              <w:sz w:val="22"/>
            </w:rPr>
          </w:pPr>
          <w:hyperlink w:anchor="_Toc122686995" w:history="1">
            <w:r w:rsidR="00724229" w:rsidRPr="00255289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724229">
              <w:rPr>
                <w:rFonts w:asciiTheme="minorHAnsi" w:eastAsiaTheme="minorEastAsia" w:hAnsiTheme="minorHAnsi"/>
                <w:b w:val="0"/>
                <w:bCs w:val="0"/>
                <w:sz w:val="22"/>
              </w:rPr>
              <w:tab/>
            </w:r>
            <w:r w:rsidR="00724229" w:rsidRPr="00255289">
              <w:rPr>
                <w:rStyle w:val="Hyperlink"/>
              </w:rPr>
              <w:t>EK 3.1: Erfahrung in der Einführung und im Betrieb einer marktfähigen Frequenzmesssystem-Standardlösung.</w:t>
            </w:r>
            <w:r w:rsidR="00724229">
              <w:rPr>
                <w:webHidden/>
              </w:rPr>
              <w:tab/>
            </w:r>
            <w:r w:rsidR="00724229">
              <w:rPr>
                <w:webHidden/>
              </w:rPr>
              <w:fldChar w:fldCharType="begin"/>
            </w:r>
            <w:r w:rsidR="00724229">
              <w:rPr>
                <w:webHidden/>
              </w:rPr>
              <w:instrText xml:space="preserve"> PAGEREF _Toc122686995 \h </w:instrText>
            </w:r>
            <w:r w:rsidR="00724229">
              <w:rPr>
                <w:webHidden/>
              </w:rPr>
            </w:r>
            <w:r w:rsidR="00724229">
              <w:rPr>
                <w:webHidden/>
              </w:rPr>
              <w:fldChar w:fldCharType="separate"/>
            </w:r>
            <w:r w:rsidR="00D146CA">
              <w:rPr>
                <w:webHidden/>
              </w:rPr>
              <w:t>3</w:t>
            </w:r>
            <w:r w:rsidR="00724229">
              <w:rPr>
                <w:webHidden/>
              </w:rPr>
              <w:fldChar w:fldCharType="end"/>
            </w:r>
          </w:hyperlink>
        </w:p>
        <w:p w14:paraId="4FB1C10B" w14:textId="20EC48B5" w:rsidR="00724229" w:rsidRDefault="009D458E">
          <w:pPr>
            <w:pStyle w:val="Verzeichnis2"/>
            <w:rPr>
              <w:rFonts w:asciiTheme="minorHAnsi" w:eastAsiaTheme="minorEastAsia" w:hAnsiTheme="minorHAnsi"/>
              <w:b w:val="0"/>
              <w:bCs w:val="0"/>
              <w:noProof/>
              <w:sz w:val="22"/>
            </w:rPr>
          </w:pPr>
          <w:hyperlink w:anchor="_Toc122686996" w:history="1">
            <w:r w:rsidR="00724229" w:rsidRPr="00255289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 w:rsidR="00724229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</w:rPr>
              <w:tab/>
            </w:r>
            <w:r w:rsidR="00724229" w:rsidRPr="00255289">
              <w:rPr>
                <w:rStyle w:val="Hyperlink"/>
                <w:noProof/>
              </w:rPr>
              <w:t>Referenzprojekt 1.</w:t>
            </w:r>
            <w:r w:rsidR="00724229">
              <w:rPr>
                <w:noProof/>
                <w:webHidden/>
              </w:rPr>
              <w:tab/>
            </w:r>
            <w:r w:rsidR="00724229">
              <w:rPr>
                <w:noProof/>
                <w:webHidden/>
              </w:rPr>
              <w:fldChar w:fldCharType="begin"/>
            </w:r>
            <w:r w:rsidR="00724229">
              <w:rPr>
                <w:noProof/>
                <w:webHidden/>
              </w:rPr>
              <w:instrText xml:space="preserve"> PAGEREF _Toc122686996 \h </w:instrText>
            </w:r>
            <w:r w:rsidR="00724229">
              <w:rPr>
                <w:noProof/>
                <w:webHidden/>
              </w:rPr>
            </w:r>
            <w:r w:rsidR="00724229">
              <w:rPr>
                <w:noProof/>
                <w:webHidden/>
              </w:rPr>
              <w:fldChar w:fldCharType="separate"/>
            </w:r>
            <w:r w:rsidR="00D146CA">
              <w:rPr>
                <w:noProof/>
                <w:webHidden/>
              </w:rPr>
              <w:t>3</w:t>
            </w:r>
            <w:r w:rsidR="00724229">
              <w:rPr>
                <w:noProof/>
                <w:webHidden/>
              </w:rPr>
              <w:fldChar w:fldCharType="end"/>
            </w:r>
          </w:hyperlink>
        </w:p>
        <w:p w14:paraId="7147908B" w14:textId="28907A41" w:rsidR="00724229" w:rsidRDefault="009D458E">
          <w:pPr>
            <w:pStyle w:val="Verzeichnis2"/>
            <w:rPr>
              <w:rFonts w:asciiTheme="minorHAnsi" w:eastAsiaTheme="minorEastAsia" w:hAnsiTheme="minorHAnsi"/>
              <w:b w:val="0"/>
              <w:bCs w:val="0"/>
              <w:noProof/>
              <w:sz w:val="22"/>
            </w:rPr>
          </w:pPr>
          <w:hyperlink w:anchor="_Toc122686997" w:history="1">
            <w:r w:rsidR="00724229" w:rsidRPr="00255289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</w:t>
            </w:r>
            <w:r w:rsidR="00724229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</w:rPr>
              <w:tab/>
            </w:r>
            <w:r w:rsidR="00724229" w:rsidRPr="00255289">
              <w:rPr>
                <w:rStyle w:val="Hyperlink"/>
                <w:noProof/>
              </w:rPr>
              <w:t>Referenzprojekt 2.</w:t>
            </w:r>
            <w:r w:rsidR="00724229">
              <w:rPr>
                <w:noProof/>
                <w:webHidden/>
              </w:rPr>
              <w:tab/>
            </w:r>
            <w:r w:rsidR="00724229">
              <w:rPr>
                <w:noProof/>
                <w:webHidden/>
              </w:rPr>
              <w:fldChar w:fldCharType="begin"/>
            </w:r>
            <w:r w:rsidR="00724229">
              <w:rPr>
                <w:noProof/>
                <w:webHidden/>
              </w:rPr>
              <w:instrText xml:space="preserve"> PAGEREF _Toc122686997 \h </w:instrText>
            </w:r>
            <w:r w:rsidR="00724229">
              <w:rPr>
                <w:noProof/>
                <w:webHidden/>
              </w:rPr>
            </w:r>
            <w:r w:rsidR="00724229">
              <w:rPr>
                <w:noProof/>
                <w:webHidden/>
              </w:rPr>
              <w:fldChar w:fldCharType="separate"/>
            </w:r>
            <w:r w:rsidR="00D146CA">
              <w:rPr>
                <w:noProof/>
                <w:webHidden/>
              </w:rPr>
              <w:t>4</w:t>
            </w:r>
            <w:r w:rsidR="00724229">
              <w:rPr>
                <w:noProof/>
                <w:webHidden/>
              </w:rPr>
              <w:fldChar w:fldCharType="end"/>
            </w:r>
          </w:hyperlink>
        </w:p>
        <w:p w14:paraId="6181249F" w14:textId="3CF16120" w:rsidR="00724229" w:rsidRDefault="009D458E">
          <w:pPr>
            <w:pStyle w:val="Verzeichnis1"/>
            <w:rPr>
              <w:rFonts w:asciiTheme="minorHAnsi" w:eastAsiaTheme="minorEastAsia" w:hAnsiTheme="minorHAnsi"/>
              <w:b w:val="0"/>
              <w:bCs w:val="0"/>
              <w:sz w:val="22"/>
            </w:rPr>
          </w:pPr>
          <w:hyperlink w:anchor="_Toc122686998" w:history="1">
            <w:r w:rsidR="00724229" w:rsidRPr="00255289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724229">
              <w:rPr>
                <w:rFonts w:asciiTheme="minorHAnsi" w:eastAsiaTheme="minorEastAsia" w:hAnsiTheme="minorHAnsi"/>
                <w:b w:val="0"/>
                <w:bCs w:val="0"/>
                <w:sz w:val="22"/>
              </w:rPr>
              <w:tab/>
            </w:r>
            <w:r w:rsidR="00724229" w:rsidRPr="00255289">
              <w:rPr>
                <w:rStyle w:val="Hyperlink"/>
              </w:rPr>
              <w:t>Unterschrift.</w:t>
            </w:r>
            <w:r w:rsidR="00724229">
              <w:rPr>
                <w:webHidden/>
              </w:rPr>
              <w:tab/>
            </w:r>
            <w:r w:rsidR="00724229">
              <w:rPr>
                <w:webHidden/>
              </w:rPr>
              <w:fldChar w:fldCharType="begin"/>
            </w:r>
            <w:r w:rsidR="00724229">
              <w:rPr>
                <w:webHidden/>
              </w:rPr>
              <w:instrText xml:space="preserve"> PAGEREF _Toc122686998 \h </w:instrText>
            </w:r>
            <w:r w:rsidR="00724229">
              <w:rPr>
                <w:webHidden/>
              </w:rPr>
            </w:r>
            <w:r w:rsidR="00724229">
              <w:rPr>
                <w:webHidden/>
              </w:rPr>
              <w:fldChar w:fldCharType="separate"/>
            </w:r>
            <w:r w:rsidR="00D146CA">
              <w:rPr>
                <w:webHidden/>
              </w:rPr>
              <w:t>5</w:t>
            </w:r>
            <w:r w:rsidR="00724229">
              <w:rPr>
                <w:webHidden/>
              </w:rPr>
              <w:fldChar w:fldCharType="end"/>
            </w:r>
          </w:hyperlink>
        </w:p>
        <w:p w14:paraId="7719285B" w14:textId="3266D8FB" w:rsidR="0026383A" w:rsidRPr="0026383A" w:rsidRDefault="00D972C2" w:rsidP="0026383A">
          <w:r>
            <w:rPr>
              <w:b/>
              <w:bCs/>
              <w:lang w:val="de-DE"/>
            </w:rPr>
            <w:fldChar w:fldCharType="end"/>
          </w:r>
        </w:p>
      </w:sdtContent>
    </w:sdt>
    <w:p w14:paraId="1B2E274B" w14:textId="77777777" w:rsidR="0026383A" w:rsidRPr="0026383A" w:rsidRDefault="0026383A" w:rsidP="0026383A">
      <w:r w:rsidRPr="0026383A">
        <w:br w:type="page"/>
      </w:r>
    </w:p>
    <w:p w14:paraId="54A62204" w14:textId="5794B2D1" w:rsidR="0026383A" w:rsidRPr="0026383A" w:rsidRDefault="0026383A" w:rsidP="0026383A">
      <w:pPr>
        <w:pStyle w:val="berschrift1"/>
      </w:pPr>
      <w:bookmarkStart w:id="3" w:name="_Toc17191315"/>
      <w:bookmarkStart w:id="4" w:name="_Toc70597633"/>
      <w:bookmarkStart w:id="5" w:name="_Toc122686993"/>
      <w:r w:rsidRPr="0026383A">
        <w:lastRenderedPageBreak/>
        <w:t>EK 1.1: Finanzielle Situation</w:t>
      </w:r>
      <w:bookmarkEnd w:id="3"/>
      <w:bookmarkEnd w:id="4"/>
      <w:r w:rsidR="00724229">
        <w:t>.</w:t>
      </w:r>
      <w:bookmarkEnd w:id="5"/>
    </w:p>
    <w:tbl>
      <w:tblPr>
        <w:tblW w:w="952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0"/>
        <w:gridCol w:w="2976"/>
      </w:tblGrid>
      <w:tr w:rsidR="0026383A" w:rsidRPr="0026383A" w14:paraId="697F0ABA" w14:textId="77777777" w:rsidTr="00427846">
        <w:trPr>
          <w:trHeight w:val="336"/>
        </w:trPr>
        <w:tc>
          <w:tcPr>
            <w:tcW w:w="6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9D9A4F1" w14:textId="77777777" w:rsidR="0026383A" w:rsidRPr="0026383A" w:rsidRDefault="0026383A" w:rsidP="0026383A">
            <w:pPr>
              <w:rPr>
                <w:b/>
              </w:rPr>
            </w:pPr>
            <w:bookmarkStart w:id="6" w:name="_Hlk5620848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999F3F" w14:textId="77777777" w:rsidR="0026383A" w:rsidRPr="0026383A" w:rsidRDefault="0026383A" w:rsidP="0026383A">
            <w:pPr>
              <w:rPr>
                <w:b/>
              </w:rPr>
            </w:pPr>
            <w:r w:rsidRPr="0026383A">
              <w:rPr>
                <w:b/>
              </w:rPr>
              <w:t>Angaben des Anbieters</w:t>
            </w:r>
          </w:p>
        </w:tc>
      </w:tr>
      <w:tr w:rsidR="0026383A" w:rsidRPr="0026383A" w14:paraId="2CC34820" w14:textId="77777777" w:rsidTr="00D972C2">
        <w:trPr>
          <w:trHeight w:val="345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9CB6F6A" w14:textId="77777777" w:rsidR="0026383A" w:rsidRPr="0026383A" w:rsidRDefault="0026383A" w:rsidP="0026383A">
            <w:pPr>
              <w:rPr>
                <w:b/>
              </w:rPr>
            </w:pPr>
            <w:r w:rsidRPr="0026383A">
              <w:rPr>
                <w:b/>
              </w:rPr>
              <w:t xml:space="preserve">Jahr </w:t>
            </w:r>
            <w:r w:rsidRPr="0026383A">
              <w:rPr>
                <w:i/>
              </w:rPr>
              <w:t>(letztes abgeschlossene Geschäftsjahr)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E1A4A" w14:textId="794BA3FC" w:rsidR="0026383A" w:rsidRPr="0026383A" w:rsidRDefault="0026383A" w:rsidP="0026383A">
            <w:r w:rsidRPr="0026383A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entryMacro w:val="LogoFarbigSW"/>
                  <w:exitMacro w:val="LogoFarbigSW"/>
                  <w:textInput>
                    <w:default w:val="MM.JJJJ - MM.JJJJ"/>
                  </w:textInput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MM.JJJJ - MM.JJJJ</w:t>
            </w:r>
            <w:r w:rsidRPr="0026383A">
              <w:fldChar w:fldCharType="end"/>
            </w:r>
          </w:p>
        </w:tc>
      </w:tr>
      <w:tr w:rsidR="006803A6" w:rsidRPr="0026383A" w14:paraId="5E741BA1" w14:textId="77777777" w:rsidTr="00F84361">
        <w:trPr>
          <w:trHeight w:val="227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1B8F4D8D" w14:textId="77777777" w:rsidR="006803A6" w:rsidRPr="006803A6" w:rsidRDefault="006803A6" w:rsidP="00D972C2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  <w:vAlign w:val="center"/>
          </w:tcPr>
          <w:p w14:paraId="639ECEE5" w14:textId="32A0339B" w:rsidR="006803A6" w:rsidRDefault="006803A6" w:rsidP="00D972C2">
            <w:pPr>
              <w:rPr>
                <w:bCs/>
              </w:rPr>
            </w:pPr>
            <w:r>
              <w:rPr>
                <w:bCs/>
              </w:rPr>
              <w:t xml:space="preserve">Währung: </w:t>
            </w:r>
            <w:r w:rsidR="00A425BF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="00A425BF">
              <w:rPr>
                <w:bCs/>
              </w:rPr>
              <w:instrText xml:space="preserve"> FORMTEXT </w:instrText>
            </w:r>
            <w:r w:rsidR="00A425BF">
              <w:rPr>
                <w:bCs/>
              </w:rPr>
            </w:r>
            <w:r w:rsidR="00A425BF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A425BF">
              <w:rPr>
                <w:bCs/>
              </w:rPr>
              <w:fldChar w:fldCharType="end"/>
            </w:r>
          </w:p>
        </w:tc>
      </w:tr>
      <w:bookmarkEnd w:id="6"/>
      <w:tr w:rsidR="0026383A" w:rsidRPr="0026383A" w14:paraId="2325AEBE" w14:textId="77777777" w:rsidTr="00D972C2">
        <w:trPr>
          <w:trHeight w:val="340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AB2B2CA" w14:textId="77777777" w:rsidR="0026383A" w:rsidRPr="0026383A" w:rsidRDefault="0026383A" w:rsidP="00D972C2">
            <w:pPr>
              <w:spacing w:after="0"/>
            </w:pPr>
            <w:r w:rsidRPr="0026383A">
              <w:rPr>
                <w:b/>
              </w:rPr>
              <w:t>Eigenkapital</w:t>
            </w:r>
            <w:r w:rsidRPr="0026383A">
              <w:t xml:space="preserve"> </w:t>
            </w:r>
            <w:r w:rsidRPr="0026383A">
              <w:rPr>
                <w:bCs/>
              </w:rPr>
              <w:t>/ Total Equity</w:t>
            </w:r>
            <w:r w:rsidRPr="0026383A">
              <w:t xml:space="preserve"> </w:t>
            </w:r>
          </w:p>
          <w:p w14:paraId="1481CDF2" w14:textId="77777777" w:rsidR="0026383A" w:rsidRPr="0026383A" w:rsidRDefault="0026383A" w:rsidP="00D972C2">
            <w:pPr>
              <w:spacing w:after="0"/>
            </w:pPr>
            <w:r w:rsidRPr="0026383A">
              <w:rPr>
                <w:i/>
              </w:rPr>
              <w:t>(Aktienkapital einschl. des Agio, aller Reserven und des Bilanzgewinns / -verlusts; entsprechend der shareholder equity)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  <w:vAlign w:val="center"/>
          </w:tcPr>
          <w:p w14:paraId="52C6793B" w14:textId="3EDDD6E6" w:rsidR="0026383A" w:rsidRPr="0026383A" w:rsidRDefault="00A425BF" w:rsidP="00B56B82">
            <w:pPr>
              <w:jc w:val="right"/>
            </w:pPr>
            <w:r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>
                    <w:type w:val="number"/>
                    <w:format w:val="#’##0"/>
                  </w:textInput>
                </w:ffData>
              </w:fldChar>
            </w:r>
            <w:bookmarkStart w:id="7" w:name="Text8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7"/>
          </w:p>
        </w:tc>
      </w:tr>
      <w:tr w:rsidR="0026383A" w:rsidRPr="0026383A" w14:paraId="38319208" w14:textId="77777777" w:rsidTr="00D972C2">
        <w:trPr>
          <w:trHeight w:val="20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7AD6E7C" w14:textId="77777777" w:rsidR="0026383A" w:rsidRPr="0026383A" w:rsidRDefault="0026383A" w:rsidP="0026383A">
            <w:pPr>
              <w:rPr>
                <w:lang w:val="en-US"/>
              </w:rPr>
            </w:pPr>
            <w:r w:rsidRPr="0026383A">
              <w:rPr>
                <w:b/>
                <w:lang w:val="en-US"/>
              </w:rPr>
              <w:t xml:space="preserve">Gesamtkapital </w:t>
            </w:r>
            <w:r w:rsidRPr="0026383A">
              <w:rPr>
                <w:bCs/>
                <w:lang w:val="en-US"/>
              </w:rPr>
              <w:t>/ Total Equity + Total Liabilities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  <w:vAlign w:val="center"/>
          </w:tcPr>
          <w:p w14:paraId="5374857B" w14:textId="18428701" w:rsidR="0026383A" w:rsidRPr="0026383A" w:rsidRDefault="00A425BF" w:rsidP="00B56B82">
            <w:pPr>
              <w:jc w:val="right"/>
            </w:pPr>
            <w:r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>
                    <w:type w:val="number"/>
                    <w:format w:val="#’##0"/>
                  </w:textInput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</w:tr>
      <w:tr w:rsidR="0026383A" w:rsidRPr="0026383A" w14:paraId="36B896F1" w14:textId="77777777" w:rsidTr="00427846">
        <w:trPr>
          <w:trHeight w:val="20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0BC0848" w14:textId="77777777" w:rsidR="0026383A" w:rsidRPr="0026383A" w:rsidRDefault="0026383A" w:rsidP="0026383A">
            <w:pPr>
              <w:rPr>
                <w:b/>
                <w:lang w:val="en-US"/>
              </w:rPr>
            </w:pPr>
            <w:r w:rsidRPr="0026383A">
              <w:rPr>
                <w:b/>
                <w:lang w:val="en-US"/>
              </w:rPr>
              <w:t xml:space="preserve">Flüssige Mittel </w:t>
            </w:r>
            <w:r w:rsidRPr="0026383A">
              <w:rPr>
                <w:bCs/>
                <w:lang w:val="en-US"/>
              </w:rPr>
              <w:t>/ Cash and cash equivalents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  <w:vAlign w:val="center"/>
          </w:tcPr>
          <w:p w14:paraId="2896A805" w14:textId="3B0E911B" w:rsidR="0026383A" w:rsidRPr="0026383A" w:rsidRDefault="00A425BF" w:rsidP="00B56B82">
            <w:pPr>
              <w:jc w:val="right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>
                    <w:type w:val="number"/>
                    <w:format w:val="#’##0"/>
                  </w:textInput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</w:tr>
      <w:tr w:rsidR="0026383A" w:rsidRPr="0026383A" w14:paraId="6BEAD6E2" w14:textId="77777777" w:rsidTr="00D972C2">
        <w:trPr>
          <w:trHeight w:val="20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2836E32" w14:textId="77777777" w:rsidR="0026383A" w:rsidRPr="0026383A" w:rsidRDefault="0026383A" w:rsidP="0026383A">
            <w:pPr>
              <w:rPr>
                <w:b/>
              </w:rPr>
            </w:pPr>
            <w:r w:rsidRPr="0026383A">
              <w:rPr>
                <w:b/>
              </w:rPr>
              <w:t xml:space="preserve">Kurzfristige Forderungen </w:t>
            </w:r>
            <w:r w:rsidRPr="0026383A">
              <w:rPr>
                <w:bCs/>
              </w:rPr>
              <w:t>/ Current receivables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  <w:vAlign w:val="center"/>
          </w:tcPr>
          <w:p w14:paraId="67275B6A" w14:textId="3DAA5FAC" w:rsidR="0026383A" w:rsidRPr="0026383A" w:rsidRDefault="00A425BF" w:rsidP="00B56B82">
            <w:pPr>
              <w:jc w:val="right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>
                    <w:type w:val="number"/>
                    <w:format w:val="#’##0"/>
                  </w:textInput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</w:tr>
      <w:tr w:rsidR="0026383A" w:rsidRPr="0026383A" w14:paraId="22E3FB91" w14:textId="77777777" w:rsidTr="00D972C2">
        <w:trPr>
          <w:trHeight w:val="20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B429317" w14:textId="77777777" w:rsidR="0026383A" w:rsidRPr="0026383A" w:rsidRDefault="0026383A" w:rsidP="0026383A">
            <w:pPr>
              <w:rPr>
                <w:b/>
              </w:rPr>
            </w:pPr>
            <w:r w:rsidRPr="0026383A">
              <w:rPr>
                <w:b/>
              </w:rPr>
              <w:t xml:space="preserve">Kurzfristiges Fremdkapital </w:t>
            </w:r>
            <w:r w:rsidRPr="0026383A">
              <w:rPr>
                <w:bCs/>
              </w:rPr>
              <w:t>/ Current liabilities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  <w:vAlign w:val="center"/>
          </w:tcPr>
          <w:p w14:paraId="34119DEA" w14:textId="45B250E1" w:rsidR="0026383A" w:rsidRPr="0026383A" w:rsidRDefault="00A425BF" w:rsidP="00B56B82">
            <w:pPr>
              <w:jc w:val="right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>
                    <w:type w:val="number"/>
                    <w:format w:val="#’##0"/>
                  </w:textInput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</w:tr>
      <w:tr w:rsidR="0026383A" w:rsidRPr="0026383A" w14:paraId="16B1CBBA" w14:textId="77777777" w:rsidTr="00D972C2">
        <w:trPr>
          <w:trHeight w:val="20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1F36B030" w14:textId="77777777" w:rsidR="0026383A" w:rsidRPr="0026383A" w:rsidRDefault="0026383A" w:rsidP="0026383A">
            <w:pPr>
              <w:rPr>
                <w:b/>
                <w:lang w:val="fr-CH"/>
              </w:rPr>
            </w:pPr>
            <w:r w:rsidRPr="0026383A">
              <w:rPr>
                <w:b/>
                <w:lang w:val="fr-CH"/>
              </w:rPr>
              <w:t xml:space="preserve">Langfristiges Fremdkapital </w:t>
            </w:r>
            <w:r w:rsidRPr="0026383A">
              <w:rPr>
                <w:bCs/>
                <w:lang w:val="fr-CH"/>
              </w:rPr>
              <w:t>/ Non-current liabilities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  <w:vAlign w:val="center"/>
          </w:tcPr>
          <w:p w14:paraId="1011D1FF" w14:textId="72767E81" w:rsidR="0026383A" w:rsidRPr="0026383A" w:rsidRDefault="00A425BF" w:rsidP="00B56B82">
            <w:pPr>
              <w:jc w:val="right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>
                    <w:type w:val="number"/>
                    <w:format w:val="#’##0"/>
                  </w:textInput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</w:tr>
      <w:tr w:rsidR="0026383A" w:rsidRPr="0026383A" w14:paraId="6FB1B849" w14:textId="77777777" w:rsidTr="00D972C2">
        <w:trPr>
          <w:trHeight w:val="20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DE158DD" w14:textId="77777777" w:rsidR="0026383A" w:rsidRPr="0026383A" w:rsidRDefault="0026383A" w:rsidP="00D972C2">
            <w:pPr>
              <w:spacing w:after="0"/>
              <w:rPr>
                <w:b/>
              </w:rPr>
            </w:pPr>
            <w:r w:rsidRPr="0026383A">
              <w:rPr>
                <w:b/>
              </w:rPr>
              <w:t>Sparten Umsatz</w:t>
            </w:r>
          </w:p>
          <w:p w14:paraId="091AFC44" w14:textId="77777777" w:rsidR="0026383A" w:rsidRPr="0026383A" w:rsidRDefault="0026383A" w:rsidP="00D972C2">
            <w:pPr>
              <w:spacing w:after="0"/>
              <w:rPr>
                <w:b/>
              </w:rPr>
            </w:pPr>
            <w:r w:rsidRPr="0026383A">
              <w:rPr>
                <w:i/>
              </w:rPr>
              <w:t>(Umsatz zum Ausschreibungsgegenstand)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  <w:vAlign w:val="center"/>
          </w:tcPr>
          <w:p w14:paraId="6B4C7858" w14:textId="1CCC0053" w:rsidR="0026383A" w:rsidRPr="0026383A" w:rsidRDefault="00A425BF" w:rsidP="00B56B82">
            <w:pPr>
              <w:jc w:val="right"/>
            </w:pPr>
            <w:r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>
                    <w:type w:val="number"/>
                    <w:format w:val="#’##0"/>
                  </w:textInput>
                </w:ffData>
              </w:fldChar>
            </w:r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</w:p>
        </w:tc>
      </w:tr>
    </w:tbl>
    <w:p w14:paraId="2BBA628C" w14:textId="77777777" w:rsidR="0026383A" w:rsidRPr="0026383A" w:rsidRDefault="0026383A" w:rsidP="0026383A"/>
    <w:p w14:paraId="2863633C" w14:textId="7E9CD683" w:rsidR="0026383A" w:rsidRPr="0026383A" w:rsidRDefault="0026383A" w:rsidP="0026383A">
      <w:pPr>
        <w:pStyle w:val="berschrift2"/>
      </w:pPr>
      <w:bookmarkStart w:id="8" w:name="_Toc70597634"/>
      <w:bookmarkStart w:id="9" w:name="_Toc122686994"/>
      <w:r w:rsidRPr="0026383A">
        <w:t>Musterformular Erfüllungsgarantie</w:t>
      </w:r>
      <w:bookmarkEnd w:id="8"/>
      <w:r w:rsidR="00724229">
        <w:t>.</w:t>
      </w:r>
      <w:bookmarkEnd w:id="9"/>
    </w:p>
    <w:p w14:paraId="07E2CE7D" w14:textId="38741F8C" w:rsidR="0026383A" w:rsidRPr="0026383A" w:rsidRDefault="00C92923" w:rsidP="0026383A">
      <w:r w:rsidRPr="0026383A">
        <w:rPr>
          <w:noProof/>
        </w:rPr>
        <w:drawing>
          <wp:anchor distT="0" distB="0" distL="114300" distR="114300" simplePos="0" relativeHeight="251652608" behindDoc="0" locked="0" layoutInCell="1" allowOverlap="1" wp14:anchorId="1DC56FC3" wp14:editId="407C5C5C">
            <wp:simplePos x="0" y="0"/>
            <wp:positionH relativeFrom="column">
              <wp:posOffset>4445</wp:posOffset>
            </wp:positionH>
            <wp:positionV relativeFrom="paragraph">
              <wp:posOffset>55509</wp:posOffset>
            </wp:positionV>
            <wp:extent cx="6506845" cy="4161790"/>
            <wp:effectExtent l="0" t="0" r="825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32"/>
                    <a:stretch/>
                  </pic:blipFill>
                  <pic:spPr bwMode="auto">
                    <a:xfrm>
                      <a:off x="0" y="0"/>
                      <a:ext cx="6506845" cy="4161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185526" w14:textId="7EE87F99" w:rsidR="0026383A" w:rsidRPr="0026383A" w:rsidRDefault="0026383A" w:rsidP="0026383A"/>
    <w:p w14:paraId="77874E12" w14:textId="77777777" w:rsidR="0026383A" w:rsidRPr="0026383A" w:rsidRDefault="0026383A" w:rsidP="0026383A"/>
    <w:p w14:paraId="1CCAFC61" w14:textId="77777777" w:rsidR="0026383A" w:rsidRPr="0026383A" w:rsidRDefault="0026383A" w:rsidP="0026383A"/>
    <w:p w14:paraId="3240E82F" w14:textId="77777777" w:rsidR="0026383A" w:rsidRPr="0026383A" w:rsidRDefault="0026383A" w:rsidP="0026383A">
      <w:pPr>
        <w:sectPr w:rsidR="0026383A" w:rsidRPr="0026383A" w:rsidSect="003A459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389" w:right="1134" w:bottom="1134" w:left="1134" w:header="518" w:footer="819" w:gutter="0"/>
          <w:cols w:space="708"/>
          <w:titlePg/>
          <w:docGrid w:linePitch="360"/>
        </w:sectPr>
      </w:pPr>
    </w:p>
    <w:p w14:paraId="791C17B5" w14:textId="0476A9EF" w:rsidR="0026383A" w:rsidRPr="0026383A" w:rsidRDefault="0026383A" w:rsidP="0026383A">
      <w:pPr>
        <w:pStyle w:val="berschrift1"/>
      </w:pPr>
      <w:bookmarkStart w:id="10" w:name="_Toc17191319"/>
      <w:bookmarkStart w:id="11" w:name="_Toc70597637"/>
      <w:bookmarkStart w:id="12" w:name="_Toc122686995"/>
      <w:r w:rsidRPr="0026383A">
        <w:lastRenderedPageBreak/>
        <w:t xml:space="preserve">EK </w:t>
      </w:r>
      <w:r w:rsidR="000023D7">
        <w:t>3.1</w:t>
      </w:r>
      <w:r w:rsidRPr="0026383A">
        <w:t xml:space="preserve">: </w:t>
      </w:r>
      <w:bookmarkEnd w:id="10"/>
      <w:bookmarkEnd w:id="11"/>
      <w:r w:rsidR="007D3A0E">
        <w:t>Erfahrung in der Einführung und im Betrieb einer marktfähigen Frequenzmesssystem-Standardlösung</w:t>
      </w:r>
      <w:r w:rsidR="00724229">
        <w:t>.</w:t>
      </w:r>
      <w:bookmarkEnd w:id="12"/>
    </w:p>
    <w:p w14:paraId="68E65C37" w14:textId="5761F3B7" w:rsidR="000F3228" w:rsidRDefault="000F3228" w:rsidP="000F3228">
      <w:pPr>
        <w:pStyle w:val="berschrift2"/>
      </w:pPr>
      <w:bookmarkStart w:id="13" w:name="_Toc122686996"/>
      <w:bookmarkStart w:id="14" w:name="_Toc17191320"/>
      <w:bookmarkStart w:id="15" w:name="_Toc70597638"/>
      <w:r>
        <w:t>Referenzprojekt 1</w:t>
      </w:r>
      <w:r w:rsidR="00724229">
        <w:t>.</w:t>
      </w:r>
      <w:bookmarkEnd w:id="13"/>
    </w:p>
    <w:tbl>
      <w:tblPr>
        <w:tblW w:w="9695" w:type="dxa"/>
        <w:tblInd w:w="57" w:type="dxa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442"/>
      </w:tblGrid>
      <w:tr w:rsidR="000F3228" w:rsidRPr="0026383A" w14:paraId="04D8BCB4" w14:textId="77777777" w:rsidTr="00017DDD"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8D0124" w14:textId="77777777" w:rsidR="000F3228" w:rsidRPr="0026383A" w:rsidRDefault="000F3228" w:rsidP="00017DDD">
            <w:pPr>
              <w:rPr>
                <w:b/>
                <w:lang w:val="de-DE"/>
              </w:rPr>
            </w:pPr>
            <w:r w:rsidRPr="0026383A">
              <w:rPr>
                <w:b/>
                <w:lang w:val="de-DE"/>
              </w:rPr>
              <w:t>1</w:t>
            </w:r>
          </w:p>
        </w:tc>
        <w:tc>
          <w:tcPr>
            <w:tcW w:w="912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71ABCD" w14:textId="77777777" w:rsidR="000F3228" w:rsidRPr="0026383A" w:rsidRDefault="000F3228" w:rsidP="00017DDD">
            <w:pPr>
              <w:rPr>
                <w:b/>
              </w:rPr>
            </w:pPr>
            <w:r w:rsidRPr="0026383A">
              <w:rPr>
                <w:b/>
                <w:lang w:val="de-DE"/>
              </w:rPr>
              <w:t>Kontaktdaten des Referenzkunden</w:t>
            </w:r>
          </w:p>
        </w:tc>
      </w:tr>
      <w:tr w:rsidR="000F3228" w:rsidRPr="0026383A" w14:paraId="0614211A" w14:textId="77777777" w:rsidTr="00017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14:paraId="09CC0815" w14:textId="77777777" w:rsidR="000F3228" w:rsidRPr="0026383A" w:rsidRDefault="000F3228" w:rsidP="00017DDD">
            <w:r w:rsidRPr="0026383A">
              <w:t>1.1.</w:t>
            </w:r>
          </w:p>
        </w:tc>
        <w:tc>
          <w:tcPr>
            <w:tcW w:w="3686" w:type="dxa"/>
          </w:tcPr>
          <w:p w14:paraId="735EB410" w14:textId="77777777" w:rsidR="000F3228" w:rsidRPr="0026383A" w:rsidRDefault="000F3228" w:rsidP="00017DDD">
            <w:r w:rsidRPr="0026383A">
              <w:t>Firmenname des Referenzkunden</w:t>
            </w:r>
          </w:p>
        </w:tc>
        <w:tc>
          <w:tcPr>
            <w:tcW w:w="5442" w:type="dxa"/>
            <w:shd w:val="clear" w:color="auto" w:fill="FFF6C1"/>
          </w:tcPr>
          <w:p w14:paraId="132ED0FC" w14:textId="5FF92325" w:rsidR="000F3228" w:rsidRPr="0026383A" w:rsidRDefault="000F3228" w:rsidP="00017DDD"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0F3228" w:rsidRPr="0026383A" w14:paraId="1BE63902" w14:textId="77777777" w:rsidTr="00017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14:paraId="4D4695D8" w14:textId="77777777" w:rsidR="000F3228" w:rsidRPr="0026383A" w:rsidRDefault="000F3228" w:rsidP="00017DDD">
            <w:r w:rsidRPr="0026383A">
              <w:t>1.2</w:t>
            </w:r>
          </w:p>
        </w:tc>
        <w:tc>
          <w:tcPr>
            <w:tcW w:w="3686" w:type="dxa"/>
          </w:tcPr>
          <w:p w14:paraId="27EF708A" w14:textId="77777777" w:rsidR="000F3228" w:rsidRPr="0026383A" w:rsidRDefault="000F3228" w:rsidP="00017DDD">
            <w:r w:rsidRPr="0026383A">
              <w:t>Land</w:t>
            </w:r>
          </w:p>
        </w:tc>
        <w:tc>
          <w:tcPr>
            <w:tcW w:w="5442" w:type="dxa"/>
            <w:shd w:val="clear" w:color="auto" w:fill="FFF6C1"/>
          </w:tcPr>
          <w:p w14:paraId="27BD1548" w14:textId="1412127E" w:rsidR="000F3228" w:rsidRPr="0026383A" w:rsidRDefault="000F3228" w:rsidP="00017DDD"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0F3228" w:rsidRPr="0026383A" w14:paraId="0A0EAC24" w14:textId="77777777" w:rsidTr="00017DDD"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25D100" w14:textId="77777777" w:rsidR="000F3228" w:rsidRPr="0026383A" w:rsidRDefault="000F3228" w:rsidP="00017DDD">
            <w:pPr>
              <w:rPr>
                <w:b/>
                <w:lang w:val="de-DE"/>
              </w:rPr>
            </w:pPr>
            <w:r w:rsidRPr="0026383A">
              <w:rPr>
                <w:b/>
                <w:lang w:val="de-DE"/>
              </w:rPr>
              <w:t>2</w:t>
            </w:r>
          </w:p>
        </w:tc>
        <w:tc>
          <w:tcPr>
            <w:tcW w:w="912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CFCD95" w14:textId="77777777" w:rsidR="000F3228" w:rsidRPr="0026383A" w:rsidRDefault="000F3228" w:rsidP="00017DDD">
            <w:pPr>
              <w:rPr>
                <w:b/>
              </w:rPr>
            </w:pPr>
            <w:r w:rsidRPr="0026383A">
              <w:rPr>
                <w:b/>
                <w:lang w:val="de-DE"/>
              </w:rPr>
              <w:t>Angaben zum Referenzprojekt</w:t>
            </w:r>
          </w:p>
        </w:tc>
      </w:tr>
      <w:tr w:rsidR="000F3228" w:rsidRPr="0026383A" w14:paraId="1FD8335F" w14:textId="77777777" w:rsidTr="00017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14:paraId="6FEEA0D7" w14:textId="77777777" w:rsidR="000F3228" w:rsidRPr="0026383A" w:rsidRDefault="000F3228" w:rsidP="00017DDD">
            <w:r w:rsidRPr="0026383A">
              <w:t>2.1</w:t>
            </w:r>
          </w:p>
        </w:tc>
        <w:tc>
          <w:tcPr>
            <w:tcW w:w="3686" w:type="dxa"/>
          </w:tcPr>
          <w:p w14:paraId="309D480D" w14:textId="77777777" w:rsidR="000F3228" w:rsidRPr="0026383A" w:rsidRDefault="000F3228" w:rsidP="00017DDD">
            <w:r w:rsidRPr="0026383A">
              <w:t xml:space="preserve">Referenztitel </w:t>
            </w:r>
          </w:p>
        </w:tc>
        <w:tc>
          <w:tcPr>
            <w:tcW w:w="5442" w:type="dxa"/>
            <w:shd w:val="clear" w:color="auto" w:fill="FFF6C1"/>
          </w:tcPr>
          <w:p w14:paraId="1CE1DC96" w14:textId="2EAE9A56" w:rsidR="000F3228" w:rsidRPr="0026383A" w:rsidRDefault="000F3228" w:rsidP="00017DDD"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0F3228" w:rsidRPr="0026383A" w14:paraId="1D18A6EF" w14:textId="77777777" w:rsidTr="00017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1"/>
        </w:trPr>
        <w:tc>
          <w:tcPr>
            <w:tcW w:w="567" w:type="dxa"/>
          </w:tcPr>
          <w:p w14:paraId="443784ED" w14:textId="77777777" w:rsidR="000F3228" w:rsidRPr="0026383A" w:rsidRDefault="000F3228" w:rsidP="00017DDD">
            <w:r w:rsidRPr="0026383A">
              <w:t>2.2</w:t>
            </w:r>
          </w:p>
        </w:tc>
        <w:tc>
          <w:tcPr>
            <w:tcW w:w="3686" w:type="dxa"/>
          </w:tcPr>
          <w:p w14:paraId="20F34188" w14:textId="77777777" w:rsidR="000F3228" w:rsidRDefault="000F3228" w:rsidP="00017DDD">
            <w:r>
              <w:t xml:space="preserve">Detallierte </w:t>
            </w:r>
            <w:r w:rsidRPr="0026383A">
              <w:t>Beschreibung der Leistungserbringung</w:t>
            </w:r>
            <w:r>
              <w:t>, welche die Vergleichbarkeit der Referenz mit dem vorliegenden Auftrag vergleichbar machen.</w:t>
            </w:r>
          </w:p>
          <w:p w14:paraId="2F25B22F" w14:textId="77777777" w:rsidR="000F3228" w:rsidRDefault="000F3228" w:rsidP="00017DDD">
            <w:pPr>
              <w:pStyle w:val="Listenabsatz"/>
              <w:numPr>
                <w:ilvl w:val="0"/>
                <w:numId w:val="22"/>
              </w:numPr>
            </w:pPr>
            <w:r>
              <w:t>Anzahl Gebäude</w:t>
            </w:r>
          </w:p>
          <w:p w14:paraId="54317C41" w14:textId="77777777" w:rsidR="000F3228" w:rsidRDefault="000F3228" w:rsidP="00017DDD">
            <w:pPr>
              <w:pStyle w:val="Listenabsatz"/>
              <w:numPr>
                <w:ilvl w:val="0"/>
                <w:numId w:val="22"/>
              </w:numPr>
            </w:pPr>
            <w:r>
              <w:t>Anzahl Ein- und Ausgänge pro Gebäude</w:t>
            </w:r>
          </w:p>
          <w:p w14:paraId="0978B8E3" w14:textId="77777777" w:rsidR="000F3228" w:rsidRDefault="000F3228" w:rsidP="00017DDD">
            <w:pPr>
              <w:pStyle w:val="Listenabsatz"/>
              <w:numPr>
                <w:ilvl w:val="0"/>
                <w:numId w:val="22"/>
              </w:numPr>
            </w:pPr>
            <w:r>
              <w:t>Anzahl Messobjekte pro Gebäude</w:t>
            </w:r>
          </w:p>
          <w:p w14:paraId="775985D2" w14:textId="77777777" w:rsidR="000F3228" w:rsidRPr="0026383A" w:rsidRDefault="000F3228" w:rsidP="00017DDD">
            <w:pPr>
              <w:pStyle w:val="Listenabsatz"/>
              <w:numPr>
                <w:ilvl w:val="0"/>
                <w:numId w:val="22"/>
              </w:numPr>
            </w:pPr>
            <w:r>
              <w:t>Anzahl Messgeräte pro Gebäude</w:t>
            </w:r>
          </w:p>
        </w:tc>
        <w:tc>
          <w:tcPr>
            <w:tcW w:w="5442" w:type="dxa"/>
            <w:shd w:val="clear" w:color="auto" w:fill="FFF6C1"/>
          </w:tcPr>
          <w:p w14:paraId="406FD3AF" w14:textId="36AE736D" w:rsidR="000F3228" w:rsidRPr="0026383A" w:rsidRDefault="000F3228" w:rsidP="00017DDD"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0F3228" w:rsidRPr="0026383A" w14:paraId="0B6A694D" w14:textId="77777777" w:rsidTr="00017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1"/>
        </w:trPr>
        <w:tc>
          <w:tcPr>
            <w:tcW w:w="567" w:type="dxa"/>
          </w:tcPr>
          <w:p w14:paraId="55C8E7CE" w14:textId="77777777" w:rsidR="000F3228" w:rsidRPr="0026383A" w:rsidRDefault="000F3228" w:rsidP="00017DDD">
            <w:r w:rsidRPr="0026383A">
              <w:t>2.3</w:t>
            </w:r>
          </w:p>
        </w:tc>
        <w:tc>
          <w:tcPr>
            <w:tcW w:w="3686" w:type="dxa"/>
          </w:tcPr>
          <w:p w14:paraId="1771A088" w14:textId="77777777" w:rsidR="000F3228" w:rsidRPr="0026383A" w:rsidRDefault="000F3228" w:rsidP="00017DDD">
            <w:r w:rsidRPr="0026383A">
              <w:t>Zeitraum (</w:t>
            </w:r>
            <w:r>
              <w:t>Projektstart, Einführung, Go-Live</w:t>
            </w:r>
            <w:r w:rsidRPr="0026383A">
              <w:t>)</w:t>
            </w:r>
          </w:p>
        </w:tc>
        <w:tc>
          <w:tcPr>
            <w:tcW w:w="5442" w:type="dxa"/>
            <w:shd w:val="clear" w:color="auto" w:fill="FFF6C1"/>
          </w:tcPr>
          <w:p w14:paraId="7D283AF3" w14:textId="516B6E88" w:rsidR="000F3228" w:rsidRPr="0026383A" w:rsidRDefault="000F3228" w:rsidP="00017DDD">
            <w:pPr>
              <w:rPr>
                <w:bCs/>
              </w:rPr>
            </w:pPr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0F3228" w:rsidRPr="0026383A" w14:paraId="01AE5DDC" w14:textId="77777777" w:rsidTr="00017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14:paraId="0C566D8B" w14:textId="77777777" w:rsidR="000F3228" w:rsidRPr="0026383A" w:rsidRDefault="000F3228" w:rsidP="00017DDD">
            <w:r w:rsidRPr="0026383A">
              <w:t>2.4</w:t>
            </w:r>
          </w:p>
        </w:tc>
        <w:tc>
          <w:tcPr>
            <w:tcW w:w="3686" w:type="dxa"/>
          </w:tcPr>
          <w:p w14:paraId="6AB5144F" w14:textId="77777777" w:rsidR="000F3228" w:rsidRPr="0026383A" w:rsidRDefault="000F3228" w:rsidP="00017DDD">
            <w:r>
              <w:t>Seit wann ist das Frequenzmesssystem produktiv im Einsatz</w:t>
            </w:r>
          </w:p>
        </w:tc>
        <w:tc>
          <w:tcPr>
            <w:tcW w:w="5442" w:type="dxa"/>
            <w:shd w:val="clear" w:color="auto" w:fill="FFF6C1"/>
          </w:tcPr>
          <w:p w14:paraId="3FD8F7FC" w14:textId="33775B33" w:rsidR="000F3228" w:rsidRPr="0026383A" w:rsidRDefault="000F3228" w:rsidP="00017DDD">
            <w:pPr>
              <w:rPr>
                <w:bCs/>
              </w:rPr>
            </w:pPr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0F3228" w:rsidRPr="0026383A" w14:paraId="126A2EC2" w14:textId="77777777" w:rsidTr="00017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567" w:type="dxa"/>
          </w:tcPr>
          <w:p w14:paraId="19537633" w14:textId="77777777" w:rsidR="000F3228" w:rsidRPr="0026383A" w:rsidRDefault="000F3228" w:rsidP="00017DDD">
            <w:r w:rsidRPr="0026383A">
              <w:t>2.5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3BA0" w14:textId="77777777" w:rsidR="000F3228" w:rsidRPr="0026383A" w:rsidRDefault="000F3228" w:rsidP="00017DDD">
            <w:r>
              <w:t>Wieviel hoch ist der jährliche Umsatz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</w:tcPr>
          <w:p w14:paraId="01FE4358" w14:textId="77777777" w:rsidR="000F3228" w:rsidRPr="0026383A" w:rsidRDefault="009D458E" w:rsidP="00017DDD">
            <w:pPr>
              <w:rPr>
                <w:bCs/>
              </w:rPr>
            </w:pPr>
            <w:sdt>
              <w:sdtPr>
                <w:rPr>
                  <w:lang w:val="de-DE"/>
                </w:rPr>
                <w:id w:val="-203586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228"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sdtContent>
            </w:sdt>
            <w:r w:rsidR="000F3228" w:rsidRPr="009B6486">
              <w:rPr>
                <w:lang w:val="de-DE"/>
              </w:rPr>
              <w:t xml:space="preserve"> </w:t>
            </w:r>
            <w:r w:rsidR="000F3228">
              <w:rPr>
                <w:lang w:val="de-DE"/>
              </w:rPr>
              <w:t xml:space="preserve">&lt; 0,3 Mio. </w:t>
            </w:r>
            <w:sdt>
              <w:sdtPr>
                <w:rPr>
                  <w:lang w:val="de-DE"/>
                </w:rPr>
                <w:id w:val="131538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228"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sdtContent>
            </w:sdt>
            <w:r w:rsidR="000F3228" w:rsidRPr="009B6486">
              <w:rPr>
                <w:lang w:val="de-DE"/>
              </w:rPr>
              <w:t xml:space="preserve"> </w:t>
            </w:r>
            <w:r w:rsidR="000F3228">
              <w:rPr>
                <w:lang w:val="de-DE"/>
              </w:rPr>
              <w:t xml:space="preserve">0.3 – 1 Mio. </w:t>
            </w:r>
            <w:sdt>
              <w:sdtPr>
                <w:rPr>
                  <w:lang w:val="de-DE"/>
                </w:rPr>
                <w:id w:val="-973447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228"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sdtContent>
            </w:sdt>
            <w:r w:rsidR="000F3228" w:rsidRPr="009B6486">
              <w:rPr>
                <w:lang w:val="de-DE"/>
              </w:rPr>
              <w:t xml:space="preserve"> </w:t>
            </w:r>
            <w:r w:rsidR="000F3228">
              <w:rPr>
                <w:lang w:val="de-DE"/>
              </w:rPr>
              <w:t>&gt; 1 Mio.</w:t>
            </w:r>
          </w:p>
        </w:tc>
      </w:tr>
    </w:tbl>
    <w:p w14:paraId="4F67271C" w14:textId="5A882A71" w:rsidR="000F3228" w:rsidRDefault="000F3228" w:rsidP="000F3228">
      <w:pPr>
        <w:rPr>
          <w:lang w:eastAsia="de-CH"/>
        </w:rPr>
      </w:pPr>
      <w:r>
        <w:rPr>
          <w:lang w:eastAsia="de-CH"/>
        </w:rPr>
        <w:br w:type="page"/>
      </w:r>
    </w:p>
    <w:p w14:paraId="42D73BCC" w14:textId="63CF8EAB" w:rsidR="000F3228" w:rsidRPr="000F3228" w:rsidRDefault="0026383A" w:rsidP="000F3228">
      <w:pPr>
        <w:pStyle w:val="berschrift2"/>
      </w:pPr>
      <w:bookmarkStart w:id="16" w:name="_Toc122686997"/>
      <w:r w:rsidRPr="0026383A">
        <w:lastRenderedPageBreak/>
        <w:t xml:space="preserve">Referenzprojekt </w:t>
      </w:r>
      <w:r w:rsidR="000F3228">
        <w:t>2</w:t>
      </w:r>
      <w:bookmarkEnd w:id="14"/>
      <w:bookmarkEnd w:id="15"/>
      <w:r w:rsidR="00724229">
        <w:t>.</w:t>
      </w:r>
      <w:bookmarkEnd w:id="16"/>
    </w:p>
    <w:tbl>
      <w:tblPr>
        <w:tblW w:w="9695" w:type="dxa"/>
        <w:tblInd w:w="57" w:type="dxa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442"/>
      </w:tblGrid>
      <w:tr w:rsidR="0026383A" w:rsidRPr="0026383A" w14:paraId="47A39461" w14:textId="77777777" w:rsidTr="00427846"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349FAE" w14:textId="77777777" w:rsidR="0026383A" w:rsidRPr="0026383A" w:rsidRDefault="0026383A" w:rsidP="0026383A">
            <w:pPr>
              <w:rPr>
                <w:b/>
                <w:lang w:val="de-DE"/>
              </w:rPr>
            </w:pPr>
            <w:r w:rsidRPr="0026383A">
              <w:rPr>
                <w:b/>
                <w:lang w:val="de-DE"/>
              </w:rPr>
              <w:t>1</w:t>
            </w:r>
          </w:p>
        </w:tc>
        <w:tc>
          <w:tcPr>
            <w:tcW w:w="912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DED523" w14:textId="77777777" w:rsidR="0026383A" w:rsidRPr="0026383A" w:rsidRDefault="0026383A" w:rsidP="0026383A">
            <w:pPr>
              <w:rPr>
                <w:b/>
              </w:rPr>
            </w:pPr>
            <w:r w:rsidRPr="0026383A">
              <w:rPr>
                <w:b/>
                <w:lang w:val="de-DE"/>
              </w:rPr>
              <w:t>Kontaktdaten des Referenzkunden</w:t>
            </w:r>
          </w:p>
        </w:tc>
      </w:tr>
      <w:tr w:rsidR="0026383A" w:rsidRPr="0026383A" w14:paraId="705FDBE0" w14:textId="77777777" w:rsidTr="00427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14:paraId="69801FF5" w14:textId="77777777" w:rsidR="0026383A" w:rsidRPr="0026383A" w:rsidRDefault="0026383A" w:rsidP="0026383A">
            <w:r w:rsidRPr="0026383A">
              <w:t>1.1.</w:t>
            </w:r>
          </w:p>
        </w:tc>
        <w:tc>
          <w:tcPr>
            <w:tcW w:w="3686" w:type="dxa"/>
          </w:tcPr>
          <w:p w14:paraId="7356E838" w14:textId="77777777" w:rsidR="0026383A" w:rsidRPr="0026383A" w:rsidRDefault="0026383A" w:rsidP="0026383A">
            <w:r w:rsidRPr="0026383A">
              <w:t>Firmenname des Referenzkunden</w:t>
            </w:r>
          </w:p>
        </w:tc>
        <w:tc>
          <w:tcPr>
            <w:tcW w:w="5442" w:type="dxa"/>
            <w:shd w:val="clear" w:color="auto" w:fill="FFF6C1"/>
          </w:tcPr>
          <w:p w14:paraId="6817B3F6" w14:textId="3DAEE5A7" w:rsidR="0026383A" w:rsidRPr="0026383A" w:rsidRDefault="0026383A" w:rsidP="0026383A"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26383A" w:rsidRPr="0026383A" w14:paraId="5A7FE4DF" w14:textId="77777777" w:rsidTr="00427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14:paraId="288315B7" w14:textId="77777777" w:rsidR="0026383A" w:rsidRPr="0026383A" w:rsidRDefault="0026383A" w:rsidP="0026383A">
            <w:r w:rsidRPr="0026383A">
              <w:t>1.2</w:t>
            </w:r>
          </w:p>
        </w:tc>
        <w:tc>
          <w:tcPr>
            <w:tcW w:w="3686" w:type="dxa"/>
          </w:tcPr>
          <w:p w14:paraId="47E4D257" w14:textId="77777777" w:rsidR="0026383A" w:rsidRPr="0026383A" w:rsidRDefault="0026383A" w:rsidP="0026383A">
            <w:r w:rsidRPr="0026383A">
              <w:t>Land</w:t>
            </w:r>
          </w:p>
        </w:tc>
        <w:tc>
          <w:tcPr>
            <w:tcW w:w="5442" w:type="dxa"/>
            <w:shd w:val="clear" w:color="auto" w:fill="FFF6C1"/>
          </w:tcPr>
          <w:p w14:paraId="30662AAC" w14:textId="7CEA97E6" w:rsidR="0026383A" w:rsidRPr="0026383A" w:rsidRDefault="0026383A" w:rsidP="0026383A"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26383A" w:rsidRPr="0026383A" w14:paraId="62092630" w14:textId="77777777" w:rsidTr="00427846"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7C176D" w14:textId="77777777" w:rsidR="0026383A" w:rsidRPr="0026383A" w:rsidRDefault="0026383A" w:rsidP="0026383A">
            <w:pPr>
              <w:rPr>
                <w:b/>
                <w:lang w:val="de-DE"/>
              </w:rPr>
            </w:pPr>
            <w:r w:rsidRPr="0026383A">
              <w:rPr>
                <w:b/>
                <w:lang w:val="de-DE"/>
              </w:rPr>
              <w:t>2</w:t>
            </w:r>
          </w:p>
        </w:tc>
        <w:tc>
          <w:tcPr>
            <w:tcW w:w="912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9B9752" w14:textId="77777777" w:rsidR="0026383A" w:rsidRPr="0026383A" w:rsidRDefault="0026383A" w:rsidP="0026383A">
            <w:pPr>
              <w:rPr>
                <w:b/>
              </w:rPr>
            </w:pPr>
            <w:r w:rsidRPr="0026383A">
              <w:rPr>
                <w:b/>
                <w:lang w:val="de-DE"/>
              </w:rPr>
              <w:t>Angaben zum Referenzprojekt</w:t>
            </w:r>
          </w:p>
        </w:tc>
      </w:tr>
      <w:tr w:rsidR="0026383A" w:rsidRPr="0026383A" w14:paraId="33C77A2D" w14:textId="77777777" w:rsidTr="00427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14:paraId="140AF3F4" w14:textId="77777777" w:rsidR="0026383A" w:rsidRPr="0026383A" w:rsidRDefault="0026383A" w:rsidP="0026383A">
            <w:r w:rsidRPr="0026383A">
              <w:t>2.1</w:t>
            </w:r>
          </w:p>
        </w:tc>
        <w:tc>
          <w:tcPr>
            <w:tcW w:w="3686" w:type="dxa"/>
          </w:tcPr>
          <w:p w14:paraId="033D9C6E" w14:textId="77777777" w:rsidR="0026383A" w:rsidRPr="0026383A" w:rsidRDefault="0026383A" w:rsidP="0026383A">
            <w:r w:rsidRPr="0026383A">
              <w:t xml:space="preserve">Referenztitel </w:t>
            </w:r>
          </w:p>
        </w:tc>
        <w:tc>
          <w:tcPr>
            <w:tcW w:w="5442" w:type="dxa"/>
            <w:shd w:val="clear" w:color="auto" w:fill="FFF6C1"/>
          </w:tcPr>
          <w:p w14:paraId="6DA6D1B2" w14:textId="753F33E9" w:rsidR="0026383A" w:rsidRPr="0026383A" w:rsidRDefault="0026383A" w:rsidP="0026383A"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26383A" w:rsidRPr="0026383A" w14:paraId="33FDE04F" w14:textId="77777777" w:rsidTr="00427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1"/>
        </w:trPr>
        <w:tc>
          <w:tcPr>
            <w:tcW w:w="567" w:type="dxa"/>
          </w:tcPr>
          <w:p w14:paraId="06A6D91B" w14:textId="77777777" w:rsidR="0026383A" w:rsidRPr="0026383A" w:rsidRDefault="0026383A" w:rsidP="0026383A">
            <w:r w:rsidRPr="0026383A">
              <w:t>2.2</w:t>
            </w:r>
          </w:p>
        </w:tc>
        <w:tc>
          <w:tcPr>
            <w:tcW w:w="3686" w:type="dxa"/>
          </w:tcPr>
          <w:p w14:paraId="3006E917" w14:textId="081677A5" w:rsidR="00277BBA" w:rsidRDefault="00277BBA" w:rsidP="0026383A">
            <w:r>
              <w:t xml:space="preserve">Detallierte </w:t>
            </w:r>
            <w:r w:rsidR="0026383A" w:rsidRPr="0026383A">
              <w:t>Beschreibung der Leistungserbringung</w:t>
            </w:r>
            <w:r>
              <w:t>, welche die Vergleichbarkeit der Referenz mit dem vorliegenden Auftrag vergleichbar machen.</w:t>
            </w:r>
          </w:p>
          <w:p w14:paraId="6A827773" w14:textId="77777777" w:rsidR="00277BBA" w:rsidRDefault="00277BBA" w:rsidP="00277BBA">
            <w:pPr>
              <w:pStyle w:val="Listenabsatz"/>
              <w:numPr>
                <w:ilvl w:val="0"/>
                <w:numId w:val="22"/>
              </w:numPr>
            </w:pPr>
            <w:r>
              <w:t>Anzahl Gebäude</w:t>
            </w:r>
          </w:p>
          <w:p w14:paraId="660E437D" w14:textId="45C3967B" w:rsidR="00277BBA" w:rsidRDefault="00277BBA" w:rsidP="00277BBA">
            <w:pPr>
              <w:pStyle w:val="Listenabsatz"/>
              <w:numPr>
                <w:ilvl w:val="0"/>
                <w:numId w:val="22"/>
              </w:numPr>
            </w:pPr>
            <w:r>
              <w:t>Anzahl Ein- und Ausgänge</w:t>
            </w:r>
            <w:r w:rsidR="005F0E8F">
              <w:t xml:space="preserve"> pro Gebäude</w:t>
            </w:r>
          </w:p>
          <w:p w14:paraId="08BD8E3A" w14:textId="1933E2CA" w:rsidR="00277BBA" w:rsidRDefault="00277BBA" w:rsidP="00277BBA">
            <w:pPr>
              <w:pStyle w:val="Listenabsatz"/>
              <w:numPr>
                <w:ilvl w:val="0"/>
                <w:numId w:val="22"/>
              </w:numPr>
            </w:pPr>
            <w:r>
              <w:t>Anzahl Messobjekt</w:t>
            </w:r>
            <w:r w:rsidR="00C13DE1">
              <w:t>e</w:t>
            </w:r>
            <w:r w:rsidR="005F0E8F">
              <w:t xml:space="preserve"> pro Gebäude</w:t>
            </w:r>
          </w:p>
          <w:p w14:paraId="49E3A298" w14:textId="3142CA74" w:rsidR="0044632D" w:rsidRPr="0026383A" w:rsidRDefault="00277BBA" w:rsidP="00FB1412">
            <w:pPr>
              <w:pStyle w:val="Listenabsatz"/>
              <w:numPr>
                <w:ilvl w:val="0"/>
                <w:numId w:val="22"/>
              </w:numPr>
            </w:pPr>
            <w:r>
              <w:t>Anzahl Messgerät</w:t>
            </w:r>
            <w:r w:rsidR="00C13DE1">
              <w:t>e</w:t>
            </w:r>
            <w:r w:rsidR="005F0E8F">
              <w:t xml:space="preserve"> pro Gebäude</w:t>
            </w:r>
          </w:p>
        </w:tc>
        <w:tc>
          <w:tcPr>
            <w:tcW w:w="5442" w:type="dxa"/>
            <w:shd w:val="clear" w:color="auto" w:fill="FFF6C1"/>
          </w:tcPr>
          <w:p w14:paraId="3CE18D7E" w14:textId="5BFF0A82" w:rsidR="0026383A" w:rsidRPr="0026383A" w:rsidRDefault="0026383A" w:rsidP="0026383A"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26383A" w:rsidRPr="0026383A" w14:paraId="55F030F3" w14:textId="77777777" w:rsidTr="00427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1"/>
        </w:trPr>
        <w:tc>
          <w:tcPr>
            <w:tcW w:w="567" w:type="dxa"/>
          </w:tcPr>
          <w:p w14:paraId="2D92FFC1" w14:textId="77777777" w:rsidR="0026383A" w:rsidRPr="0026383A" w:rsidRDefault="0026383A" w:rsidP="0026383A">
            <w:r w:rsidRPr="0026383A">
              <w:t>2.3</w:t>
            </w:r>
          </w:p>
        </w:tc>
        <w:tc>
          <w:tcPr>
            <w:tcW w:w="3686" w:type="dxa"/>
          </w:tcPr>
          <w:p w14:paraId="7B6A6CC5" w14:textId="3EEB6EF6" w:rsidR="0026383A" w:rsidRPr="0026383A" w:rsidRDefault="0026383A" w:rsidP="0026383A">
            <w:r w:rsidRPr="0026383A">
              <w:t>Zeitraum (</w:t>
            </w:r>
            <w:r w:rsidR="0044632D">
              <w:t>Projektstart, Einführung, Go-Live</w:t>
            </w:r>
            <w:r w:rsidRPr="0026383A">
              <w:t>)</w:t>
            </w:r>
          </w:p>
        </w:tc>
        <w:tc>
          <w:tcPr>
            <w:tcW w:w="5442" w:type="dxa"/>
            <w:shd w:val="clear" w:color="auto" w:fill="FFF6C1"/>
          </w:tcPr>
          <w:p w14:paraId="3CDBC3B8" w14:textId="3E4F35E0" w:rsidR="0026383A" w:rsidRPr="0026383A" w:rsidRDefault="0026383A" w:rsidP="0026383A">
            <w:pPr>
              <w:rPr>
                <w:bCs/>
              </w:rPr>
            </w:pPr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26383A" w:rsidRPr="0026383A" w14:paraId="31078744" w14:textId="77777777" w:rsidTr="00427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14:paraId="7A92C293" w14:textId="77777777" w:rsidR="0026383A" w:rsidRPr="0026383A" w:rsidRDefault="0026383A" w:rsidP="0026383A">
            <w:r w:rsidRPr="0026383A">
              <w:t>2.4</w:t>
            </w:r>
          </w:p>
        </w:tc>
        <w:tc>
          <w:tcPr>
            <w:tcW w:w="3686" w:type="dxa"/>
          </w:tcPr>
          <w:p w14:paraId="6B3F7B9C" w14:textId="0525F8BC" w:rsidR="0026383A" w:rsidRPr="0026383A" w:rsidRDefault="000023D7" w:rsidP="0026383A">
            <w:r>
              <w:t>Seit wann ist das Frequenzmesssystem produktiv im Einsatz</w:t>
            </w:r>
          </w:p>
        </w:tc>
        <w:tc>
          <w:tcPr>
            <w:tcW w:w="5442" w:type="dxa"/>
            <w:shd w:val="clear" w:color="auto" w:fill="FFF6C1"/>
          </w:tcPr>
          <w:p w14:paraId="7D75F366" w14:textId="4D5F8B98" w:rsidR="0026383A" w:rsidRPr="0026383A" w:rsidRDefault="000023D7" w:rsidP="0026383A">
            <w:pPr>
              <w:rPr>
                <w:bCs/>
              </w:rPr>
            </w:pPr>
            <w:r w:rsidRPr="0026383A">
              <w:rPr>
                <w:bCs/>
              </w:rPr>
              <w:fldChar w:fldCharType="begin">
                <w:ffData>
                  <w:name w:val="Text8"/>
                  <w:enabled/>
                  <w:calcOnExit w:val="0"/>
                  <w:entryMacro w:val="LogoFarbigSW"/>
                  <w:exitMacro w:val="LogoFarbigSW"/>
                  <w:textInput/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="00D146CA">
              <w:rPr>
                <w:bCs/>
                <w:noProof/>
              </w:rPr>
              <w:t> </w:t>
            </w:r>
            <w:r w:rsidRPr="0026383A">
              <w:fldChar w:fldCharType="end"/>
            </w:r>
          </w:p>
        </w:tc>
      </w:tr>
      <w:tr w:rsidR="00656AFA" w:rsidRPr="0026383A" w14:paraId="73B2FE80" w14:textId="77777777" w:rsidTr="00064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567" w:type="dxa"/>
          </w:tcPr>
          <w:p w14:paraId="08DD153F" w14:textId="77777777" w:rsidR="00656AFA" w:rsidRPr="0026383A" w:rsidRDefault="00656AFA" w:rsidP="0026383A">
            <w:r w:rsidRPr="0026383A">
              <w:t>2.5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C7B0" w14:textId="40FF10BE" w:rsidR="00656AFA" w:rsidRPr="0026383A" w:rsidRDefault="00656AFA" w:rsidP="0026383A">
            <w:r>
              <w:t>Wieviel hoch ist der jährliche Umsatz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1"/>
          </w:tcPr>
          <w:p w14:paraId="14ED6E73" w14:textId="0222A181" w:rsidR="00656AFA" w:rsidRPr="0026383A" w:rsidRDefault="009D458E" w:rsidP="0026383A">
            <w:pPr>
              <w:rPr>
                <w:bCs/>
              </w:rPr>
            </w:pPr>
            <w:sdt>
              <w:sdtPr>
                <w:rPr>
                  <w:lang w:val="de-DE"/>
                </w:rPr>
                <w:id w:val="-100705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6AFA"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sdtContent>
            </w:sdt>
            <w:r w:rsidR="00656AFA" w:rsidRPr="009B6486">
              <w:rPr>
                <w:lang w:val="de-DE"/>
              </w:rPr>
              <w:t xml:space="preserve"> </w:t>
            </w:r>
            <w:r w:rsidR="00656AFA">
              <w:rPr>
                <w:lang w:val="de-DE"/>
              </w:rPr>
              <w:t xml:space="preserve">&lt; 0,3 Mio. </w:t>
            </w:r>
            <w:sdt>
              <w:sdtPr>
                <w:rPr>
                  <w:lang w:val="de-DE"/>
                </w:rPr>
                <w:id w:val="-18051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6AFA"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sdtContent>
            </w:sdt>
            <w:r w:rsidR="00656AFA" w:rsidRPr="009B6486">
              <w:rPr>
                <w:lang w:val="de-DE"/>
              </w:rPr>
              <w:t xml:space="preserve"> </w:t>
            </w:r>
            <w:r w:rsidR="00656AFA">
              <w:rPr>
                <w:lang w:val="de-DE"/>
              </w:rPr>
              <w:t xml:space="preserve">0.3 – 1 Mio. </w:t>
            </w:r>
            <w:sdt>
              <w:sdtPr>
                <w:rPr>
                  <w:lang w:val="de-DE"/>
                </w:rPr>
                <w:id w:val="-1053311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6AFA"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sdtContent>
            </w:sdt>
            <w:r w:rsidR="00656AFA" w:rsidRPr="009B6486">
              <w:rPr>
                <w:lang w:val="de-DE"/>
              </w:rPr>
              <w:t xml:space="preserve"> </w:t>
            </w:r>
            <w:r w:rsidR="00656AFA">
              <w:rPr>
                <w:lang w:val="de-DE"/>
              </w:rPr>
              <w:t>&gt; 1 Mio.</w:t>
            </w:r>
          </w:p>
        </w:tc>
      </w:tr>
    </w:tbl>
    <w:p w14:paraId="0C2F91A4" w14:textId="77777777" w:rsidR="0026383A" w:rsidRPr="0026383A" w:rsidRDefault="0026383A" w:rsidP="0026383A"/>
    <w:p w14:paraId="17F30271" w14:textId="77777777" w:rsidR="0026383A" w:rsidRPr="0026383A" w:rsidRDefault="0026383A" w:rsidP="0026383A">
      <w:r w:rsidRPr="0026383A">
        <w:br w:type="page"/>
      </w:r>
    </w:p>
    <w:p w14:paraId="60B175ED" w14:textId="728E2D12" w:rsidR="0026383A" w:rsidRPr="0026383A" w:rsidRDefault="0026383A" w:rsidP="0026383A">
      <w:pPr>
        <w:pStyle w:val="berschrift1"/>
      </w:pPr>
      <w:bookmarkStart w:id="17" w:name="_Toc17191322"/>
      <w:bookmarkStart w:id="18" w:name="_Toc70597639"/>
      <w:bookmarkStart w:id="19" w:name="_Toc122686998"/>
      <w:r w:rsidRPr="0026383A">
        <w:lastRenderedPageBreak/>
        <w:t>Unterschrift</w:t>
      </w:r>
      <w:bookmarkEnd w:id="17"/>
      <w:bookmarkEnd w:id="18"/>
      <w:r w:rsidR="00724229">
        <w:t>.</w:t>
      </w:r>
      <w:bookmarkEnd w:id="19"/>
    </w:p>
    <w:p w14:paraId="1931D14A" w14:textId="37B80E19" w:rsidR="00724229" w:rsidRDefault="00724229" w:rsidP="0026383A">
      <w:r w:rsidRPr="00724229">
        <w:t>Verlangt ist/sind die eigenhändige(n) oder einfache(n) elektronische(n) Signatur(en) (EES) einer Person oder der Personen, die für die Firma zeichnungsberechtigt ist oder sind.</w:t>
      </w:r>
    </w:p>
    <w:p w14:paraId="78FCD7E7" w14:textId="77777777" w:rsidR="00724229" w:rsidRDefault="00724229" w:rsidP="0026383A"/>
    <w:p w14:paraId="1305ECE0" w14:textId="2736B650" w:rsidR="0026383A" w:rsidRPr="0026383A" w:rsidRDefault="0026383A" w:rsidP="0026383A">
      <w:r w:rsidRPr="0026383A">
        <w:t>Mit seiner/seinen Unterschriften bestätigt der Anbieter die Richtigkeit und Vollständigkeit der gemachten Angaben.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0"/>
        <w:gridCol w:w="1862"/>
        <w:gridCol w:w="1701"/>
        <w:gridCol w:w="4706"/>
      </w:tblGrid>
      <w:tr w:rsidR="0026383A" w:rsidRPr="0026383A" w14:paraId="4C4C6A69" w14:textId="77777777" w:rsidTr="00427846">
        <w:trPr>
          <w:trHeight w:val="1368"/>
        </w:trPr>
        <w:tc>
          <w:tcPr>
            <w:tcW w:w="1370" w:type="dxa"/>
            <w:shd w:val="clear" w:color="auto" w:fill="auto"/>
            <w:vAlign w:val="center"/>
          </w:tcPr>
          <w:p w14:paraId="655D16CE" w14:textId="77777777" w:rsidR="0026383A" w:rsidRPr="0026383A" w:rsidRDefault="0026383A" w:rsidP="0026383A">
            <w:r w:rsidRPr="0026383A">
              <w:rPr>
                <w:bCs/>
              </w:rPr>
              <w:t>Ort, Datum: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FFF6C1"/>
            <w:vAlign w:val="center"/>
          </w:tcPr>
          <w:p w14:paraId="3F40B6FA" w14:textId="428C0E76" w:rsidR="0026383A" w:rsidRPr="0026383A" w:rsidRDefault="0026383A" w:rsidP="0026383A">
            <w:r w:rsidRPr="0026383A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6383A">
              <w:instrText xml:space="preserve"> FORMTEXT </w:instrText>
            </w:r>
            <w:r w:rsidRPr="0026383A">
              <w:fldChar w:fldCharType="separate"/>
            </w:r>
            <w:r w:rsidR="00D146CA">
              <w:rPr>
                <w:noProof/>
              </w:rPr>
              <w:t> </w:t>
            </w:r>
            <w:r w:rsidR="00D146CA">
              <w:rPr>
                <w:noProof/>
              </w:rPr>
              <w:t> </w:t>
            </w:r>
            <w:r w:rsidR="00D146CA">
              <w:rPr>
                <w:noProof/>
              </w:rPr>
              <w:t> </w:t>
            </w:r>
            <w:r w:rsidR="00D146CA">
              <w:rPr>
                <w:noProof/>
              </w:rPr>
              <w:t> </w:t>
            </w:r>
            <w:r w:rsidR="00D146CA">
              <w:rPr>
                <w:noProof/>
              </w:rPr>
              <w:t> </w:t>
            </w:r>
            <w:r w:rsidRPr="0026383A"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B85C01" w14:textId="77777777" w:rsidR="0026383A" w:rsidRPr="0026383A" w:rsidRDefault="0026383A" w:rsidP="0026383A">
            <w:r w:rsidRPr="0026383A">
              <w:t>Unterschrift(en):</w:t>
            </w: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FFF6C1"/>
            <w:vAlign w:val="bottom"/>
          </w:tcPr>
          <w:p w14:paraId="2BAE5B45" w14:textId="16E18A3D" w:rsidR="0026383A" w:rsidRPr="0026383A" w:rsidRDefault="0026383A" w:rsidP="0026383A">
            <w:pPr>
              <w:rPr>
                <w:bCs/>
              </w:rPr>
            </w:pPr>
            <w:r w:rsidRPr="0026383A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or-/ Nachname"/>
                  </w:textInput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Vor-/ Nachname</w:t>
            </w:r>
            <w:r w:rsidRPr="0026383A">
              <w:fldChar w:fldCharType="end"/>
            </w:r>
          </w:p>
          <w:p w14:paraId="5AF035CA" w14:textId="2023B1D2" w:rsidR="0026383A" w:rsidRPr="0026383A" w:rsidRDefault="0026383A" w:rsidP="0026383A">
            <w:r w:rsidRPr="0026383A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26383A">
              <w:rPr>
                <w:bCs/>
              </w:rPr>
              <w:instrText xml:space="preserve"> FORMTEXT </w:instrText>
            </w:r>
            <w:r w:rsidRPr="0026383A">
              <w:rPr>
                <w:bCs/>
              </w:rPr>
            </w:r>
            <w:r w:rsidRPr="0026383A">
              <w:rPr>
                <w:bCs/>
              </w:rPr>
              <w:fldChar w:fldCharType="separate"/>
            </w:r>
            <w:r w:rsidR="00D146CA">
              <w:rPr>
                <w:bCs/>
                <w:noProof/>
              </w:rPr>
              <w:t>Funktion</w:t>
            </w:r>
            <w:r w:rsidRPr="0026383A">
              <w:fldChar w:fldCharType="end"/>
            </w:r>
          </w:p>
        </w:tc>
      </w:tr>
    </w:tbl>
    <w:p w14:paraId="2A9B2ACB" w14:textId="77777777" w:rsidR="0026383A" w:rsidRPr="0026383A" w:rsidRDefault="0026383A" w:rsidP="0026383A"/>
    <w:p w14:paraId="258ADE27" w14:textId="77777777" w:rsidR="0026383A" w:rsidRDefault="0026383A" w:rsidP="000767DA"/>
    <w:sectPr w:rsidR="0026383A" w:rsidSect="001A1C7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389" w:right="1134" w:bottom="1134" w:left="1134" w:header="45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90F3C" w14:textId="77777777" w:rsidR="00BB27A2" w:rsidRDefault="00BB27A2">
      <w:r>
        <w:separator/>
      </w:r>
    </w:p>
  </w:endnote>
  <w:endnote w:type="continuationSeparator" w:id="0">
    <w:p w14:paraId="37916855" w14:textId="77777777" w:rsidR="00BB27A2" w:rsidRDefault="00BB27A2">
      <w:r>
        <w:continuationSeparator/>
      </w:r>
    </w:p>
  </w:endnote>
  <w:endnote w:type="continuationNotice" w:id="1">
    <w:p w14:paraId="513D7AF0" w14:textId="77777777" w:rsidR="00BB27A2" w:rsidRDefault="00BB27A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2F8C9" w14:textId="77777777" w:rsidR="00D146CA" w:rsidRDefault="00D146CA">
    <w:pPr>
      <w:pStyle w:val="Fuzeile"/>
      <w:framePr w:wrap="notBesid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1FB4" w14:textId="23540D13" w:rsidR="0026383A" w:rsidRDefault="00D146CA" w:rsidP="002B727C">
    <w:pPr>
      <w:framePr w:w="9613" w:h="376" w:hSpace="141" w:wrap="around" w:vAnchor="text" w:hAnchor="page" w:x="1150" w:y="372"/>
      <w:spacing w:line="240" w:lineRule="auto"/>
    </w:pPr>
    <w:r>
      <w:rPr>
        <w:rFonts w:cs="Times New Roman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5652" behindDoc="0" locked="0" layoutInCell="0" allowOverlap="1" wp14:anchorId="2F544AAE" wp14:editId="7AB3F89E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184150"/>
              <wp:effectExtent l="0" t="0" r="2540" b="6350"/>
              <wp:wrapNone/>
              <wp:docPr id="16" name="MSIPCM4ffe416987c63150dfb7813a" descr="{&quot;HashCode&quot;:167701154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84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09673E" w14:textId="52933F00" w:rsidR="00D146CA" w:rsidRPr="00D146CA" w:rsidRDefault="00D146CA" w:rsidP="00D146CA">
                          <w:pPr>
                            <w:spacing w:after="0"/>
                            <w:rPr>
                              <w:rFonts w:cs="Arial"/>
                              <w:color w:val="000000"/>
                              <w:sz w:val="14"/>
                            </w:rPr>
                          </w:pPr>
                          <w:r w:rsidRPr="00D146CA">
                            <w:rPr>
                              <w:rFonts w:cs="Arial"/>
                              <w:color w:val="000000"/>
                              <w:sz w:val="14"/>
                            </w:rPr>
                            <w:t>C3.1 - Confidential Unencrypted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544AAE" id="_x0000_t202" coordsize="21600,21600" o:spt="202" path="m,l,21600r21600,l21600,xe">
              <v:stroke joinstyle="miter"/>
              <v:path gradientshapeok="t" o:connecttype="rect"/>
            </v:shapetype>
            <v:shape id="MSIPCM4ffe416987c63150dfb7813a" o:spid="_x0000_s1026" type="#_x0000_t202" alt="{&quot;HashCode&quot;:1677011544,&quot;Height&quot;:841.0,&quot;Width&quot;:595.0,&quot;Placement&quot;:&quot;Footer&quot;,&quot;Index&quot;:&quot;Primary&quot;,&quot;Section&quot;:1,&quot;Top&quot;:0.0,&quot;Left&quot;:0.0}" style="position:absolute;margin-left:0;margin-top:807pt;width:595.3pt;height:14.5pt;z-index:2516756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" o:allowincell="f" filled="f" stroked="f" strokeweight=".5pt">
              <v:fill o:detectmouseclick="t"/>
              <v:textbox style="mso-fit-shape-to-text:t" inset="20pt,0,0,0">
                <w:txbxContent>
                  <w:p w14:paraId="5509673E" w14:textId="52933F00" w:rsidR="00D146CA" w:rsidRPr="00D146CA" w:rsidRDefault="00D146CA" w:rsidP="00D146CA">
                    <w:pPr>
                      <w:spacing w:after="0"/>
                      <w:rPr>
                        <w:rFonts w:cs="Arial"/>
                        <w:color w:val="000000"/>
                        <w:sz w:val="14"/>
                      </w:rPr>
                    </w:pPr>
                    <w:r w:rsidRPr="00D146CA">
                      <w:rPr>
                        <w:rFonts w:cs="Arial"/>
                        <w:color w:val="000000"/>
                        <w:sz w:val="14"/>
                      </w:rPr>
                      <w:t>C3.1 - Confidential Unencrypted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cs="Times New Roman"/>
          <w:noProof/>
          <w:sz w:val="16"/>
          <w:szCs w:val="16"/>
        </w:rPr>
        <w:id w:val="1290852760"/>
        <w:placeholder>
          <w:docPart w:val="B97ED406E8A047458918FD90F1F74FCE"/>
        </w:placeholder>
        <w:dropDownList>
          <w:listItem w:value="Wählen Sie ein Element aus."/>
          <w:listItem w:displayText="SBB Informatik Einkauf" w:value="SBB Informatik Einkauf"/>
          <w:listItem w:displayText="SBB Konzerneinkauf Verbrauchsgüter" w:value="SBB Konzerneinkauf Verbrauchsgüter"/>
          <w:listItem w:displayText="SBB Konzerneinkauf Dienstleistungen" w:value="SBB Konzerneinkauf Dienstleistungen"/>
        </w:dropDownList>
      </w:sdtPr>
      <w:sdtEndPr/>
      <w:sdtContent>
        <w:r w:rsidR="0026383A">
          <w:rPr>
            <w:rFonts w:cs="Times New Roman"/>
            <w:noProof/>
            <w:sz w:val="16"/>
            <w:szCs w:val="16"/>
          </w:rPr>
          <w:t>SBB Informatik Einkauf</w:t>
        </w:r>
      </w:sdtContent>
    </w:sdt>
    <w:r w:rsidR="0026383A">
      <w:rPr>
        <w:rFonts w:cs="Times New Roman"/>
        <w:noProof/>
        <w:sz w:val="16"/>
        <w:szCs w:val="16"/>
      </w:rPr>
      <w:br/>
    </w:r>
    <w:r w:rsidR="0026383A">
      <w:rPr>
        <w:rFonts w:cs="Times New Roman"/>
        <w:noProof/>
        <w:sz w:val="16"/>
        <w:szCs w:val="16"/>
      </w:rPr>
      <w:fldChar w:fldCharType="begin"/>
    </w:r>
    <w:r w:rsidR="0026383A">
      <w:rPr>
        <w:rFonts w:cs="Times New Roman"/>
        <w:noProof/>
        <w:sz w:val="16"/>
        <w:szCs w:val="16"/>
      </w:rPr>
      <w:instrText xml:space="preserve"> FILENAME \* MERGEFORMAT </w:instrText>
    </w:r>
    <w:r w:rsidR="0026383A">
      <w:rPr>
        <w:rFonts w:cs="Times New Roman"/>
        <w:noProof/>
        <w:sz w:val="16"/>
        <w:szCs w:val="16"/>
      </w:rPr>
      <w:fldChar w:fldCharType="separate"/>
    </w:r>
    <w:r w:rsidR="009D458E">
      <w:rPr>
        <w:rFonts w:cs="Times New Roman"/>
        <w:noProof/>
        <w:sz w:val="16"/>
        <w:szCs w:val="16"/>
      </w:rPr>
      <w:t>KFMS_03_AGU_Anh._03_Nachweise_V1.0.docx</w:t>
    </w:r>
    <w:r w:rsidR="0026383A">
      <w:rPr>
        <w:rFonts w:cs="Times New Roman"/>
        <w:noProof/>
        <w:sz w:val="16"/>
        <w:szCs w:val="16"/>
      </w:rPr>
      <w:fldChar w:fldCharType="end"/>
    </w:r>
  </w:p>
  <w:p w14:paraId="71A42EE1" w14:textId="77777777" w:rsidR="0026383A" w:rsidRPr="00543E89" w:rsidRDefault="0026383A" w:rsidP="003A459D">
    <w:pPr>
      <w:pStyle w:val="Kopfzeile"/>
      <w:framePr w:wrap="auto" w:vAnchor="margin" w:yAlign="inline"/>
      <w:tabs>
        <w:tab w:val="clear" w:pos="4536"/>
        <w:tab w:val="center" w:pos="4820"/>
      </w:tabs>
    </w:pP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 w:rsidRPr="00C10357">
      <w:rPr>
        <w:sz w:val="16"/>
      </w:rPr>
      <w:fldChar w:fldCharType="begin"/>
    </w:r>
    <w:r w:rsidRPr="00C10357">
      <w:rPr>
        <w:sz w:val="16"/>
      </w:rPr>
      <w:instrText xml:space="preserve"> PAGE </w:instrText>
    </w:r>
    <w:r w:rsidRPr="00C10357">
      <w:rPr>
        <w:sz w:val="16"/>
      </w:rPr>
      <w:fldChar w:fldCharType="separate"/>
    </w:r>
    <w:r>
      <w:rPr>
        <w:noProof/>
        <w:sz w:val="16"/>
      </w:rPr>
      <w:t>1</w:t>
    </w:r>
    <w:r w:rsidRPr="00C10357">
      <w:rPr>
        <w:sz w:val="16"/>
      </w:rPr>
      <w:fldChar w:fldCharType="end"/>
    </w:r>
    <w:r w:rsidRPr="00C10357">
      <w:rPr>
        <w:sz w:val="16"/>
      </w:rPr>
      <w:t>/</w:t>
    </w:r>
    <w:r w:rsidRPr="00C10357">
      <w:rPr>
        <w:sz w:val="16"/>
      </w:rPr>
      <w:fldChar w:fldCharType="begin"/>
    </w:r>
    <w:r w:rsidRPr="00C10357">
      <w:rPr>
        <w:sz w:val="16"/>
      </w:rPr>
      <w:instrText xml:space="preserve"> NUMPAGES </w:instrText>
    </w:r>
    <w:r w:rsidRPr="00C10357">
      <w:rPr>
        <w:sz w:val="16"/>
      </w:rPr>
      <w:fldChar w:fldCharType="separate"/>
    </w:r>
    <w:r>
      <w:rPr>
        <w:noProof/>
        <w:sz w:val="16"/>
      </w:rPr>
      <w:t>1</w:t>
    </w:r>
    <w:r w:rsidRPr="00C10357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6428" w14:textId="5A18C2FC" w:rsidR="0026383A" w:rsidRPr="00425FE9" w:rsidRDefault="00D146CA" w:rsidP="00237BBD">
    <w:pPr>
      <w:pStyle w:val="Fuzeile"/>
      <w:framePr w:wrap="auto" w:vAnchor="margin" w:yAlign="inline"/>
      <w:tabs>
        <w:tab w:val="clear" w:pos="9072"/>
        <w:tab w:val="right" w:pos="9639"/>
      </w:tabs>
      <w:jc w:val="right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76676" behindDoc="0" locked="0" layoutInCell="0" allowOverlap="1" wp14:anchorId="02FD1FA2" wp14:editId="7593B4CE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184150"/>
              <wp:effectExtent l="0" t="0" r="2540" b="6350"/>
              <wp:wrapNone/>
              <wp:docPr id="17" name="MSIPCMb2f045d0b79b2dfab3a055e9" descr="{&quot;HashCode&quot;:1677011544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84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EE8094" w14:textId="5E079443" w:rsidR="00D146CA" w:rsidRPr="00D146CA" w:rsidRDefault="00D146CA" w:rsidP="00D146CA">
                          <w:pPr>
                            <w:spacing w:after="0"/>
                            <w:rPr>
                              <w:rFonts w:cs="Arial"/>
                              <w:color w:val="000000"/>
                              <w:sz w:val="14"/>
                            </w:rPr>
                          </w:pPr>
                          <w:r w:rsidRPr="00D146CA">
                            <w:rPr>
                              <w:rFonts w:cs="Arial"/>
                              <w:color w:val="000000"/>
                              <w:sz w:val="14"/>
                            </w:rPr>
                            <w:t>C3.1 - Confidential Unencrypted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FD1FA2" id="_x0000_t202" coordsize="21600,21600" o:spt="202" path="m,l,21600r21600,l21600,xe">
              <v:stroke joinstyle="miter"/>
              <v:path gradientshapeok="t" o:connecttype="rect"/>
            </v:shapetype>
            <v:shape id="MSIPCMb2f045d0b79b2dfab3a055e9" o:spid="_x0000_s1027" type="#_x0000_t202" alt="{&quot;HashCode&quot;:1677011544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4.5pt;z-index:2516766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" o:allowincell="f" filled="f" stroked="f" strokeweight=".5pt">
              <v:fill o:detectmouseclick="t"/>
              <v:textbox style="mso-fit-shape-to-text:t" inset="20pt,0,0,0">
                <w:txbxContent>
                  <w:p w14:paraId="4CEE8094" w14:textId="5E079443" w:rsidR="00D146CA" w:rsidRPr="00D146CA" w:rsidRDefault="00D146CA" w:rsidP="00D146CA">
                    <w:pPr>
                      <w:spacing w:after="0"/>
                      <w:rPr>
                        <w:rFonts w:cs="Arial"/>
                        <w:color w:val="000000"/>
                        <w:sz w:val="14"/>
                      </w:rPr>
                    </w:pPr>
                    <w:r w:rsidRPr="00D146CA">
                      <w:rPr>
                        <w:rFonts w:cs="Arial"/>
                        <w:color w:val="000000"/>
                        <w:sz w:val="14"/>
                      </w:rPr>
                      <w:t>C3.1 - Confidential Unencrypted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6383A" w:rsidRPr="00C10357">
      <w:rPr>
        <w:sz w:val="16"/>
      </w:rPr>
      <w:fldChar w:fldCharType="begin"/>
    </w:r>
    <w:r w:rsidR="0026383A" w:rsidRPr="00C10357">
      <w:rPr>
        <w:sz w:val="16"/>
      </w:rPr>
      <w:instrText xml:space="preserve"> PAGE </w:instrText>
    </w:r>
    <w:r w:rsidR="0026383A" w:rsidRPr="00C10357">
      <w:rPr>
        <w:sz w:val="16"/>
      </w:rPr>
      <w:fldChar w:fldCharType="separate"/>
    </w:r>
    <w:r w:rsidR="0026383A">
      <w:rPr>
        <w:noProof/>
        <w:sz w:val="16"/>
      </w:rPr>
      <w:t>1</w:t>
    </w:r>
    <w:r w:rsidR="0026383A" w:rsidRPr="00C10357">
      <w:rPr>
        <w:sz w:val="16"/>
      </w:rPr>
      <w:fldChar w:fldCharType="end"/>
    </w:r>
    <w:r w:rsidR="0026383A" w:rsidRPr="00C10357">
      <w:rPr>
        <w:sz w:val="16"/>
      </w:rPr>
      <w:t>/</w:t>
    </w:r>
    <w:r w:rsidR="0026383A" w:rsidRPr="00C10357">
      <w:rPr>
        <w:sz w:val="16"/>
      </w:rPr>
      <w:fldChar w:fldCharType="begin"/>
    </w:r>
    <w:r w:rsidR="0026383A" w:rsidRPr="00C10357">
      <w:rPr>
        <w:sz w:val="16"/>
      </w:rPr>
      <w:instrText xml:space="preserve"> NUMPAGES </w:instrText>
    </w:r>
    <w:r w:rsidR="0026383A" w:rsidRPr="00C10357">
      <w:rPr>
        <w:sz w:val="16"/>
      </w:rPr>
      <w:fldChar w:fldCharType="separate"/>
    </w:r>
    <w:r w:rsidR="0026383A">
      <w:rPr>
        <w:noProof/>
        <w:sz w:val="16"/>
      </w:rPr>
      <w:t>1</w:t>
    </w:r>
    <w:r w:rsidR="0026383A" w:rsidRPr="00C10357">
      <w:rPr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9F753" w14:textId="77777777" w:rsidR="00DE36AB" w:rsidRDefault="00DE36AB">
    <w:pPr>
      <w:pStyle w:val="Fuzeile"/>
      <w:framePr w:wrap="notBesid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4D0AB" w14:textId="6F6FB117" w:rsidR="00DE36AB" w:rsidRDefault="00D146CA" w:rsidP="003E7D1D">
    <w:pPr>
      <w:framePr w:w="9613" w:h="376" w:hSpace="141" w:wrap="around" w:vAnchor="text" w:hAnchor="page" w:x="1150" w:y="372"/>
      <w:spacing w:line="240" w:lineRule="auto"/>
    </w:pPr>
    <w:r>
      <w:rPr>
        <w:rFonts w:cs="Times New Roman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7700" behindDoc="0" locked="0" layoutInCell="0" allowOverlap="1" wp14:anchorId="4B053466" wp14:editId="074AD2F7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184150"/>
              <wp:effectExtent l="0" t="0" r="2540" b="6350"/>
              <wp:wrapNone/>
              <wp:docPr id="18" name="MSIPCM2d5e431195755a6f714d791b" descr="{&quot;HashCode&quot;:1677011544,&quot;Height&quot;:841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84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99F49E" w14:textId="06E2D26D" w:rsidR="00D146CA" w:rsidRPr="00D146CA" w:rsidRDefault="00D146CA" w:rsidP="00D146CA">
                          <w:pPr>
                            <w:spacing w:after="0"/>
                            <w:rPr>
                              <w:rFonts w:cs="Arial"/>
                              <w:color w:val="000000"/>
                              <w:sz w:val="14"/>
                            </w:rPr>
                          </w:pPr>
                          <w:r w:rsidRPr="00D146CA">
                            <w:rPr>
                              <w:rFonts w:cs="Arial"/>
                              <w:color w:val="000000"/>
                              <w:sz w:val="14"/>
                            </w:rPr>
                            <w:t>C3.1 - Confidential Unencrypted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053466" id="_x0000_t202" coordsize="21600,21600" o:spt="202" path="m,l,21600r21600,l21600,xe">
              <v:stroke joinstyle="miter"/>
              <v:path gradientshapeok="t" o:connecttype="rect"/>
            </v:shapetype>
            <v:shape id="MSIPCM2d5e431195755a6f714d791b" o:spid="_x0000_s1028" type="#_x0000_t202" alt="{&quot;HashCode&quot;:1677011544,&quot;Height&quot;:841.0,&quot;Width&quot;:595.0,&quot;Placement&quot;:&quot;Footer&quot;,&quot;Index&quot;:&quot;Primary&quot;,&quot;Section&quot;:2,&quot;Top&quot;:0.0,&quot;Left&quot;:0.0}" style="position:absolute;margin-left:0;margin-top:807pt;width:595.3pt;height:14.5pt;z-index:2516777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" o:allowincell="f" filled="f" stroked="f" strokeweight=".5pt">
              <v:fill o:detectmouseclick="t"/>
              <v:textbox style="mso-fit-shape-to-text:t" inset="20pt,0,0,0">
                <w:txbxContent>
                  <w:p w14:paraId="2B99F49E" w14:textId="06E2D26D" w:rsidR="00D146CA" w:rsidRPr="00D146CA" w:rsidRDefault="00D146CA" w:rsidP="00D146CA">
                    <w:pPr>
                      <w:spacing w:after="0"/>
                      <w:rPr>
                        <w:rFonts w:cs="Arial"/>
                        <w:color w:val="000000"/>
                        <w:sz w:val="14"/>
                      </w:rPr>
                    </w:pPr>
                    <w:r w:rsidRPr="00D146CA">
                      <w:rPr>
                        <w:rFonts w:cs="Arial"/>
                        <w:color w:val="000000"/>
                        <w:sz w:val="14"/>
                      </w:rPr>
                      <w:t>C3.1 - Confidential Unencrypted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cs="Times New Roman"/>
          <w:noProof/>
          <w:sz w:val="16"/>
          <w:szCs w:val="16"/>
        </w:rPr>
        <w:id w:val="1625118843"/>
        <w:placeholder>
          <w:docPart w:val="F65EB69A123C41269A23010875276794"/>
        </w:placeholder>
        <w:dropDownList>
          <w:listItem w:value="Wählen Sie ein Element aus."/>
          <w:listItem w:displayText="SBB Informatik Einkauf" w:value="SBB Informatik Einkauf"/>
          <w:listItem w:displayText="SBB Konzerneinkauf Verbrauchsgüter" w:value="SBB Konzerneinkauf Verbrauchsgüter"/>
          <w:listItem w:displayText="SBB Konzerneinkauf Dienstleistungen" w:value="SBB Konzerneinkauf Dienstleistungen"/>
        </w:dropDownList>
      </w:sdtPr>
      <w:sdtEndPr/>
      <w:sdtContent>
        <w:r w:rsidR="00C92923">
          <w:rPr>
            <w:rFonts w:cs="Times New Roman"/>
            <w:noProof/>
            <w:sz w:val="16"/>
            <w:szCs w:val="16"/>
          </w:rPr>
          <w:t>SBB Informatik Einkauf</w:t>
        </w:r>
      </w:sdtContent>
    </w:sdt>
    <w:r w:rsidR="00DE36AB">
      <w:rPr>
        <w:rFonts w:cs="Times New Roman"/>
        <w:noProof/>
        <w:sz w:val="16"/>
        <w:szCs w:val="16"/>
      </w:rPr>
      <w:br/>
    </w:r>
    <w:r w:rsidR="00DE36AB">
      <w:rPr>
        <w:rFonts w:cs="Times New Roman"/>
        <w:noProof/>
        <w:sz w:val="16"/>
        <w:szCs w:val="16"/>
      </w:rPr>
      <w:fldChar w:fldCharType="begin"/>
    </w:r>
    <w:r w:rsidR="00DE36AB">
      <w:rPr>
        <w:rFonts w:cs="Times New Roman"/>
        <w:noProof/>
        <w:sz w:val="16"/>
        <w:szCs w:val="16"/>
      </w:rPr>
      <w:instrText xml:space="preserve"> FILENAME   \* MERGEFORMAT </w:instrText>
    </w:r>
    <w:r w:rsidR="00DE36AB">
      <w:rPr>
        <w:rFonts w:cs="Times New Roman"/>
        <w:noProof/>
        <w:sz w:val="16"/>
        <w:szCs w:val="16"/>
      </w:rPr>
      <w:fldChar w:fldCharType="separate"/>
    </w:r>
    <w:r w:rsidR="009D458E">
      <w:rPr>
        <w:rFonts w:cs="Times New Roman"/>
        <w:noProof/>
        <w:sz w:val="16"/>
        <w:szCs w:val="16"/>
      </w:rPr>
      <w:t>KFMS_03_AGU_Anh._03_Nachweise_V1.0.docx</w:t>
    </w:r>
    <w:r w:rsidR="00DE36AB">
      <w:rPr>
        <w:rFonts w:cs="Times New Roman"/>
        <w:noProof/>
        <w:sz w:val="16"/>
        <w:szCs w:val="16"/>
      </w:rPr>
      <w:fldChar w:fldCharType="end"/>
    </w:r>
  </w:p>
  <w:p w14:paraId="6B35F953" w14:textId="112116BD" w:rsidR="00DE36AB" w:rsidRPr="00543E89" w:rsidRDefault="00DE36AB" w:rsidP="00543E89">
    <w:pPr>
      <w:pStyle w:val="Kopfzeile"/>
      <w:framePr w:wrap="auto" w:vAnchor="margin" w:yAlign="inline"/>
    </w:pPr>
    <w:r>
      <w:rPr>
        <w:sz w:val="16"/>
        <w:szCs w:val="16"/>
      </w:rPr>
      <w:tab/>
    </w:r>
    <w:r>
      <w:rPr>
        <w:sz w:val="16"/>
        <w:szCs w:val="16"/>
      </w:rPr>
      <w:tab/>
    </w:r>
    <w:r w:rsidRPr="00C10357">
      <w:rPr>
        <w:sz w:val="16"/>
      </w:rPr>
      <w:fldChar w:fldCharType="begin"/>
    </w:r>
    <w:r w:rsidRPr="00C10357">
      <w:rPr>
        <w:sz w:val="16"/>
      </w:rPr>
      <w:instrText xml:space="preserve"> PAGE </w:instrText>
    </w:r>
    <w:r w:rsidRPr="00C10357">
      <w:rPr>
        <w:sz w:val="16"/>
      </w:rPr>
      <w:fldChar w:fldCharType="separate"/>
    </w:r>
    <w:r>
      <w:rPr>
        <w:noProof/>
        <w:sz w:val="16"/>
      </w:rPr>
      <w:t>1</w:t>
    </w:r>
    <w:r w:rsidRPr="00C10357">
      <w:rPr>
        <w:sz w:val="16"/>
      </w:rPr>
      <w:fldChar w:fldCharType="end"/>
    </w:r>
    <w:r w:rsidRPr="00C10357">
      <w:rPr>
        <w:sz w:val="16"/>
      </w:rPr>
      <w:t>/</w:t>
    </w:r>
    <w:r w:rsidRPr="00C10357">
      <w:rPr>
        <w:sz w:val="16"/>
      </w:rPr>
      <w:fldChar w:fldCharType="begin"/>
    </w:r>
    <w:r w:rsidRPr="00C10357">
      <w:rPr>
        <w:sz w:val="16"/>
      </w:rPr>
      <w:instrText xml:space="preserve"> NUMPAGES </w:instrText>
    </w:r>
    <w:r w:rsidRPr="00C10357">
      <w:rPr>
        <w:sz w:val="16"/>
      </w:rPr>
      <w:fldChar w:fldCharType="separate"/>
    </w:r>
    <w:r>
      <w:rPr>
        <w:noProof/>
        <w:sz w:val="16"/>
      </w:rPr>
      <w:t>1</w:t>
    </w:r>
    <w:r w:rsidRPr="00C10357">
      <w:rPr>
        <w:sz w:val="1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55105" w14:textId="0E489CCB" w:rsidR="00DE36AB" w:rsidRPr="00425FE9" w:rsidRDefault="00D146CA" w:rsidP="00237BBD">
    <w:pPr>
      <w:pStyle w:val="Fuzeile"/>
      <w:framePr w:wrap="auto" w:vAnchor="margin" w:yAlign="inline"/>
      <w:tabs>
        <w:tab w:val="clear" w:pos="9072"/>
        <w:tab w:val="right" w:pos="9639"/>
      </w:tabs>
      <w:jc w:val="right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78724" behindDoc="0" locked="0" layoutInCell="0" allowOverlap="1" wp14:anchorId="12B3CB99" wp14:editId="220402E4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184150"/>
              <wp:effectExtent l="0" t="0" r="2540" b="6350"/>
              <wp:wrapNone/>
              <wp:docPr id="19" name="MSIPCMc9374992942c71c860b16b68" descr="{&quot;HashCode&quot;:1677011544,&quot;Height&quot;:841.0,&quot;Width&quot;:595.0,&quot;Placement&quot;:&quot;Footer&quot;,&quot;Index&quot;:&quot;FirstPage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84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5EF4315" w14:textId="7583CED5" w:rsidR="00D146CA" w:rsidRPr="00D146CA" w:rsidRDefault="00D146CA" w:rsidP="00D146CA">
                          <w:pPr>
                            <w:spacing w:after="0"/>
                            <w:rPr>
                              <w:rFonts w:cs="Arial"/>
                              <w:color w:val="000000"/>
                              <w:sz w:val="14"/>
                            </w:rPr>
                          </w:pPr>
                          <w:r w:rsidRPr="00D146CA">
                            <w:rPr>
                              <w:rFonts w:cs="Arial"/>
                              <w:color w:val="000000"/>
                              <w:sz w:val="14"/>
                            </w:rPr>
                            <w:t>C3.1 - Confidential Unencrypted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B3CB99" id="_x0000_t202" coordsize="21600,21600" o:spt="202" path="m,l,21600r21600,l21600,xe">
              <v:stroke joinstyle="miter"/>
              <v:path gradientshapeok="t" o:connecttype="rect"/>
            </v:shapetype>
            <v:shape id="MSIPCMc9374992942c71c860b16b68" o:spid="_x0000_s1029" type="#_x0000_t202" alt="{&quot;HashCode&quot;:1677011544,&quot;Height&quot;:841.0,&quot;Width&quot;:595.0,&quot;Placement&quot;:&quot;Footer&quot;,&quot;Index&quot;:&quot;FirstPage&quot;,&quot;Section&quot;:2,&quot;Top&quot;:0.0,&quot;Left&quot;:0.0}" style="position:absolute;left:0;text-align:left;margin-left:0;margin-top:807pt;width:595.3pt;height:14.5pt;z-index:2516787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" o:allowincell="f" filled="f" stroked="f" strokeweight=".5pt">
              <v:fill o:detectmouseclick="t"/>
              <v:textbox style="mso-fit-shape-to-text:t" inset="20pt,0,0,0">
                <w:txbxContent>
                  <w:p w14:paraId="25EF4315" w14:textId="7583CED5" w:rsidR="00D146CA" w:rsidRPr="00D146CA" w:rsidRDefault="00D146CA" w:rsidP="00D146CA">
                    <w:pPr>
                      <w:spacing w:after="0"/>
                      <w:rPr>
                        <w:rFonts w:cs="Arial"/>
                        <w:color w:val="000000"/>
                        <w:sz w:val="14"/>
                      </w:rPr>
                    </w:pPr>
                    <w:r w:rsidRPr="00D146CA">
                      <w:rPr>
                        <w:rFonts w:cs="Arial"/>
                        <w:color w:val="000000"/>
                        <w:sz w:val="14"/>
                      </w:rPr>
                      <w:t>C3.1 - Confidential Unencrypted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E36AB" w:rsidRPr="00C10357">
      <w:rPr>
        <w:sz w:val="16"/>
      </w:rPr>
      <w:fldChar w:fldCharType="begin"/>
    </w:r>
    <w:r w:rsidR="00DE36AB" w:rsidRPr="00C10357">
      <w:rPr>
        <w:sz w:val="16"/>
      </w:rPr>
      <w:instrText xml:space="preserve"> PAGE </w:instrText>
    </w:r>
    <w:r w:rsidR="00DE36AB" w:rsidRPr="00C10357">
      <w:rPr>
        <w:sz w:val="16"/>
      </w:rPr>
      <w:fldChar w:fldCharType="separate"/>
    </w:r>
    <w:r w:rsidR="00DE36AB">
      <w:rPr>
        <w:noProof/>
        <w:sz w:val="16"/>
      </w:rPr>
      <w:t>1</w:t>
    </w:r>
    <w:r w:rsidR="00DE36AB" w:rsidRPr="00C10357">
      <w:rPr>
        <w:sz w:val="16"/>
      </w:rPr>
      <w:fldChar w:fldCharType="end"/>
    </w:r>
    <w:r w:rsidR="00DE36AB" w:rsidRPr="00C10357">
      <w:rPr>
        <w:sz w:val="16"/>
      </w:rPr>
      <w:t>/</w:t>
    </w:r>
    <w:r w:rsidR="00DE36AB" w:rsidRPr="00C10357">
      <w:rPr>
        <w:sz w:val="16"/>
      </w:rPr>
      <w:fldChar w:fldCharType="begin"/>
    </w:r>
    <w:r w:rsidR="00DE36AB" w:rsidRPr="00C10357">
      <w:rPr>
        <w:sz w:val="16"/>
      </w:rPr>
      <w:instrText xml:space="preserve"> NUMPAGES </w:instrText>
    </w:r>
    <w:r w:rsidR="00DE36AB" w:rsidRPr="00C10357">
      <w:rPr>
        <w:sz w:val="16"/>
      </w:rPr>
      <w:fldChar w:fldCharType="separate"/>
    </w:r>
    <w:r w:rsidR="00DE36AB">
      <w:rPr>
        <w:noProof/>
        <w:sz w:val="16"/>
      </w:rPr>
      <w:t>1</w:t>
    </w:r>
    <w:r w:rsidR="00DE36AB" w:rsidRPr="00C10357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48676" w14:textId="77777777" w:rsidR="00BB27A2" w:rsidRDefault="00BB27A2">
      <w:r>
        <w:separator/>
      </w:r>
    </w:p>
  </w:footnote>
  <w:footnote w:type="continuationSeparator" w:id="0">
    <w:p w14:paraId="44326C31" w14:textId="77777777" w:rsidR="00BB27A2" w:rsidRDefault="00BB27A2">
      <w:r>
        <w:continuationSeparator/>
      </w:r>
    </w:p>
  </w:footnote>
  <w:footnote w:type="continuationNotice" w:id="1">
    <w:p w14:paraId="4BD18A34" w14:textId="77777777" w:rsidR="00BB27A2" w:rsidRDefault="00BB27A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96F77" w14:textId="77777777" w:rsidR="00D146CA" w:rsidRDefault="00D146CA">
    <w:pPr>
      <w:pStyle w:val="Kopfzeile"/>
      <w:framePr w:wrap="notBesid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377"/>
      <w:gridCol w:w="7115"/>
    </w:tblGrid>
    <w:tr w:rsidR="0026383A" w14:paraId="5069BB42" w14:textId="77777777" w:rsidTr="6B12A523">
      <w:trPr>
        <w:cantSplit/>
        <w:trHeight w:hRule="exact" w:val="142"/>
      </w:trPr>
      <w:tc>
        <w:tcPr>
          <w:tcW w:w="2377" w:type="dxa"/>
        </w:tcPr>
        <w:p w14:paraId="6AA9D3AE" w14:textId="77777777" w:rsidR="0026383A" w:rsidRDefault="0026383A"/>
      </w:tc>
      <w:tc>
        <w:tcPr>
          <w:tcW w:w="7115" w:type="dxa"/>
        </w:tcPr>
        <w:p w14:paraId="102AAE34" w14:textId="77777777" w:rsidR="0026383A" w:rsidRDefault="0026383A">
          <w:r>
            <w:rPr>
              <w:noProof/>
            </w:rPr>
            <w:drawing>
              <wp:inline distT="0" distB="0" distL="0" distR="0" wp14:anchorId="5BDBEE31" wp14:editId="1F4DB3DB">
                <wp:extent cx="1661160" cy="224790"/>
                <wp:effectExtent l="0" t="0" r="0" b="3810"/>
                <wp:docPr id="1" name="Bild 1" descr="SBB_POS_2F_CMYK_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/>
                        <pic:cNvPicPr/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1160" cy="224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02F99B2D" wp14:editId="3CC2ACD1">
                <wp:extent cx="2714625" cy="229870"/>
                <wp:effectExtent l="0" t="0" r="9525" b="0"/>
                <wp:docPr id="2" name="Bild 2" descr="CARGO_POS_2F_CMYK_100 Kopi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2"/>
                        <pic:cNvPicPr/>
                      </pic:nvPicPr>
                      <pic:blipFill>
                        <a:blip r:embed="rId3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462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136CB2DC" wp14:editId="4C165FBD">
                <wp:extent cx="2063115" cy="229870"/>
                <wp:effectExtent l="0" t="0" r="0" b="0"/>
                <wp:docPr id="4" name="Bild 3" descr="SBB_POS_2F_CMYK_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"/>
                        <pic:cNvPicPr/>
                      </pic:nvPicPr>
                      <pic:blipFill>
                        <a:blip r:embed="rId5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6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11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41BFED" w14:textId="77777777" w:rsidR="0026383A" w:rsidRDefault="0026383A" w:rsidP="00543E89">
    <w:pPr>
      <w:pStyle w:val="Kopfzeile"/>
      <w:framePr w:wrap="auto" w:vAnchor="margin" w:yAlign="inli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A64E" w14:textId="77777777" w:rsidR="0026383A" w:rsidRPr="00AF3BF9" w:rsidRDefault="0026383A" w:rsidP="00237BBD">
    <w:pPr>
      <w:pStyle w:val="Kopfzeile"/>
      <w:framePr w:wrap="auto" w:vAnchor="margin" w:yAlign="inline"/>
      <w:tabs>
        <w:tab w:val="left" w:pos="8355"/>
        <w:tab w:val="right" w:pos="9638"/>
      </w:tabs>
    </w:pPr>
    <w:r w:rsidRPr="00417DBF">
      <w:rPr>
        <w:noProof/>
      </w:rPr>
      <w:drawing>
        <wp:anchor distT="0" distB="0" distL="114300" distR="114300" simplePos="0" relativeHeight="251658240" behindDoc="1" locked="0" layoutInCell="1" allowOverlap="1" wp14:anchorId="3789D293" wp14:editId="3D6029E5">
          <wp:simplePos x="0" y="0"/>
          <wp:positionH relativeFrom="column">
            <wp:posOffset>4309745</wp:posOffset>
          </wp:positionH>
          <wp:positionV relativeFrom="paragraph">
            <wp:posOffset>0</wp:posOffset>
          </wp:positionV>
          <wp:extent cx="2062800" cy="219600"/>
          <wp:effectExtent l="0" t="0" r="0" b="9525"/>
          <wp:wrapTight wrapText="bothSides">
            <wp:wrapPolygon edited="0">
              <wp:start x="0" y="0"/>
              <wp:lineTo x="0" y="20661"/>
              <wp:lineTo x="7182" y="20661"/>
              <wp:lineTo x="21347" y="20661"/>
              <wp:lineTo x="21347" y="0"/>
              <wp:lineTo x="7182" y="0"/>
              <wp:lineTo x="0" y="0"/>
            </wp:wrapPolygon>
          </wp:wrapTight>
          <wp:docPr id="6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BB_POS_2F_CMYK_10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28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978B" w14:textId="77777777" w:rsidR="00DE36AB" w:rsidRDefault="00DE36AB">
    <w:pPr>
      <w:pStyle w:val="Kopfzeile"/>
      <w:framePr w:wrap="notBesid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377"/>
      <w:gridCol w:w="7115"/>
    </w:tblGrid>
    <w:tr w:rsidR="00DE36AB" w14:paraId="7305C6BF" w14:textId="77777777" w:rsidTr="43F3A7A1">
      <w:trPr>
        <w:cantSplit/>
        <w:trHeight w:hRule="exact" w:val="142"/>
      </w:trPr>
      <w:tc>
        <w:tcPr>
          <w:tcW w:w="2377" w:type="dxa"/>
        </w:tcPr>
        <w:p w14:paraId="650997CA" w14:textId="77777777" w:rsidR="00DE36AB" w:rsidRDefault="00DE36AB">
          <w:pPr>
            <w:pStyle w:val="Logo"/>
            <w:ind w:right="0"/>
            <w:jc w:val="left"/>
          </w:pPr>
        </w:p>
      </w:tc>
      <w:tc>
        <w:tcPr>
          <w:tcW w:w="7115" w:type="dxa"/>
        </w:tcPr>
        <w:p w14:paraId="3C10FEA5" w14:textId="77777777" w:rsidR="00DE36AB" w:rsidRPr="00C510A3" w:rsidRDefault="00DE36AB">
          <w:pPr>
            <w:pStyle w:val="Logo"/>
            <w:ind w:right="0"/>
          </w:pPr>
          <w:bookmarkStart w:id="20" w:name="BkmCargoInt2"/>
          <w:r>
            <w:drawing>
              <wp:inline distT="0" distB="0" distL="0" distR="0" wp14:anchorId="0950217A" wp14:editId="5BC918E0">
                <wp:extent cx="1661160" cy="224790"/>
                <wp:effectExtent l="0" t="0" r="0" b="3810"/>
                <wp:docPr id="7" name="Bild 1" descr="SBB_POS_2F_CMYK_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/>
                        <pic:cNvPicPr/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1160" cy="224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drawing>
              <wp:inline distT="0" distB="0" distL="0" distR="0" wp14:anchorId="24ADCA87" wp14:editId="3F3ADD16">
                <wp:extent cx="2714625" cy="229870"/>
                <wp:effectExtent l="0" t="0" r="9525" b="0"/>
                <wp:docPr id="8" name="Bild 2" descr="CARGO_POS_2F_CMYK_100 Kopi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2"/>
                        <pic:cNvPicPr/>
                      </pic:nvPicPr>
                      <pic:blipFill>
                        <a:blip r:embed="rId3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462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drawing>
              <wp:inline distT="0" distB="0" distL="0" distR="0" wp14:anchorId="2B59C079" wp14:editId="73EDAD09">
                <wp:extent cx="2063115" cy="229870"/>
                <wp:effectExtent l="0" t="0" r="0" b="0"/>
                <wp:docPr id="9" name="Bild 3" descr="SBB_POS_2F_CMYK_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"/>
                        <pic:cNvPicPr/>
                      </pic:nvPicPr>
                      <pic:blipFill>
                        <a:blip r:embed="rId5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6">
                                  <a14:imgEffect>
                                    <a14:brightnessContrast brigh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115" cy="229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Start w:id="21" w:name="BkmCargo2"/>
          <w:bookmarkStart w:id="22" w:name="BkmSBB2"/>
          <w:bookmarkEnd w:id="20"/>
          <w:bookmarkEnd w:id="21"/>
          <w:bookmarkEnd w:id="22"/>
        </w:p>
      </w:tc>
    </w:tr>
  </w:tbl>
  <w:p w14:paraId="3FA6802D" w14:textId="77777777" w:rsidR="00DE36AB" w:rsidRDefault="00DE36AB" w:rsidP="00543E89">
    <w:pPr>
      <w:pStyle w:val="Kopfzeile"/>
      <w:framePr w:wrap="auto" w:vAnchor="margin" w:yAlign="inli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3EFC" w14:textId="52EF65D0" w:rsidR="00DE36AB" w:rsidRPr="00AF3BF9" w:rsidRDefault="00DE36AB" w:rsidP="00D37EB9">
    <w:pPr>
      <w:pStyle w:val="Kopfzeile"/>
      <w:framePr w:wrap="auto" w:vAnchor="margin" w:yAlign="inline"/>
      <w:tabs>
        <w:tab w:val="left" w:pos="8355"/>
        <w:tab w:val="right" w:pos="9638"/>
      </w:tabs>
      <w:jc w:val="right"/>
    </w:pPr>
    <w:bookmarkStart w:id="23" w:name="BkmSBB1"/>
    <w:bookmarkStart w:id="24" w:name="BkmLogo"/>
    <w:r w:rsidRPr="00C510A3">
      <w:rPr>
        <w:noProof/>
      </w:rPr>
      <w:drawing>
        <wp:inline distT="0" distB="0" distL="0" distR="0" wp14:anchorId="387088E8" wp14:editId="41972675">
          <wp:extent cx="2061845" cy="218184"/>
          <wp:effectExtent l="0" t="0" r="0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1845" cy="218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954CCB0"/>
    <w:lvl w:ilvl="0">
      <w:start w:val="1"/>
      <w:numFmt w:val="bullet"/>
      <w:pStyle w:val="Aufzhlungszeichen5"/>
      <w:lvlText w:val="è"/>
      <w:lvlJc w:val="left"/>
      <w:pPr>
        <w:ind w:left="1492" w:hanging="360"/>
      </w:pPr>
      <w:rPr>
        <w:rFonts w:ascii="Wingdings" w:hAnsi="Wingdings" w:hint="default"/>
      </w:rPr>
    </w:lvl>
  </w:abstractNum>
  <w:abstractNum w:abstractNumId="1" w15:restartNumberingAfterBreak="0">
    <w:nsid w:val="FFFFFF81"/>
    <w:multiLevelType w:val="singleLevel"/>
    <w:tmpl w:val="0CD0D28A"/>
    <w:lvl w:ilvl="0">
      <w:start w:val="1"/>
      <w:numFmt w:val="bullet"/>
      <w:pStyle w:val="Aufzhlungszeichen4"/>
      <w:lvlText w:val="è"/>
      <w:lvlJc w:val="left"/>
      <w:pPr>
        <w:ind w:left="1209" w:hanging="360"/>
      </w:pPr>
      <w:rPr>
        <w:rFonts w:ascii="Wingdings" w:hAnsi="Wingdings" w:hint="default"/>
      </w:rPr>
    </w:lvl>
  </w:abstractNum>
  <w:abstractNum w:abstractNumId="2" w15:restartNumberingAfterBreak="0">
    <w:nsid w:val="FFFFFF82"/>
    <w:multiLevelType w:val="singleLevel"/>
    <w:tmpl w:val="3F32C0C8"/>
    <w:lvl w:ilvl="0">
      <w:start w:val="1"/>
      <w:numFmt w:val="bullet"/>
      <w:pStyle w:val="Aufzhlungszeichen3"/>
      <w:lvlText w:val="è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378C4514"/>
    <w:lvl w:ilvl="0">
      <w:start w:val="1"/>
      <w:numFmt w:val="bullet"/>
      <w:pStyle w:val="Aufzhlungszeichen2"/>
      <w:lvlText w:val="è"/>
      <w:lvlJc w:val="left"/>
      <w:pPr>
        <w:ind w:left="643" w:hanging="360"/>
      </w:pPr>
      <w:rPr>
        <w:rFonts w:ascii="Wingdings" w:hAnsi="Wingdings" w:hint="default"/>
      </w:rPr>
    </w:lvl>
  </w:abstractNum>
  <w:abstractNum w:abstractNumId="4" w15:restartNumberingAfterBreak="0">
    <w:nsid w:val="FFFFFF89"/>
    <w:multiLevelType w:val="singleLevel"/>
    <w:tmpl w:val="6AD252E6"/>
    <w:lvl w:ilvl="0">
      <w:start w:val="1"/>
      <w:numFmt w:val="bullet"/>
      <w:pStyle w:val="Aufzhlungszeichen"/>
      <w:lvlText w:val="è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4E522E"/>
    <w:multiLevelType w:val="hybridMultilevel"/>
    <w:tmpl w:val="12162D78"/>
    <w:lvl w:ilvl="0" w:tplc="F746D0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0270F"/>
    <w:multiLevelType w:val="hybridMultilevel"/>
    <w:tmpl w:val="4B46399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526"/>
    <w:multiLevelType w:val="hybridMultilevel"/>
    <w:tmpl w:val="2BA84084"/>
    <w:lvl w:ilvl="0" w:tplc="7840CD60">
      <w:start w:val="1"/>
      <w:numFmt w:val="bullet"/>
      <w:pStyle w:val="Aufzhlung1"/>
      <w:lvlText w:val=""/>
      <w:lvlJc w:val="left"/>
      <w:pPr>
        <w:ind w:left="1571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8193A39"/>
    <w:multiLevelType w:val="multilevel"/>
    <w:tmpl w:val="B46040C6"/>
    <w:lvl w:ilvl="0">
      <w:start w:val="1"/>
      <w:numFmt w:val="bullet"/>
      <w:pStyle w:val="FormatvorlageMasterCharCharCharNach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54413A"/>
    <w:multiLevelType w:val="multilevel"/>
    <w:tmpl w:val="4D844DB4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berschrift2"/>
      <w:lvlText w:val="%1.%2."/>
      <w:lvlJc w:val="left"/>
      <w:pPr>
        <w:ind w:left="794" w:hanging="79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0" w15:restartNumberingAfterBreak="0">
    <w:nsid w:val="2A942524"/>
    <w:multiLevelType w:val="multilevel"/>
    <w:tmpl w:val="0784A6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39F0689"/>
    <w:multiLevelType w:val="hybridMultilevel"/>
    <w:tmpl w:val="BCE2CAC2"/>
    <w:lvl w:ilvl="0" w:tplc="FD94A3FC">
      <w:start w:val="1"/>
      <w:numFmt w:val="bullet"/>
      <w:pStyle w:val="Listenabsatz"/>
      <w:lvlText w:val="è"/>
      <w:lvlJc w:val="left"/>
      <w:pPr>
        <w:ind w:left="144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17709E"/>
    <w:multiLevelType w:val="hybridMultilevel"/>
    <w:tmpl w:val="35AA23E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73430"/>
    <w:multiLevelType w:val="hybridMultilevel"/>
    <w:tmpl w:val="B2888324"/>
    <w:styleLink w:val="Nummerierung"/>
    <w:lvl w:ilvl="0" w:tplc="C2EA1408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1" w:tplc="D2C8EF90">
      <w:start w:val="1"/>
      <w:numFmt w:val="lowerLetter"/>
      <w:lvlText w:val="%2)"/>
      <w:lvlJc w:val="left"/>
      <w:pPr>
        <w:tabs>
          <w:tab w:val="num" w:pos="1531"/>
        </w:tabs>
        <w:ind w:left="1531" w:hanging="340"/>
      </w:pPr>
      <w:rPr>
        <w:rFonts w:hint="default"/>
      </w:rPr>
    </w:lvl>
    <w:lvl w:ilvl="2" w:tplc="2D7AF6F8">
      <w:start w:val="1"/>
      <w:numFmt w:val="upperRoman"/>
      <w:lvlText w:val="%3.)"/>
      <w:lvlJc w:val="left"/>
      <w:pPr>
        <w:tabs>
          <w:tab w:val="num" w:pos="1871"/>
        </w:tabs>
        <w:ind w:left="1871" w:hanging="340"/>
      </w:pPr>
      <w:rPr>
        <w:rFonts w:hint="default"/>
      </w:rPr>
    </w:lvl>
    <w:lvl w:ilvl="3" w:tplc="2B7A4A54">
      <w:start w:val="1"/>
      <w:numFmt w:val="decimal"/>
      <w:lvlText w:val="%4)"/>
      <w:lvlJc w:val="left"/>
      <w:pPr>
        <w:tabs>
          <w:tab w:val="num" w:pos="2211"/>
        </w:tabs>
        <w:ind w:left="2211" w:hanging="340"/>
      </w:pPr>
      <w:rPr>
        <w:rFonts w:hint="default"/>
      </w:rPr>
    </w:lvl>
    <w:lvl w:ilvl="4" w:tplc="FBC42C5A">
      <w:start w:val="1"/>
      <w:numFmt w:val="decimal"/>
      <w:lvlText w:val="(%5)"/>
      <w:lvlJc w:val="left"/>
      <w:pPr>
        <w:tabs>
          <w:tab w:val="num" w:pos="4091"/>
        </w:tabs>
        <w:ind w:left="3731" w:firstLine="0"/>
      </w:pPr>
      <w:rPr>
        <w:rFonts w:hint="default"/>
      </w:rPr>
    </w:lvl>
    <w:lvl w:ilvl="5" w:tplc="BDA2AA30">
      <w:start w:val="1"/>
      <w:numFmt w:val="lowerLetter"/>
      <w:lvlText w:val="(%6)"/>
      <w:lvlJc w:val="left"/>
      <w:pPr>
        <w:tabs>
          <w:tab w:val="num" w:pos="4811"/>
        </w:tabs>
        <w:ind w:left="4451" w:firstLine="0"/>
      </w:pPr>
      <w:rPr>
        <w:rFonts w:hint="default"/>
      </w:rPr>
    </w:lvl>
    <w:lvl w:ilvl="6" w:tplc="6102E980">
      <w:start w:val="1"/>
      <w:numFmt w:val="lowerRoman"/>
      <w:lvlText w:val="(%7)"/>
      <w:lvlJc w:val="left"/>
      <w:pPr>
        <w:tabs>
          <w:tab w:val="num" w:pos="5531"/>
        </w:tabs>
        <w:ind w:left="5171" w:firstLine="0"/>
      </w:pPr>
      <w:rPr>
        <w:rFonts w:hint="default"/>
      </w:rPr>
    </w:lvl>
    <w:lvl w:ilvl="7" w:tplc="8500FA64">
      <w:start w:val="1"/>
      <w:numFmt w:val="lowerLetter"/>
      <w:lvlText w:val="(%8)"/>
      <w:lvlJc w:val="left"/>
      <w:pPr>
        <w:tabs>
          <w:tab w:val="num" w:pos="6251"/>
        </w:tabs>
        <w:ind w:left="5891" w:firstLine="0"/>
      </w:pPr>
      <w:rPr>
        <w:rFonts w:hint="default"/>
      </w:rPr>
    </w:lvl>
    <w:lvl w:ilvl="8" w:tplc="5E764A3A">
      <w:start w:val="1"/>
      <w:numFmt w:val="lowerRoman"/>
      <w:lvlText w:val="(%9)"/>
      <w:lvlJc w:val="left"/>
      <w:pPr>
        <w:tabs>
          <w:tab w:val="num" w:pos="6971"/>
        </w:tabs>
        <w:ind w:left="6611" w:firstLine="0"/>
      </w:pPr>
      <w:rPr>
        <w:rFonts w:hint="default"/>
      </w:rPr>
    </w:lvl>
  </w:abstractNum>
  <w:abstractNum w:abstractNumId="14" w15:restartNumberingAfterBreak="0">
    <w:nsid w:val="419A7254"/>
    <w:multiLevelType w:val="hybridMultilevel"/>
    <w:tmpl w:val="8E000CAC"/>
    <w:lvl w:ilvl="0" w:tplc="A38CB230">
      <w:start w:val="1"/>
      <w:numFmt w:val="bullet"/>
      <w:pStyle w:val="Liste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7615F"/>
    <w:multiLevelType w:val="hybridMultilevel"/>
    <w:tmpl w:val="4A3EB8B8"/>
    <w:lvl w:ilvl="0" w:tplc="0CF20FE6">
      <w:start w:val="1"/>
      <w:numFmt w:val="bullet"/>
      <w:pStyle w:val="Tabelle-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FC5C80"/>
    <w:multiLevelType w:val="hybridMultilevel"/>
    <w:tmpl w:val="35AA23E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837A5"/>
    <w:multiLevelType w:val="hybridMultilevel"/>
    <w:tmpl w:val="1C38E7A4"/>
    <w:lvl w:ilvl="0" w:tplc="CE2864A8">
      <w:start w:val="1"/>
      <w:numFmt w:val="bullet"/>
      <w:pStyle w:val="Textkrper-Zeileneinzu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890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1E7F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A436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B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01ACB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D479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D457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C6DD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C4FCC"/>
    <w:multiLevelType w:val="hybridMultilevel"/>
    <w:tmpl w:val="27487DF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2B1FE6"/>
    <w:multiLevelType w:val="hybridMultilevel"/>
    <w:tmpl w:val="EE5E42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A0F06"/>
    <w:multiLevelType w:val="hybridMultilevel"/>
    <w:tmpl w:val="0B041A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24406"/>
    <w:multiLevelType w:val="hybridMultilevel"/>
    <w:tmpl w:val="7F6CC454"/>
    <w:styleLink w:val="Aufzhlung"/>
    <w:lvl w:ilvl="0" w:tplc="478E7C7C">
      <w:start w:val="1"/>
      <w:numFmt w:val="bullet"/>
      <w:lvlText w:val="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40FEAD56">
      <w:start w:val="1"/>
      <w:numFmt w:val="bullet"/>
      <w:lvlText w:val=""/>
      <w:lvlJc w:val="left"/>
      <w:pPr>
        <w:tabs>
          <w:tab w:val="num" w:pos="1531"/>
        </w:tabs>
        <w:ind w:left="1531" w:hanging="340"/>
      </w:pPr>
      <w:rPr>
        <w:rFonts w:ascii="Symbol" w:hAnsi="Symbol" w:hint="default"/>
      </w:rPr>
    </w:lvl>
    <w:lvl w:ilvl="2" w:tplc="283001CC">
      <w:start w:val="1"/>
      <w:numFmt w:val="bullet"/>
      <w:lvlText w:val=""/>
      <w:lvlJc w:val="left"/>
      <w:pPr>
        <w:tabs>
          <w:tab w:val="num" w:pos="1871"/>
        </w:tabs>
        <w:ind w:left="1871" w:hanging="340"/>
      </w:pPr>
      <w:rPr>
        <w:rFonts w:ascii="Wingdings" w:hAnsi="Wingdings" w:hint="default"/>
      </w:rPr>
    </w:lvl>
    <w:lvl w:ilvl="3" w:tplc="3022FEF8">
      <w:start w:val="1"/>
      <w:numFmt w:val="bullet"/>
      <w:lvlText w:val=""/>
      <w:lvlJc w:val="left"/>
      <w:pPr>
        <w:tabs>
          <w:tab w:val="num" w:pos="2211"/>
        </w:tabs>
        <w:ind w:left="2211" w:hanging="340"/>
      </w:pPr>
      <w:rPr>
        <w:rFonts w:ascii="Symbol" w:hAnsi="Symbol" w:hint="default"/>
      </w:rPr>
    </w:lvl>
    <w:lvl w:ilvl="4" w:tplc="16F895EE">
      <w:start w:val="1"/>
      <w:numFmt w:val="bullet"/>
      <w:lvlText w:val="o"/>
      <w:lvlJc w:val="left"/>
      <w:pPr>
        <w:tabs>
          <w:tab w:val="num" w:pos="2552"/>
        </w:tabs>
        <w:ind w:left="2552" w:hanging="341"/>
      </w:pPr>
      <w:rPr>
        <w:rFonts w:ascii="Courier New" w:hAnsi="Courier New" w:hint="default"/>
      </w:rPr>
    </w:lvl>
    <w:lvl w:ilvl="5" w:tplc="48E029A0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655AAEC2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F126F072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DA70A8C2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num w:numId="1" w16cid:durableId="724833388">
    <w:abstractNumId w:val="3"/>
  </w:num>
  <w:num w:numId="2" w16cid:durableId="882446458">
    <w:abstractNumId w:val="2"/>
  </w:num>
  <w:num w:numId="3" w16cid:durableId="2064668487">
    <w:abstractNumId w:val="1"/>
  </w:num>
  <w:num w:numId="4" w16cid:durableId="1655841250">
    <w:abstractNumId w:val="0"/>
  </w:num>
  <w:num w:numId="5" w16cid:durableId="1382248868">
    <w:abstractNumId w:val="4"/>
  </w:num>
  <w:num w:numId="6" w16cid:durableId="819150631">
    <w:abstractNumId w:val="14"/>
  </w:num>
  <w:num w:numId="7" w16cid:durableId="1140920461">
    <w:abstractNumId w:val="11"/>
  </w:num>
  <w:num w:numId="8" w16cid:durableId="830294833">
    <w:abstractNumId w:val="9"/>
  </w:num>
  <w:num w:numId="9" w16cid:durableId="976496020">
    <w:abstractNumId w:val="15"/>
  </w:num>
  <w:num w:numId="10" w16cid:durableId="939487532">
    <w:abstractNumId w:val="17"/>
  </w:num>
  <w:num w:numId="11" w16cid:durableId="212545341">
    <w:abstractNumId w:val="10"/>
  </w:num>
  <w:num w:numId="12" w16cid:durableId="1630863365">
    <w:abstractNumId w:val="13"/>
  </w:num>
  <w:num w:numId="13" w16cid:durableId="1393426649">
    <w:abstractNumId w:val="21"/>
  </w:num>
  <w:num w:numId="14" w16cid:durableId="1405176829">
    <w:abstractNumId w:val="8"/>
  </w:num>
  <w:num w:numId="15" w16cid:durableId="2008046915">
    <w:abstractNumId w:val="7"/>
  </w:num>
  <w:num w:numId="16" w16cid:durableId="1725251968">
    <w:abstractNumId w:val="6"/>
  </w:num>
  <w:num w:numId="17" w16cid:durableId="566234361">
    <w:abstractNumId w:val="12"/>
  </w:num>
  <w:num w:numId="18" w16cid:durableId="1378160444">
    <w:abstractNumId w:val="5"/>
  </w:num>
  <w:num w:numId="19" w16cid:durableId="1296257448">
    <w:abstractNumId w:val="18"/>
  </w:num>
  <w:num w:numId="20" w16cid:durableId="1344820820">
    <w:abstractNumId w:val="16"/>
  </w:num>
  <w:num w:numId="21" w16cid:durableId="1426683232">
    <w:abstractNumId w:val="19"/>
  </w:num>
  <w:num w:numId="22" w16cid:durableId="719980860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attachedTemplate r:id="rId1"/>
  <w:doNotTrackMoves/>
  <w:documentProtection w:edit="forms" w:enforcement="1" w:cryptProviderType="rsaAES" w:cryptAlgorithmClass="hash" w:cryptAlgorithmType="typeAny" w:cryptAlgorithmSid="14" w:cryptSpinCount="100000" w:hash="B2bU7DSWLhgzV/iTRNjtDRpGfXtfQw4bCT5TatrRL7UmcEYL+PXNuo1nflEfAxJo+Bx4AStnPDBg0UgocjkSbA==" w:salt="7na6T05iCn2PoNi0bpBQAA==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EB9"/>
    <w:rsid w:val="000023D7"/>
    <w:rsid w:val="0001310E"/>
    <w:rsid w:val="00013A38"/>
    <w:rsid w:val="0003771E"/>
    <w:rsid w:val="0006484F"/>
    <w:rsid w:val="00075BF7"/>
    <w:rsid w:val="00076714"/>
    <w:rsid w:val="000767DA"/>
    <w:rsid w:val="000778D9"/>
    <w:rsid w:val="000839E1"/>
    <w:rsid w:val="000928F6"/>
    <w:rsid w:val="00094B6F"/>
    <w:rsid w:val="000A35EB"/>
    <w:rsid w:val="000B20FA"/>
    <w:rsid w:val="000B22B2"/>
    <w:rsid w:val="000C327D"/>
    <w:rsid w:val="000C5114"/>
    <w:rsid w:val="000C725A"/>
    <w:rsid w:val="000D17BC"/>
    <w:rsid w:val="000D3E7A"/>
    <w:rsid w:val="000D528A"/>
    <w:rsid w:val="000D71AC"/>
    <w:rsid w:val="000F3228"/>
    <w:rsid w:val="001012B9"/>
    <w:rsid w:val="001012ED"/>
    <w:rsid w:val="001046A5"/>
    <w:rsid w:val="001053CB"/>
    <w:rsid w:val="00111D7E"/>
    <w:rsid w:val="00113397"/>
    <w:rsid w:val="00113A1D"/>
    <w:rsid w:val="00121D63"/>
    <w:rsid w:val="00137982"/>
    <w:rsid w:val="00141F12"/>
    <w:rsid w:val="00150B7C"/>
    <w:rsid w:val="00156900"/>
    <w:rsid w:val="00156EA3"/>
    <w:rsid w:val="0016447A"/>
    <w:rsid w:val="00167666"/>
    <w:rsid w:val="001719F6"/>
    <w:rsid w:val="001767A8"/>
    <w:rsid w:val="001825FD"/>
    <w:rsid w:val="00193224"/>
    <w:rsid w:val="001958C1"/>
    <w:rsid w:val="001A1C74"/>
    <w:rsid w:val="001B2A9E"/>
    <w:rsid w:val="001C6CD9"/>
    <w:rsid w:val="001D35C1"/>
    <w:rsid w:val="001D3F6D"/>
    <w:rsid w:val="001E210C"/>
    <w:rsid w:val="001E4BE7"/>
    <w:rsid w:val="001F6085"/>
    <w:rsid w:val="0020237C"/>
    <w:rsid w:val="00205344"/>
    <w:rsid w:val="00215590"/>
    <w:rsid w:val="00225970"/>
    <w:rsid w:val="00225AC9"/>
    <w:rsid w:val="00230EAE"/>
    <w:rsid w:val="00231BAA"/>
    <w:rsid w:val="00235A7E"/>
    <w:rsid w:val="00237BBD"/>
    <w:rsid w:val="00245643"/>
    <w:rsid w:val="00245C94"/>
    <w:rsid w:val="00251927"/>
    <w:rsid w:val="0025594D"/>
    <w:rsid w:val="00260ABB"/>
    <w:rsid w:val="00260EA2"/>
    <w:rsid w:val="0026383A"/>
    <w:rsid w:val="00263C2C"/>
    <w:rsid w:val="00265EC6"/>
    <w:rsid w:val="00266DFE"/>
    <w:rsid w:val="00273529"/>
    <w:rsid w:val="00276C61"/>
    <w:rsid w:val="00277BBA"/>
    <w:rsid w:val="0028216D"/>
    <w:rsid w:val="00283E48"/>
    <w:rsid w:val="002B41F8"/>
    <w:rsid w:val="002B77F5"/>
    <w:rsid w:val="002C4336"/>
    <w:rsid w:val="002E15E7"/>
    <w:rsid w:val="002F7FBD"/>
    <w:rsid w:val="00302104"/>
    <w:rsid w:val="003065B9"/>
    <w:rsid w:val="0031011E"/>
    <w:rsid w:val="00310EE2"/>
    <w:rsid w:val="00314A8B"/>
    <w:rsid w:val="00317F1C"/>
    <w:rsid w:val="003217DA"/>
    <w:rsid w:val="00322813"/>
    <w:rsid w:val="00331685"/>
    <w:rsid w:val="003431E8"/>
    <w:rsid w:val="00344CF9"/>
    <w:rsid w:val="003524F6"/>
    <w:rsid w:val="0036315A"/>
    <w:rsid w:val="00372B24"/>
    <w:rsid w:val="00382A22"/>
    <w:rsid w:val="003A2C47"/>
    <w:rsid w:val="003B619A"/>
    <w:rsid w:val="003B6254"/>
    <w:rsid w:val="003E7D1D"/>
    <w:rsid w:val="003F0EBE"/>
    <w:rsid w:val="00410410"/>
    <w:rsid w:val="00411AC5"/>
    <w:rsid w:val="00417F5F"/>
    <w:rsid w:val="004203B4"/>
    <w:rsid w:val="00421690"/>
    <w:rsid w:val="00425E38"/>
    <w:rsid w:val="00425F3A"/>
    <w:rsid w:val="00425FE9"/>
    <w:rsid w:val="004349B9"/>
    <w:rsid w:val="00436A44"/>
    <w:rsid w:val="004414D5"/>
    <w:rsid w:val="0044632D"/>
    <w:rsid w:val="00450855"/>
    <w:rsid w:val="00457235"/>
    <w:rsid w:val="00474B07"/>
    <w:rsid w:val="0047582D"/>
    <w:rsid w:val="004949DD"/>
    <w:rsid w:val="004975E3"/>
    <w:rsid w:val="004A3FFE"/>
    <w:rsid w:val="004A6520"/>
    <w:rsid w:val="004B0E2F"/>
    <w:rsid w:val="004B18C1"/>
    <w:rsid w:val="004D0009"/>
    <w:rsid w:val="004D64B2"/>
    <w:rsid w:val="004E1AE0"/>
    <w:rsid w:val="004E68A8"/>
    <w:rsid w:val="004E76D0"/>
    <w:rsid w:val="004F12BF"/>
    <w:rsid w:val="004F65F2"/>
    <w:rsid w:val="0050289C"/>
    <w:rsid w:val="00510556"/>
    <w:rsid w:val="00510B14"/>
    <w:rsid w:val="0051491B"/>
    <w:rsid w:val="005300CC"/>
    <w:rsid w:val="00530109"/>
    <w:rsid w:val="00533548"/>
    <w:rsid w:val="00543E89"/>
    <w:rsid w:val="00545639"/>
    <w:rsid w:val="00560A86"/>
    <w:rsid w:val="0056206E"/>
    <w:rsid w:val="005723D2"/>
    <w:rsid w:val="00574C90"/>
    <w:rsid w:val="00584C8F"/>
    <w:rsid w:val="0059419B"/>
    <w:rsid w:val="005B2D07"/>
    <w:rsid w:val="005B541D"/>
    <w:rsid w:val="005C3FB4"/>
    <w:rsid w:val="005C5B0A"/>
    <w:rsid w:val="005C7307"/>
    <w:rsid w:val="005F0E8F"/>
    <w:rsid w:val="005F3A01"/>
    <w:rsid w:val="005F7A2D"/>
    <w:rsid w:val="006036E9"/>
    <w:rsid w:val="00620108"/>
    <w:rsid w:val="00623040"/>
    <w:rsid w:val="00627B7D"/>
    <w:rsid w:val="00630AE5"/>
    <w:rsid w:val="0063176E"/>
    <w:rsid w:val="00634AE6"/>
    <w:rsid w:val="0063600C"/>
    <w:rsid w:val="0064523A"/>
    <w:rsid w:val="00655F61"/>
    <w:rsid w:val="00656AFA"/>
    <w:rsid w:val="00657133"/>
    <w:rsid w:val="006615B1"/>
    <w:rsid w:val="00662153"/>
    <w:rsid w:val="00674E83"/>
    <w:rsid w:val="00676E91"/>
    <w:rsid w:val="006803A6"/>
    <w:rsid w:val="00682579"/>
    <w:rsid w:val="006831E8"/>
    <w:rsid w:val="0068595D"/>
    <w:rsid w:val="0069641B"/>
    <w:rsid w:val="006A0ADB"/>
    <w:rsid w:val="006A7257"/>
    <w:rsid w:val="006B2D97"/>
    <w:rsid w:val="006B306B"/>
    <w:rsid w:val="006D32A1"/>
    <w:rsid w:val="006D35C9"/>
    <w:rsid w:val="006E5046"/>
    <w:rsid w:val="006E6451"/>
    <w:rsid w:val="006F18B4"/>
    <w:rsid w:val="006F70A2"/>
    <w:rsid w:val="006F760F"/>
    <w:rsid w:val="0071543D"/>
    <w:rsid w:val="00721B71"/>
    <w:rsid w:val="00724229"/>
    <w:rsid w:val="00725325"/>
    <w:rsid w:val="007254E1"/>
    <w:rsid w:val="00726E89"/>
    <w:rsid w:val="0073571B"/>
    <w:rsid w:val="00740509"/>
    <w:rsid w:val="00750D6F"/>
    <w:rsid w:val="00750F00"/>
    <w:rsid w:val="00757B06"/>
    <w:rsid w:val="0076687E"/>
    <w:rsid w:val="007707BA"/>
    <w:rsid w:val="00776A08"/>
    <w:rsid w:val="007B38C8"/>
    <w:rsid w:val="007C29FB"/>
    <w:rsid w:val="007C3C85"/>
    <w:rsid w:val="007C5E41"/>
    <w:rsid w:val="007D3096"/>
    <w:rsid w:val="007D3A0E"/>
    <w:rsid w:val="007D46C3"/>
    <w:rsid w:val="007D7125"/>
    <w:rsid w:val="007E35AC"/>
    <w:rsid w:val="007F5B50"/>
    <w:rsid w:val="008031D6"/>
    <w:rsid w:val="00805E32"/>
    <w:rsid w:val="00813A7B"/>
    <w:rsid w:val="008254DC"/>
    <w:rsid w:val="008365C0"/>
    <w:rsid w:val="00842C69"/>
    <w:rsid w:val="00846007"/>
    <w:rsid w:val="008477BB"/>
    <w:rsid w:val="008643AD"/>
    <w:rsid w:val="00880E59"/>
    <w:rsid w:val="0088169F"/>
    <w:rsid w:val="0089289E"/>
    <w:rsid w:val="00896314"/>
    <w:rsid w:val="00897085"/>
    <w:rsid w:val="008A7136"/>
    <w:rsid w:val="008B557D"/>
    <w:rsid w:val="008C234D"/>
    <w:rsid w:val="008F0366"/>
    <w:rsid w:val="008F1950"/>
    <w:rsid w:val="008F2923"/>
    <w:rsid w:val="008F6F94"/>
    <w:rsid w:val="00901834"/>
    <w:rsid w:val="009040A4"/>
    <w:rsid w:val="0091016B"/>
    <w:rsid w:val="009209D1"/>
    <w:rsid w:val="00934F4F"/>
    <w:rsid w:val="009360A1"/>
    <w:rsid w:val="00941337"/>
    <w:rsid w:val="00941925"/>
    <w:rsid w:val="00944563"/>
    <w:rsid w:val="009539B6"/>
    <w:rsid w:val="00955E03"/>
    <w:rsid w:val="00960A3F"/>
    <w:rsid w:val="00964691"/>
    <w:rsid w:val="00965729"/>
    <w:rsid w:val="009734CB"/>
    <w:rsid w:val="009834A5"/>
    <w:rsid w:val="00984C29"/>
    <w:rsid w:val="00986A02"/>
    <w:rsid w:val="00997350"/>
    <w:rsid w:val="009A1831"/>
    <w:rsid w:val="009A1F85"/>
    <w:rsid w:val="009B0370"/>
    <w:rsid w:val="009D0D21"/>
    <w:rsid w:val="009D3804"/>
    <w:rsid w:val="009D458E"/>
    <w:rsid w:val="009D648E"/>
    <w:rsid w:val="009D671F"/>
    <w:rsid w:val="009E0E00"/>
    <w:rsid w:val="009F3D2E"/>
    <w:rsid w:val="009F4B1E"/>
    <w:rsid w:val="009F555D"/>
    <w:rsid w:val="009F7183"/>
    <w:rsid w:val="009F7C9B"/>
    <w:rsid w:val="00A01078"/>
    <w:rsid w:val="00A02203"/>
    <w:rsid w:val="00A1273A"/>
    <w:rsid w:val="00A32997"/>
    <w:rsid w:val="00A357E0"/>
    <w:rsid w:val="00A35B50"/>
    <w:rsid w:val="00A425BF"/>
    <w:rsid w:val="00A4578D"/>
    <w:rsid w:val="00A517E2"/>
    <w:rsid w:val="00A53833"/>
    <w:rsid w:val="00A542AA"/>
    <w:rsid w:val="00A62B56"/>
    <w:rsid w:val="00A65994"/>
    <w:rsid w:val="00A6618E"/>
    <w:rsid w:val="00A67696"/>
    <w:rsid w:val="00A85D2D"/>
    <w:rsid w:val="00A86C53"/>
    <w:rsid w:val="00A87A4B"/>
    <w:rsid w:val="00A92FD8"/>
    <w:rsid w:val="00AA0379"/>
    <w:rsid w:val="00AA3320"/>
    <w:rsid w:val="00AA4709"/>
    <w:rsid w:val="00AC78EE"/>
    <w:rsid w:val="00AD213C"/>
    <w:rsid w:val="00AF0666"/>
    <w:rsid w:val="00AF3BF9"/>
    <w:rsid w:val="00AF543D"/>
    <w:rsid w:val="00AF578C"/>
    <w:rsid w:val="00B1096B"/>
    <w:rsid w:val="00B22ABF"/>
    <w:rsid w:val="00B40B2F"/>
    <w:rsid w:val="00B54874"/>
    <w:rsid w:val="00B55308"/>
    <w:rsid w:val="00B55BFE"/>
    <w:rsid w:val="00B56B82"/>
    <w:rsid w:val="00B56DBC"/>
    <w:rsid w:val="00B60A09"/>
    <w:rsid w:val="00B6403F"/>
    <w:rsid w:val="00B67740"/>
    <w:rsid w:val="00B6793A"/>
    <w:rsid w:val="00B72C45"/>
    <w:rsid w:val="00B91F6E"/>
    <w:rsid w:val="00B92E04"/>
    <w:rsid w:val="00B94443"/>
    <w:rsid w:val="00B95EF8"/>
    <w:rsid w:val="00BA375C"/>
    <w:rsid w:val="00BB27A2"/>
    <w:rsid w:val="00BC36D3"/>
    <w:rsid w:val="00BD14F1"/>
    <w:rsid w:val="00BE0012"/>
    <w:rsid w:val="00BE1EF5"/>
    <w:rsid w:val="00BF1E90"/>
    <w:rsid w:val="00BF4BD8"/>
    <w:rsid w:val="00C10C47"/>
    <w:rsid w:val="00C13DE1"/>
    <w:rsid w:val="00C13F5D"/>
    <w:rsid w:val="00C230EA"/>
    <w:rsid w:val="00C25D32"/>
    <w:rsid w:val="00C31C0A"/>
    <w:rsid w:val="00C41C0F"/>
    <w:rsid w:val="00C45FC3"/>
    <w:rsid w:val="00C46B62"/>
    <w:rsid w:val="00C510A3"/>
    <w:rsid w:val="00C55519"/>
    <w:rsid w:val="00C75FF4"/>
    <w:rsid w:val="00C763C8"/>
    <w:rsid w:val="00C85C68"/>
    <w:rsid w:val="00C874AD"/>
    <w:rsid w:val="00C9108E"/>
    <w:rsid w:val="00C917E8"/>
    <w:rsid w:val="00C92923"/>
    <w:rsid w:val="00C92EC4"/>
    <w:rsid w:val="00C95996"/>
    <w:rsid w:val="00CE0259"/>
    <w:rsid w:val="00CE0272"/>
    <w:rsid w:val="00CE41D5"/>
    <w:rsid w:val="00CE56FB"/>
    <w:rsid w:val="00CF08F3"/>
    <w:rsid w:val="00CF0FD4"/>
    <w:rsid w:val="00D01889"/>
    <w:rsid w:val="00D03792"/>
    <w:rsid w:val="00D03D63"/>
    <w:rsid w:val="00D13E41"/>
    <w:rsid w:val="00D14225"/>
    <w:rsid w:val="00D146CA"/>
    <w:rsid w:val="00D16325"/>
    <w:rsid w:val="00D175D1"/>
    <w:rsid w:val="00D25E78"/>
    <w:rsid w:val="00D343F6"/>
    <w:rsid w:val="00D37EB9"/>
    <w:rsid w:val="00D52AD4"/>
    <w:rsid w:val="00D532CB"/>
    <w:rsid w:val="00D5354A"/>
    <w:rsid w:val="00D667EC"/>
    <w:rsid w:val="00D66A70"/>
    <w:rsid w:val="00D7515F"/>
    <w:rsid w:val="00D75C2B"/>
    <w:rsid w:val="00D900E1"/>
    <w:rsid w:val="00D913D7"/>
    <w:rsid w:val="00D9572D"/>
    <w:rsid w:val="00D965D5"/>
    <w:rsid w:val="00D972C2"/>
    <w:rsid w:val="00DA6E68"/>
    <w:rsid w:val="00DC0401"/>
    <w:rsid w:val="00DC460A"/>
    <w:rsid w:val="00DC728F"/>
    <w:rsid w:val="00DD019D"/>
    <w:rsid w:val="00DD23F5"/>
    <w:rsid w:val="00DE0187"/>
    <w:rsid w:val="00DE1674"/>
    <w:rsid w:val="00DE1DB1"/>
    <w:rsid w:val="00DE36AB"/>
    <w:rsid w:val="00DE5840"/>
    <w:rsid w:val="00DF1659"/>
    <w:rsid w:val="00DF4193"/>
    <w:rsid w:val="00E11C6D"/>
    <w:rsid w:val="00E31172"/>
    <w:rsid w:val="00E34663"/>
    <w:rsid w:val="00E37526"/>
    <w:rsid w:val="00E376E2"/>
    <w:rsid w:val="00E37FAF"/>
    <w:rsid w:val="00E431D1"/>
    <w:rsid w:val="00E6517D"/>
    <w:rsid w:val="00E665BD"/>
    <w:rsid w:val="00E92E20"/>
    <w:rsid w:val="00E935AC"/>
    <w:rsid w:val="00E95A2A"/>
    <w:rsid w:val="00EA3416"/>
    <w:rsid w:val="00EB24A3"/>
    <w:rsid w:val="00EC210F"/>
    <w:rsid w:val="00ED04DB"/>
    <w:rsid w:val="00ED6604"/>
    <w:rsid w:val="00EE25A9"/>
    <w:rsid w:val="00EF2C7C"/>
    <w:rsid w:val="00F00280"/>
    <w:rsid w:val="00F0374C"/>
    <w:rsid w:val="00F03C27"/>
    <w:rsid w:val="00F04ACD"/>
    <w:rsid w:val="00F221B0"/>
    <w:rsid w:val="00F24347"/>
    <w:rsid w:val="00F24361"/>
    <w:rsid w:val="00F3098D"/>
    <w:rsid w:val="00F32748"/>
    <w:rsid w:val="00F36E14"/>
    <w:rsid w:val="00F37235"/>
    <w:rsid w:val="00F45CAE"/>
    <w:rsid w:val="00F623B1"/>
    <w:rsid w:val="00F64AD1"/>
    <w:rsid w:val="00F751AA"/>
    <w:rsid w:val="00F76818"/>
    <w:rsid w:val="00F81509"/>
    <w:rsid w:val="00F84361"/>
    <w:rsid w:val="00F86240"/>
    <w:rsid w:val="00F959DD"/>
    <w:rsid w:val="00FA24AE"/>
    <w:rsid w:val="00FA6B07"/>
    <w:rsid w:val="00FB1412"/>
    <w:rsid w:val="00FB1F5E"/>
    <w:rsid w:val="00FB6ACC"/>
    <w:rsid w:val="00FB7CE8"/>
    <w:rsid w:val="00FC1DE0"/>
    <w:rsid w:val="00FD1F38"/>
    <w:rsid w:val="00FE4E87"/>
    <w:rsid w:val="00FE5988"/>
    <w:rsid w:val="00FE67BF"/>
    <w:rsid w:val="00FF0637"/>
    <w:rsid w:val="14FC4087"/>
    <w:rsid w:val="19B99E0A"/>
    <w:rsid w:val="43F3A7A1"/>
    <w:rsid w:val="4EF8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9A17FB3"/>
  <w15:docId w15:val="{3A0644CB-04B0-4BC2-91F0-E87E680E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BB Standard"/>
    <w:qFormat/>
    <w:rsid w:val="00A92FD8"/>
    <w:pPr>
      <w:spacing w:after="120" w:line="280" w:lineRule="atLeast"/>
    </w:pPr>
    <w:rPr>
      <w:rFonts w:ascii="Arial" w:eastAsiaTheme="minorHAnsi" w:hAnsi="Arial"/>
      <w:sz w:val="20"/>
      <w:lang w:val="de-CH" w:eastAsia="en-US"/>
    </w:rPr>
  </w:style>
  <w:style w:type="paragraph" w:styleId="berschrift1">
    <w:name w:val="heading 1"/>
    <w:aliases w:val="SBB Überschrift 1,Übers.1,Überschrift a1,hei,Section Heading,H1&lt;------------------,H1,H11,H12,H13,H14,H15,H16,H17,H18,H19,H110,H111,H112,H121,H131,H141,H151,H161,H171,H181,H191,H1101,num.                          1,Headline1"/>
    <w:basedOn w:val="Standard"/>
    <w:next w:val="Standard"/>
    <w:link w:val="berschrift1Zchn"/>
    <w:qFormat/>
    <w:rsid w:val="001A1C74"/>
    <w:pPr>
      <w:keepLines/>
      <w:numPr>
        <w:numId w:val="8"/>
      </w:numPr>
      <w:tabs>
        <w:tab w:val="left" w:pos="567"/>
        <w:tab w:val="left" w:pos="680"/>
      </w:tabs>
      <w:spacing w:before="240" w:after="60" w:line="240" w:lineRule="auto"/>
      <w:ind w:left="680" w:hanging="680"/>
      <w:outlineLvl w:val="0"/>
    </w:pPr>
    <w:rPr>
      <w:rFonts w:asciiTheme="majorHAnsi" w:eastAsiaTheme="majorEastAsia" w:hAnsiTheme="majorHAnsi" w:cstheme="majorBidi"/>
      <w:bCs/>
      <w:color w:val="EB0000"/>
      <w:sz w:val="32"/>
      <w:szCs w:val="28"/>
      <w:lang w:eastAsia="de-CH"/>
    </w:rPr>
  </w:style>
  <w:style w:type="paragraph" w:styleId="berschrift2">
    <w:name w:val="heading 2"/>
    <w:aliases w:val="SBB Überschrift 2,Übers.2,Gliederung,l2,I2,H2,num.                                               2,Headline 2,Gliederung2,ueb11_semarb,ueb11_semarb1,ueb11_semarb2,ueb11_semarb3,H21,ueb11_semarb11,ueb11_semarb21,ueb11_semarb4,H22"/>
    <w:basedOn w:val="berschrift1"/>
    <w:next w:val="Standard"/>
    <w:link w:val="berschrift2Zchn"/>
    <w:unhideWhenUsed/>
    <w:qFormat/>
    <w:rsid w:val="00DE36AB"/>
    <w:pPr>
      <w:keepNext/>
      <w:keepLines w:val="0"/>
      <w:numPr>
        <w:ilvl w:val="1"/>
      </w:numPr>
      <w:ind w:left="680" w:hanging="680"/>
      <w:outlineLvl w:val="1"/>
    </w:pPr>
    <w:rPr>
      <w:b/>
      <w:color w:val="000000" w:themeColor="text1"/>
      <w:sz w:val="20"/>
      <w:szCs w:val="26"/>
    </w:rPr>
  </w:style>
  <w:style w:type="paragraph" w:styleId="berschrift3">
    <w:name w:val="heading 3"/>
    <w:aliases w:val="SBB Überschrift 3,Übers.3,H3,num.                                              3,Header 3,Header3,Gliederung3,H3&lt;------------------,a_Heading 3,PA Minor Section,H31,H32,H33,H34,H35,H36,H37,H38,H39,H311,H321,H331,H341,H351,H361,H371,H381"/>
    <w:basedOn w:val="berschrift2"/>
    <w:next w:val="Standard"/>
    <w:link w:val="berschrift3Zchn"/>
    <w:unhideWhenUsed/>
    <w:qFormat/>
    <w:rsid w:val="0088169F"/>
    <w:pPr>
      <w:numPr>
        <w:ilvl w:val="2"/>
      </w:numPr>
      <w:ind w:left="680" w:hanging="680"/>
      <w:outlineLvl w:val="2"/>
    </w:pPr>
    <w:rPr>
      <w:rFonts w:eastAsiaTheme="minorHAnsi"/>
      <w:b w:val="0"/>
      <w:bCs w:val="0"/>
      <w:szCs w:val="20"/>
    </w:rPr>
  </w:style>
  <w:style w:type="paragraph" w:styleId="berschrift4">
    <w:name w:val="heading 4"/>
    <w:aliases w:val="SBB Überschrift 4,H4,num.                                               4,Header 4,Titel X.X.X.x.,ASAPHeading 4,Level 2 - a,Übersch.4"/>
    <w:basedOn w:val="berschrift3"/>
    <w:next w:val="Standard"/>
    <w:link w:val="berschrift4Zchn"/>
    <w:unhideWhenUsed/>
    <w:qFormat/>
    <w:rsid w:val="006831E8"/>
    <w:pPr>
      <w:numPr>
        <w:ilvl w:val="3"/>
      </w:numPr>
      <w:tabs>
        <w:tab w:val="clear" w:pos="680"/>
        <w:tab w:val="left" w:pos="907"/>
      </w:tabs>
      <w:ind w:left="907" w:hanging="907"/>
      <w:outlineLvl w:val="3"/>
    </w:pPr>
    <w:rPr>
      <w:bCs/>
      <w:iCs/>
    </w:rPr>
  </w:style>
  <w:style w:type="paragraph" w:styleId="berschrift5">
    <w:name w:val="heading 5"/>
    <w:aliases w:val="SBB Überschrift 5"/>
    <w:basedOn w:val="berschrift4"/>
    <w:next w:val="Standard"/>
    <w:link w:val="berschrift5Zchn"/>
    <w:unhideWhenUsed/>
    <w:rsid w:val="00676E91"/>
    <w:pPr>
      <w:numPr>
        <w:ilvl w:val="4"/>
      </w:numPr>
      <w:tabs>
        <w:tab w:val="clear" w:pos="907"/>
        <w:tab w:val="left" w:pos="1134"/>
      </w:tabs>
      <w:ind w:left="1134" w:hanging="1134"/>
      <w:outlineLvl w:val="4"/>
    </w:pPr>
  </w:style>
  <w:style w:type="paragraph" w:styleId="berschrift6">
    <w:name w:val="heading 6"/>
    <w:aliases w:val="SBB Überschrift 6"/>
    <w:basedOn w:val="berschrift5"/>
    <w:next w:val="Standard"/>
    <w:link w:val="berschrift6Zchn"/>
    <w:unhideWhenUsed/>
    <w:rsid w:val="00676E91"/>
    <w:pPr>
      <w:numPr>
        <w:ilvl w:val="5"/>
      </w:numPr>
      <w:tabs>
        <w:tab w:val="clear" w:pos="1134"/>
        <w:tab w:val="left" w:pos="1361"/>
      </w:tabs>
      <w:ind w:left="1361" w:hanging="1361"/>
      <w:outlineLvl w:val="5"/>
    </w:pPr>
    <w:rPr>
      <w:iCs w:val="0"/>
    </w:rPr>
  </w:style>
  <w:style w:type="paragraph" w:styleId="berschrift7">
    <w:name w:val="heading 7"/>
    <w:aliases w:val="SBB Überschrift 7"/>
    <w:basedOn w:val="berschrift6"/>
    <w:next w:val="Standard"/>
    <w:link w:val="berschrift7Zchn"/>
    <w:unhideWhenUsed/>
    <w:rsid w:val="00676E91"/>
    <w:pPr>
      <w:numPr>
        <w:ilvl w:val="6"/>
      </w:numPr>
      <w:tabs>
        <w:tab w:val="clear" w:pos="1361"/>
        <w:tab w:val="left" w:pos="1588"/>
      </w:tabs>
      <w:ind w:left="1588" w:hanging="1588"/>
      <w:outlineLvl w:val="6"/>
    </w:pPr>
    <w:rPr>
      <w:iCs/>
    </w:rPr>
  </w:style>
  <w:style w:type="paragraph" w:styleId="berschrift8">
    <w:name w:val="heading 8"/>
    <w:aliases w:val="SBB Überschrift 8"/>
    <w:basedOn w:val="berschrift7"/>
    <w:next w:val="Standard"/>
    <w:link w:val="berschrift8Zchn"/>
    <w:unhideWhenUsed/>
    <w:rsid w:val="00676E91"/>
    <w:pPr>
      <w:numPr>
        <w:ilvl w:val="7"/>
      </w:numPr>
      <w:tabs>
        <w:tab w:val="clear" w:pos="1588"/>
        <w:tab w:val="left" w:pos="1814"/>
      </w:tabs>
      <w:ind w:left="1814" w:hanging="1814"/>
      <w:outlineLvl w:val="7"/>
    </w:pPr>
  </w:style>
  <w:style w:type="paragraph" w:styleId="berschrift9">
    <w:name w:val="heading 9"/>
    <w:aliases w:val="SBB Überschrift 9"/>
    <w:basedOn w:val="berschrift8"/>
    <w:next w:val="Standard"/>
    <w:link w:val="berschrift9Zchn"/>
    <w:unhideWhenUsed/>
    <w:rsid w:val="00B60A09"/>
    <w:pPr>
      <w:numPr>
        <w:ilvl w:val="8"/>
      </w:numPr>
      <w:tabs>
        <w:tab w:val="clear" w:pos="1814"/>
        <w:tab w:val="left" w:pos="2041"/>
      </w:tabs>
      <w:ind w:left="2041" w:hanging="2041"/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SBB Kopfzeile"/>
    <w:basedOn w:val="Standard"/>
    <w:link w:val="KopfzeileZchn"/>
    <w:uiPriority w:val="99"/>
    <w:unhideWhenUsed/>
    <w:rsid w:val="0068595D"/>
    <w:pPr>
      <w:framePr w:wrap="notBeside" w:vAnchor="text" w:hAnchor="text" w:y="1"/>
      <w:tabs>
        <w:tab w:val="center" w:pos="4536"/>
        <w:tab w:val="right" w:pos="9072"/>
      </w:tabs>
    </w:pPr>
    <w:rPr>
      <w:rFonts w:eastAsia="Times New Roman"/>
      <w:lang w:eastAsia="de-CH"/>
    </w:rPr>
  </w:style>
  <w:style w:type="character" w:customStyle="1" w:styleId="KopfzeileZchn">
    <w:name w:val="Kopfzeile Zchn"/>
    <w:aliases w:val="SBB Kopfzeile Zchn"/>
    <w:basedOn w:val="Absatz-Standardschriftart"/>
    <w:link w:val="Kopfzeile"/>
    <w:uiPriority w:val="99"/>
    <w:rsid w:val="0068595D"/>
    <w:rPr>
      <w:rFonts w:ascii="Arial" w:eastAsia="Times New Roman" w:hAnsi="Arial"/>
      <w:lang w:val="de-CH" w:eastAsia="de-CH"/>
    </w:rPr>
  </w:style>
  <w:style w:type="paragraph" w:customStyle="1" w:styleId="Logo">
    <w:name w:val="Logo"/>
    <w:basedOn w:val="Kopfzeile"/>
    <w:rsid w:val="004A3FFE"/>
    <w:pPr>
      <w:framePr w:wrap="auto" w:vAnchor="margin" w:yAlign="inline"/>
      <w:tabs>
        <w:tab w:val="clear" w:pos="4536"/>
        <w:tab w:val="clear" w:pos="9072"/>
      </w:tabs>
      <w:ind w:right="-397"/>
      <w:jc w:val="right"/>
    </w:pPr>
    <w:rPr>
      <w:rFonts w:cs="Times New Roman"/>
      <w:noProof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68595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595D"/>
    <w:rPr>
      <w:rFonts w:ascii="Tahoma" w:eastAsiaTheme="minorHAnsi" w:hAnsi="Tahoma" w:cs="Tahoma"/>
      <w:sz w:val="16"/>
      <w:szCs w:val="16"/>
      <w:lang w:val="de-CH" w:eastAsia="en-US"/>
    </w:rPr>
  </w:style>
  <w:style w:type="character" w:styleId="Buchtitel">
    <w:name w:val="Book Title"/>
    <w:basedOn w:val="Absatz-Standardschriftart"/>
    <w:uiPriority w:val="33"/>
    <w:rsid w:val="004A3FFE"/>
    <w:rPr>
      <w:b/>
      <w:bCs/>
      <w:smallCaps/>
      <w:spacing w:val="5"/>
    </w:rPr>
  </w:style>
  <w:style w:type="paragraph" w:styleId="Endnotentext">
    <w:name w:val="endnote text"/>
    <w:aliases w:val="SBB Endnotentext"/>
    <w:basedOn w:val="Standard"/>
    <w:link w:val="EndnotentextZchn"/>
    <w:uiPriority w:val="99"/>
    <w:semiHidden/>
    <w:unhideWhenUsed/>
    <w:rsid w:val="0068595D"/>
    <w:pPr>
      <w:framePr w:wrap="notBeside" w:vAnchor="text" w:hAnchor="text" w:y="1"/>
    </w:pPr>
    <w:rPr>
      <w:rFonts w:eastAsia="Times New Roman"/>
      <w:lang w:eastAsia="de-CH"/>
    </w:rPr>
  </w:style>
  <w:style w:type="character" w:customStyle="1" w:styleId="EndnotentextZchn">
    <w:name w:val="Endnotentext Zchn"/>
    <w:aliases w:val="SBB Endnotentext Zchn"/>
    <w:basedOn w:val="Absatz-Standardschriftart"/>
    <w:link w:val="Endnotentext"/>
    <w:uiPriority w:val="99"/>
    <w:semiHidden/>
    <w:rsid w:val="0068595D"/>
    <w:rPr>
      <w:rFonts w:ascii="Arial" w:eastAsia="Times New Roman" w:hAnsi="Arial"/>
      <w:lang w:val="de-CH" w:eastAsia="de-CH"/>
    </w:rPr>
  </w:style>
  <w:style w:type="character" w:styleId="Endnotenzeichen">
    <w:name w:val="endnote reference"/>
    <w:basedOn w:val="Absatz-Standardschriftart"/>
    <w:uiPriority w:val="99"/>
    <w:semiHidden/>
    <w:unhideWhenUsed/>
    <w:rsid w:val="0068595D"/>
    <w:rPr>
      <w:vertAlign w:val="superscript"/>
    </w:rPr>
  </w:style>
  <w:style w:type="character" w:styleId="Fett">
    <w:name w:val="Strong"/>
    <w:basedOn w:val="Absatz-Standardschriftart"/>
    <w:uiPriority w:val="22"/>
    <w:rsid w:val="004A3FFE"/>
    <w:rPr>
      <w:b/>
      <w:bCs/>
    </w:rPr>
  </w:style>
  <w:style w:type="paragraph" w:styleId="Funotentext">
    <w:name w:val="footnote text"/>
    <w:aliases w:val="SBB Fußnotentext"/>
    <w:basedOn w:val="Standard"/>
    <w:link w:val="FunotentextZchn"/>
    <w:semiHidden/>
    <w:unhideWhenUsed/>
    <w:rsid w:val="0068595D"/>
    <w:pPr>
      <w:framePr w:wrap="notBeside" w:vAnchor="text" w:hAnchor="text" w:y="1"/>
    </w:pPr>
    <w:rPr>
      <w:rFonts w:eastAsia="Times New Roman"/>
      <w:lang w:eastAsia="de-CH"/>
    </w:rPr>
  </w:style>
  <w:style w:type="character" w:customStyle="1" w:styleId="FunotentextZchn">
    <w:name w:val="Fußnotentext Zchn"/>
    <w:aliases w:val="SBB Fußnotentext Zchn"/>
    <w:basedOn w:val="Absatz-Standardschriftart"/>
    <w:link w:val="Funotentext"/>
    <w:uiPriority w:val="99"/>
    <w:semiHidden/>
    <w:rsid w:val="0068595D"/>
    <w:rPr>
      <w:rFonts w:ascii="Arial" w:eastAsia="Times New Roman" w:hAnsi="Arial"/>
      <w:lang w:val="de-CH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68595D"/>
    <w:rPr>
      <w:vertAlign w:val="superscript"/>
    </w:rPr>
  </w:style>
  <w:style w:type="paragraph" w:styleId="Fuzeile">
    <w:name w:val="footer"/>
    <w:aliases w:val="SBB Fußzeile"/>
    <w:basedOn w:val="Standard"/>
    <w:link w:val="FuzeileZchn"/>
    <w:uiPriority w:val="99"/>
    <w:unhideWhenUsed/>
    <w:rsid w:val="0068595D"/>
    <w:pPr>
      <w:framePr w:wrap="notBeside" w:vAnchor="text" w:hAnchor="text" w:y="1"/>
      <w:tabs>
        <w:tab w:val="center" w:pos="4536"/>
        <w:tab w:val="right" w:pos="9072"/>
      </w:tabs>
    </w:pPr>
    <w:rPr>
      <w:rFonts w:eastAsia="Times New Roman"/>
      <w:lang w:eastAsia="de-CH"/>
    </w:rPr>
  </w:style>
  <w:style w:type="character" w:customStyle="1" w:styleId="FuzeileZchn">
    <w:name w:val="Fußzeile Zchn"/>
    <w:aliases w:val="SBB Fußzeile Zchn"/>
    <w:basedOn w:val="Absatz-Standardschriftart"/>
    <w:link w:val="Fuzeile"/>
    <w:uiPriority w:val="99"/>
    <w:rsid w:val="0068595D"/>
    <w:rPr>
      <w:rFonts w:ascii="Arial" w:eastAsia="Times New Roman" w:hAnsi="Arial"/>
      <w:lang w:val="de-CH" w:eastAsia="de-CH"/>
    </w:rPr>
  </w:style>
  <w:style w:type="character" w:styleId="Hyperlink">
    <w:name w:val="Hyperlink"/>
    <w:aliases w:val="SBB Hyperlink"/>
    <w:basedOn w:val="Absatz-Standardschriftart"/>
    <w:uiPriority w:val="99"/>
    <w:unhideWhenUsed/>
    <w:rsid w:val="00E37FAF"/>
    <w:rPr>
      <w:rFonts w:ascii="Arial" w:hAnsi="Arial" w:cs="Arial"/>
      <w:color w:val="2D327D" w:themeColor="hyperlink"/>
      <w:sz w:val="20"/>
      <w:u w:val="single"/>
    </w:rPr>
  </w:style>
  <w:style w:type="character" w:customStyle="1" w:styleId="berschrift1Zchn">
    <w:name w:val="Überschrift 1 Zchn"/>
    <w:aliases w:val="SBB Überschrift 1 Zchn,Übers.1 Zchn,Überschrift a1 Zchn,hei Zchn,Section Heading Zchn,H1&lt;------------------ Zchn,H1 Zchn,H11 Zchn,H12 Zchn,H13 Zchn,H14 Zchn,H15 Zchn,H16 Zchn,H17 Zchn,H18 Zchn,H19 Zchn,H110 Zchn,H111 Zchn,H112 Zchn"/>
    <w:basedOn w:val="Absatz-Standardschriftart"/>
    <w:link w:val="berschrift1"/>
    <w:rsid w:val="001A1C74"/>
    <w:rPr>
      <w:rFonts w:asciiTheme="majorHAnsi" w:eastAsiaTheme="majorEastAsia" w:hAnsiTheme="majorHAnsi" w:cstheme="majorBidi"/>
      <w:bCs/>
      <w:color w:val="EB0000"/>
      <w:sz w:val="32"/>
      <w:szCs w:val="28"/>
      <w:lang w:val="de-CH" w:eastAsia="de-CH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175D1"/>
    <w:pPr>
      <w:numPr>
        <w:numId w:val="0"/>
      </w:numPr>
      <w:outlineLvl w:val="9"/>
    </w:pPr>
  </w:style>
  <w:style w:type="character" w:styleId="IntensiverVerweis">
    <w:name w:val="Intense Reference"/>
    <w:aliases w:val="SBB Intensiver Verweis"/>
    <w:basedOn w:val="Absatz-Standardschriftart"/>
    <w:uiPriority w:val="32"/>
    <w:rsid w:val="0068595D"/>
    <w:rPr>
      <w:rFonts w:ascii="Arial" w:hAnsi="Arial"/>
      <w:b/>
      <w:bCs/>
      <w:smallCaps/>
      <w:color w:val="auto"/>
      <w:spacing w:val="5"/>
      <w:sz w:val="22"/>
      <w:u w:val="single"/>
    </w:rPr>
  </w:style>
  <w:style w:type="paragraph" w:styleId="IntensivesZitat">
    <w:name w:val="Intense Quote"/>
    <w:aliases w:val="SBB Intensives Zitat"/>
    <w:basedOn w:val="Standard"/>
    <w:next w:val="Standard"/>
    <w:link w:val="IntensivesZitatZchn"/>
    <w:uiPriority w:val="30"/>
    <w:rsid w:val="00B60A09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aliases w:val="SBB Intensives Zitat Zchn"/>
    <w:basedOn w:val="Absatz-Standardschriftart"/>
    <w:link w:val="IntensivesZitat"/>
    <w:uiPriority w:val="30"/>
    <w:rsid w:val="00B60A09"/>
    <w:rPr>
      <w:rFonts w:ascii="Arial" w:eastAsiaTheme="minorHAnsi" w:hAnsi="Arial"/>
      <w:b/>
      <w:bCs/>
      <w:i/>
      <w:iCs/>
      <w:lang w:val="de-CH" w:eastAsia="en-US"/>
    </w:rPr>
  </w:style>
  <w:style w:type="paragraph" w:styleId="KeinLeerraum">
    <w:name w:val="No Spacing"/>
    <w:uiPriority w:val="1"/>
    <w:rsid w:val="0068595D"/>
    <w:pPr>
      <w:spacing w:after="0" w:line="240" w:lineRule="auto"/>
    </w:pPr>
    <w:rPr>
      <w:rFonts w:eastAsiaTheme="minorHAnsi" w:cs="Arial"/>
      <w:lang w:val="de-CH" w:eastAsia="en-US"/>
    </w:rPr>
  </w:style>
  <w:style w:type="paragraph" w:styleId="Listenabsatz">
    <w:name w:val="List Paragraph"/>
    <w:aliases w:val="SBB Listenabsatz"/>
    <w:basedOn w:val="Standard"/>
    <w:uiPriority w:val="34"/>
    <w:rsid w:val="00B60A09"/>
    <w:pPr>
      <w:numPr>
        <w:numId w:val="7"/>
      </w:numPr>
      <w:ind w:left="1134" w:hanging="454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8595D"/>
    <w:rPr>
      <w:color w:val="808080"/>
    </w:rPr>
  </w:style>
  <w:style w:type="character" w:customStyle="1" w:styleId="SBBFett">
    <w:name w:val="SBB Fett"/>
    <w:basedOn w:val="Absatz-Standardschriftart"/>
    <w:uiPriority w:val="1"/>
    <w:rsid w:val="0068595D"/>
    <w:rPr>
      <w:rFonts w:ascii="Arial" w:hAnsi="Arial" w:cs="Arial"/>
      <w:b/>
      <w:bCs/>
      <w:i w:val="0"/>
      <w:iCs w:val="0"/>
      <w:color w:val="auto"/>
      <w:sz w:val="22"/>
      <w:szCs w:val="22"/>
      <w:lang w:val="de-CH"/>
    </w:rPr>
  </w:style>
  <w:style w:type="character" w:styleId="SchwacheHervorhebung">
    <w:name w:val="Subtle Emphasis"/>
    <w:aliases w:val="SBB Schwache Hervorhebung"/>
    <w:basedOn w:val="Absatz-Standardschriftart"/>
    <w:uiPriority w:val="19"/>
    <w:qFormat/>
    <w:rsid w:val="0068595D"/>
    <w:rPr>
      <w:rFonts w:ascii="Arial" w:hAnsi="Arial"/>
      <w:i/>
      <w:iCs/>
      <w:color w:val="808080" w:themeColor="text1" w:themeTint="7F"/>
      <w:sz w:val="22"/>
    </w:rPr>
  </w:style>
  <w:style w:type="character" w:styleId="SchwacherVerweis">
    <w:name w:val="Subtle Reference"/>
    <w:aliases w:val="SBB Schwacher Verweis"/>
    <w:basedOn w:val="Absatz-Standardschriftart"/>
    <w:uiPriority w:val="31"/>
    <w:rsid w:val="0068595D"/>
    <w:rPr>
      <w:rFonts w:ascii="Arial" w:hAnsi="Arial"/>
      <w:smallCaps/>
      <w:color w:val="auto"/>
      <w:sz w:val="22"/>
      <w:u w:val="single"/>
    </w:rPr>
  </w:style>
  <w:style w:type="table" w:styleId="Tabellenraster">
    <w:name w:val="Table Grid"/>
    <w:basedOn w:val="NormaleTabelle"/>
    <w:uiPriority w:val="59"/>
    <w:rsid w:val="0068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aliases w:val="SBB Titel,SBB Titel klein"/>
    <w:basedOn w:val="Standard"/>
    <w:next w:val="Standard"/>
    <w:link w:val="TitelZchn"/>
    <w:uiPriority w:val="2"/>
    <w:qFormat/>
    <w:rsid w:val="002B41F8"/>
    <w:pPr>
      <w:spacing w:line="240" w:lineRule="auto"/>
    </w:pPr>
    <w:rPr>
      <w:b/>
      <w:color w:val="EB0000"/>
      <w:sz w:val="56"/>
      <w:szCs w:val="56"/>
    </w:rPr>
  </w:style>
  <w:style w:type="character" w:customStyle="1" w:styleId="TitelZchn">
    <w:name w:val="Titel Zchn"/>
    <w:aliases w:val="SBB Titel Zchn,SBB Titel klein Zchn"/>
    <w:basedOn w:val="Absatz-Standardschriftart"/>
    <w:link w:val="Titel"/>
    <w:uiPriority w:val="2"/>
    <w:rsid w:val="002B41F8"/>
    <w:rPr>
      <w:rFonts w:ascii="Arial" w:eastAsiaTheme="minorHAnsi" w:hAnsi="Arial"/>
      <w:b/>
      <w:color w:val="EB0000"/>
      <w:sz w:val="56"/>
      <w:szCs w:val="56"/>
      <w:lang w:val="de-CH" w:eastAsia="en-US"/>
    </w:rPr>
  </w:style>
  <w:style w:type="character" w:customStyle="1" w:styleId="berschrift2Zchn">
    <w:name w:val="Überschrift 2 Zchn"/>
    <w:aliases w:val="SBB Überschrift 2 Zchn,Übers.2 Zchn,Gliederung Zchn,l2 Zchn,I2 Zchn,H2 Zchn,num.                                               2 Zchn,Headline 2 Zchn,Gliederung2 Zchn,ueb11_semarb Zchn,ueb11_semarb1 Zchn,ueb11_semarb2 Zchn,H21 Zchn"/>
    <w:basedOn w:val="Absatz-Standardschriftart"/>
    <w:link w:val="berschrift2"/>
    <w:rsid w:val="00DE36AB"/>
    <w:rPr>
      <w:rFonts w:asciiTheme="majorHAnsi" w:eastAsiaTheme="majorEastAsia" w:hAnsiTheme="majorHAnsi" w:cstheme="majorBidi"/>
      <w:b/>
      <w:bCs/>
      <w:color w:val="000000" w:themeColor="text1"/>
      <w:sz w:val="20"/>
      <w:szCs w:val="26"/>
      <w:lang w:val="de-CH" w:eastAsia="de-CH"/>
    </w:rPr>
  </w:style>
  <w:style w:type="character" w:customStyle="1" w:styleId="berschrift3Zchn">
    <w:name w:val="Überschrift 3 Zchn"/>
    <w:aliases w:val="SBB Überschrift 3 Zchn,Übers.3 Zchn,H3 Zchn,num.                                              3 Zchn,Header 3 Zchn,Header3 Zchn,Gliederung3 Zchn,H3&lt;------------------ Zchn,a_Heading 3 Zchn,PA Minor Section Zchn,H31 Zchn,H32 Zchn"/>
    <w:basedOn w:val="Absatz-Standardschriftart"/>
    <w:link w:val="berschrift3"/>
    <w:rsid w:val="0088169F"/>
    <w:rPr>
      <w:rFonts w:asciiTheme="majorHAnsi" w:eastAsiaTheme="minorHAnsi" w:hAnsiTheme="majorHAnsi" w:cstheme="majorBidi"/>
      <w:color w:val="000000" w:themeColor="text1"/>
      <w:sz w:val="20"/>
      <w:szCs w:val="20"/>
      <w:lang w:val="de-CH" w:eastAsia="de-CH"/>
    </w:rPr>
  </w:style>
  <w:style w:type="character" w:customStyle="1" w:styleId="berschrift4Zchn">
    <w:name w:val="Überschrift 4 Zchn"/>
    <w:aliases w:val="SBB Überschrift 4 Zchn,H4 Zchn,num.                                               4 Zchn,Header 4 Zchn,Titel X.X.X.x. Zchn,ASAPHeading 4 Zchn,Level 2 - a Zchn,Übersch.4 Zchn"/>
    <w:basedOn w:val="Absatz-Standardschriftart"/>
    <w:link w:val="berschrift4"/>
    <w:rsid w:val="006831E8"/>
    <w:rPr>
      <w:rFonts w:asciiTheme="majorHAnsi" w:eastAsiaTheme="minorHAnsi" w:hAnsiTheme="majorHAnsi" w:cstheme="majorBidi"/>
      <w:bCs/>
      <w:iCs/>
      <w:color w:val="000000" w:themeColor="text1"/>
      <w:sz w:val="20"/>
      <w:szCs w:val="20"/>
      <w:lang w:val="de-CH" w:eastAsia="de-CH"/>
    </w:rPr>
  </w:style>
  <w:style w:type="character" w:customStyle="1" w:styleId="berschrift5Zchn">
    <w:name w:val="Überschrift 5 Zchn"/>
    <w:aliases w:val="SBB Überschrift 5 Zchn"/>
    <w:basedOn w:val="Absatz-Standardschriftart"/>
    <w:link w:val="berschrift5"/>
    <w:rsid w:val="00676E91"/>
    <w:rPr>
      <w:rFonts w:asciiTheme="majorHAnsi" w:eastAsia="Times New Roman" w:hAnsiTheme="majorHAnsi" w:cstheme="majorBidi"/>
      <w:bCs/>
      <w:iCs/>
      <w:color w:val="000000" w:themeColor="text1"/>
      <w:szCs w:val="26"/>
      <w:lang w:val="de-CH" w:eastAsia="de-CH"/>
    </w:rPr>
  </w:style>
  <w:style w:type="character" w:customStyle="1" w:styleId="berschrift6Zchn">
    <w:name w:val="Überschrift 6 Zchn"/>
    <w:aliases w:val="SBB Überschrift 6 Zchn"/>
    <w:basedOn w:val="Absatz-Standardschriftart"/>
    <w:link w:val="berschrift6"/>
    <w:rsid w:val="00676E91"/>
    <w:rPr>
      <w:rFonts w:asciiTheme="majorHAnsi" w:eastAsia="Times New Roman" w:hAnsiTheme="majorHAnsi" w:cstheme="majorBidi"/>
      <w:bCs/>
      <w:color w:val="000000" w:themeColor="text1"/>
      <w:szCs w:val="26"/>
      <w:lang w:val="de-CH" w:eastAsia="de-CH"/>
    </w:rPr>
  </w:style>
  <w:style w:type="character" w:customStyle="1" w:styleId="berschrift7Zchn">
    <w:name w:val="Überschrift 7 Zchn"/>
    <w:aliases w:val="SBB Überschrift 7 Zchn"/>
    <w:basedOn w:val="Absatz-Standardschriftart"/>
    <w:link w:val="berschrift7"/>
    <w:rsid w:val="00676E91"/>
    <w:rPr>
      <w:rFonts w:asciiTheme="majorHAnsi" w:eastAsia="Times New Roman" w:hAnsiTheme="majorHAnsi" w:cstheme="majorBidi"/>
      <w:bCs/>
      <w:iCs/>
      <w:color w:val="000000" w:themeColor="text1"/>
      <w:szCs w:val="26"/>
      <w:lang w:val="de-CH" w:eastAsia="de-CH"/>
    </w:rPr>
  </w:style>
  <w:style w:type="character" w:customStyle="1" w:styleId="berschrift8Zchn">
    <w:name w:val="Überschrift 8 Zchn"/>
    <w:aliases w:val="SBB Überschrift 8 Zchn"/>
    <w:basedOn w:val="Absatz-Standardschriftart"/>
    <w:link w:val="berschrift8"/>
    <w:rsid w:val="00676E91"/>
    <w:rPr>
      <w:rFonts w:asciiTheme="majorHAnsi" w:eastAsia="Times New Roman" w:hAnsiTheme="majorHAnsi" w:cstheme="majorBidi"/>
      <w:bCs/>
      <w:iCs/>
      <w:color w:val="000000" w:themeColor="text1"/>
      <w:szCs w:val="20"/>
      <w:lang w:val="de-CH" w:eastAsia="de-CH"/>
    </w:rPr>
  </w:style>
  <w:style w:type="character" w:customStyle="1" w:styleId="berschrift9Zchn">
    <w:name w:val="Überschrift 9 Zchn"/>
    <w:aliases w:val="SBB Überschrift 9 Zchn"/>
    <w:basedOn w:val="Absatz-Standardschriftart"/>
    <w:link w:val="berschrift9"/>
    <w:rsid w:val="00B60A09"/>
    <w:rPr>
      <w:rFonts w:asciiTheme="majorHAnsi" w:eastAsia="Times New Roman" w:hAnsiTheme="majorHAnsi" w:cstheme="majorBidi"/>
      <w:bCs/>
      <w:color w:val="000000" w:themeColor="text1"/>
      <w:szCs w:val="20"/>
      <w:lang w:val="de-CH" w:eastAsia="de-CH"/>
    </w:rPr>
  </w:style>
  <w:style w:type="paragraph" w:styleId="Untertitel">
    <w:name w:val="Subtitle"/>
    <w:aliases w:val="SBB Untertitel"/>
    <w:basedOn w:val="Standard"/>
    <w:next w:val="Standard"/>
    <w:link w:val="UntertitelZchn"/>
    <w:uiPriority w:val="11"/>
    <w:qFormat/>
    <w:rsid w:val="00B60A09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 w:val="24"/>
      <w:szCs w:val="24"/>
    </w:rPr>
  </w:style>
  <w:style w:type="character" w:customStyle="1" w:styleId="UntertitelZchn">
    <w:name w:val="Untertitel Zchn"/>
    <w:aliases w:val="SBB Untertitel Zchn"/>
    <w:basedOn w:val="Absatz-Standardschriftart"/>
    <w:link w:val="Untertitel"/>
    <w:uiPriority w:val="11"/>
    <w:rsid w:val="00B60A09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  <w:lang w:val="de-CH" w:eastAsia="en-US"/>
    </w:rPr>
  </w:style>
  <w:style w:type="paragraph" w:styleId="Verzeichnis1">
    <w:name w:val="toc 1"/>
    <w:aliases w:val="SBB Verzeichnis 1,Verz. 1"/>
    <w:basedOn w:val="Standard"/>
    <w:next w:val="Standard"/>
    <w:autoRedefine/>
    <w:uiPriority w:val="39"/>
    <w:unhideWhenUsed/>
    <w:qFormat/>
    <w:rsid w:val="006831E8"/>
    <w:pPr>
      <w:tabs>
        <w:tab w:val="left" w:pos="851"/>
        <w:tab w:val="right" w:pos="9072"/>
      </w:tabs>
      <w:spacing w:before="60" w:after="60"/>
    </w:pPr>
    <w:rPr>
      <w:rFonts w:eastAsia="Times New Roman"/>
      <w:b/>
      <w:bCs/>
      <w:noProof/>
      <w:lang w:eastAsia="de-CH"/>
    </w:rPr>
  </w:style>
  <w:style w:type="paragraph" w:styleId="Verzeichnis2">
    <w:name w:val="toc 2"/>
    <w:aliases w:val="SBB Verzeichnis 2,Verz. 2"/>
    <w:basedOn w:val="Standard"/>
    <w:next w:val="Standard"/>
    <w:autoRedefine/>
    <w:uiPriority w:val="39"/>
    <w:unhideWhenUsed/>
    <w:qFormat/>
    <w:rsid w:val="006831E8"/>
    <w:pPr>
      <w:tabs>
        <w:tab w:val="left" w:pos="851"/>
        <w:tab w:val="right" w:pos="9072"/>
      </w:tabs>
      <w:spacing w:after="0"/>
    </w:pPr>
    <w:rPr>
      <w:rFonts w:eastAsia="Times New Roman"/>
      <w:b/>
      <w:bCs/>
      <w:lang w:eastAsia="de-CH"/>
    </w:rPr>
  </w:style>
  <w:style w:type="paragraph" w:styleId="Verzeichnis3">
    <w:name w:val="toc 3"/>
    <w:aliases w:val="SBB Verzeichnis 3,Verz. 3"/>
    <w:basedOn w:val="Standard"/>
    <w:next w:val="Standard"/>
    <w:uiPriority w:val="39"/>
    <w:unhideWhenUsed/>
    <w:qFormat/>
    <w:rsid w:val="006831E8"/>
    <w:pPr>
      <w:tabs>
        <w:tab w:val="left" w:pos="851"/>
        <w:tab w:val="right" w:pos="9072"/>
      </w:tabs>
    </w:pPr>
    <w:rPr>
      <w:rFonts w:eastAsia="Times New Roman"/>
      <w:lang w:eastAsia="de-CH"/>
    </w:rPr>
  </w:style>
  <w:style w:type="paragraph" w:styleId="Verzeichnis4">
    <w:name w:val="toc 4"/>
    <w:aliases w:val="SBB Verzeichnis 4"/>
    <w:basedOn w:val="Standard"/>
    <w:next w:val="Standard"/>
    <w:autoRedefine/>
    <w:uiPriority w:val="39"/>
    <w:unhideWhenUsed/>
    <w:rsid w:val="006831E8"/>
    <w:pPr>
      <w:tabs>
        <w:tab w:val="left" w:pos="851"/>
        <w:tab w:val="right" w:pos="9072"/>
      </w:tabs>
    </w:pPr>
    <w:rPr>
      <w:rFonts w:eastAsia="Times New Roman"/>
      <w:lang w:eastAsia="de-CH"/>
    </w:rPr>
  </w:style>
  <w:style w:type="paragraph" w:styleId="Verzeichnis5">
    <w:name w:val="toc 5"/>
    <w:aliases w:val="SBB Verzeichnis 5"/>
    <w:basedOn w:val="Standard"/>
    <w:next w:val="Standard"/>
    <w:autoRedefine/>
    <w:unhideWhenUsed/>
    <w:rsid w:val="0068595D"/>
    <w:pPr>
      <w:framePr w:wrap="notBeside" w:vAnchor="text" w:hAnchor="text" w:y="1"/>
      <w:tabs>
        <w:tab w:val="left" w:pos="851"/>
        <w:tab w:val="right" w:leader="dot" w:pos="9072"/>
      </w:tabs>
    </w:pPr>
    <w:rPr>
      <w:rFonts w:eastAsia="Times New Roman"/>
      <w:lang w:eastAsia="de-CH"/>
    </w:rPr>
  </w:style>
  <w:style w:type="paragraph" w:styleId="Verzeichnis6">
    <w:name w:val="toc 6"/>
    <w:aliases w:val="SBB Verzeichnis 6"/>
    <w:basedOn w:val="Standard"/>
    <w:next w:val="Standard"/>
    <w:autoRedefine/>
    <w:unhideWhenUsed/>
    <w:rsid w:val="0068595D"/>
    <w:pPr>
      <w:framePr w:wrap="notBeside" w:vAnchor="text" w:hAnchor="text" w:y="1"/>
      <w:tabs>
        <w:tab w:val="left" w:pos="851"/>
        <w:tab w:val="right" w:leader="dot" w:pos="9072"/>
      </w:tabs>
    </w:pPr>
    <w:rPr>
      <w:rFonts w:eastAsia="Times New Roman"/>
      <w:lang w:eastAsia="de-CH"/>
    </w:rPr>
  </w:style>
  <w:style w:type="paragraph" w:styleId="Verzeichnis7">
    <w:name w:val="toc 7"/>
    <w:aliases w:val="SBB Verzeichnis 7"/>
    <w:basedOn w:val="Verzeichnis6"/>
    <w:next w:val="Standard"/>
    <w:autoRedefine/>
    <w:unhideWhenUsed/>
    <w:rsid w:val="0068595D"/>
    <w:pPr>
      <w:framePr w:wrap="notBeside"/>
    </w:pPr>
    <w:rPr>
      <w:noProof/>
    </w:rPr>
  </w:style>
  <w:style w:type="paragraph" w:styleId="Verzeichnis8">
    <w:name w:val="toc 8"/>
    <w:aliases w:val="SBB Verzeichnis 8"/>
    <w:basedOn w:val="Verzeichnis7"/>
    <w:next w:val="Standard"/>
    <w:autoRedefine/>
    <w:unhideWhenUsed/>
    <w:rsid w:val="0068595D"/>
    <w:pPr>
      <w:framePr w:wrap="notBeside"/>
    </w:pPr>
  </w:style>
  <w:style w:type="paragraph" w:styleId="Verzeichnis9">
    <w:name w:val="toc 9"/>
    <w:aliases w:val="SBB Verzeichnis 9"/>
    <w:basedOn w:val="Verzeichnis8"/>
    <w:next w:val="Standard"/>
    <w:autoRedefine/>
    <w:unhideWhenUsed/>
    <w:rsid w:val="0068595D"/>
    <w:pPr>
      <w:framePr w:wrap="notBeside"/>
    </w:pPr>
  </w:style>
  <w:style w:type="paragraph" w:styleId="Zitat">
    <w:name w:val="Quote"/>
    <w:aliases w:val="SBB Zitat"/>
    <w:basedOn w:val="Standard"/>
    <w:next w:val="Standard"/>
    <w:link w:val="ZitatZchn"/>
    <w:uiPriority w:val="29"/>
    <w:qFormat/>
    <w:rsid w:val="00B60A09"/>
    <w:rPr>
      <w:i/>
      <w:iCs/>
      <w:color w:val="000000" w:themeColor="text1"/>
    </w:rPr>
  </w:style>
  <w:style w:type="character" w:customStyle="1" w:styleId="ZitatZchn">
    <w:name w:val="Zitat Zchn"/>
    <w:aliases w:val="SBB Zitat Zchn"/>
    <w:basedOn w:val="Absatz-Standardschriftart"/>
    <w:link w:val="Zitat"/>
    <w:uiPriority w:val="29"/>
    <w:rsid w:val="00B60A09"/>
    <w:rPr>
      <w:rFonts w:ascii="Arial" w:eastAsiaTheme="minorHAnsi" w:hAnsi="Arial"/>
      <w:i/>
      <w:iCs/>
      <w:color w:val="000000" w:themeColor="text1"/>
      <w:lang w:val="de-CH" w:eastAsia="en-US"/>
    </w:rPr>
  </w:style>
  <w:style w:type="paragraph" w:customStyle="1" w:styleId="SBBLogo">
    <w:name w:val="SBB Logo"/>
    <w:basedOn w:val="Kopfzeile"/>
    <w:uiPriority w:val="3"/>
    <w:rsid w:val="0068595D"/>
    <w:pPr>
      <w:framePr w:wrap="auto" w:vAnchor="margin" w:yAlign="inline"/>
      <w:tabs>
        <w:tab w:val="clear" w:pos="4536"/>
        <w:tab w:val="clear" w:pos="9072"/>
      </w:tabs>
      <w:ind w:right="-397"/>
      <w:jc w:val="right"/>
    </w:pPr>
    <w:rPr>
      <w:rFonts w:cs="Times New Roman"/>
      <w:noProof/>
      <w:szCs w:val="20"/>
    </w:rPr>
  </w:style>
  <w:style w:type="table" w:customStyle="1" w:styleId="SBBRastermitRahmen">
    <w:name w:val="SBB Raster mit Rahmen"/>
    <w:basedOn w:val="NormaleTabelle"/>
    <w:uiPriority w:val="99"/>
    <w:rsid w:val="0068595D"/>
    <w:pPr>
      <w:spacing w:after="0" w:line="240" w:lineRule="auto"/>
    </w:pPr>
    <w:tblPr>
      <w:tblBorders>
        <w:top w:val="single" w:sz="2" w:space="0" w:color="000000" w:themeColor="text1"/>
        <w:left w:val="single" w:sz="2" w:space="0" w:color="000000" w:themeColor="text1"/>
        <w:bottom w:val="single" w:sz="2" w:space="0" w:color="000000" w:themeColor="text1"/>
        <w:right w:val="single" w:sz="2" w:space="0" w:color="000000" w:themeColor="text1"/>
        <w:insideH w:val="single" w:sz="2" w:space="0" w:color="000000" w:themeColor="text1"/>
        <w:insideV w:val="single" w:sz="2" w:space="0" w:color="000000" w:themeColor="text1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sz w:val="22"/>
      </w:rPr>
    </w:tblStylePr>
    <w:tblStylePr w:type="firstCol">
      <w:rPr>
        <w:rFonts w:ascii="Arial" w:hAnsi="Arial"/>
        <w:b/>
        <w:sz w:val="22"/>
      </w:rPr>
    </w:tblStylePr>
  </w:style>
  <w:style w:type="table" w:customStyle="1" w:styleId="SBBRasterohneRahmen">
    <w:name w:val="SBB Raster ohne Rahmen"/>
    <w:basedOn w:val="NormaleTabelle"/>
    <w:uiPriority w:val="99"/>
    <w:rsid w:val="0068595D"/>
    <w:pPr>
      <w:spacing w:after="0" w:line="240" w:lineRule="auto"/>
    </w:pPr>
    <w:tblPr/>
    <w:tcPr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sz w:val="22"/>
      </w:rPr>
    </w:tblStylePr>
    <w:tblStylePr w:type="firstCol">
      <w:rPr>
        <w:rFonts w:ascii="Arial" w:hAnsi="Arial"/>
        <w:b/>
        <w:sz w:val="22"/>
      </w:rPr>
    </w:tblStylePr>
  </w:style>
  <w:style w:type="table" w:customStyle="1" w:styleId="SBBTabelleblau">
    <w:name w:val="SBB Tabelle blau"/>
    <w:basedOn w:val="NormaleTabelle"/>
    <w:uiPriority w:val="99"/>
    <w:rsid w:val="0068595D"/>
    <w:pPr>
      <w:spacing w:after="0" w:line="240" w:lineRule="auto"/>
    </w:pPr>
    <w:tblPr>
      <w:tblStyleRow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uto"/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color w:val="FFFFFF" w:themeColor="background1"/>
        <w:sz w:val="22"/>
      </w:rPr>
      <w:tblPr/>
      <w:tcPr>
        <w:shd w:val="clear" w:color="auto" w:fill="2D327D"/>
      </w:tcPr>
    </w:tblStylePr>
    <w:tblStylePr w:type="firstCol">
      <w:rPr>
        <w:rFonts w:ascii="Arial" w:hAnsi="Arial"/>
        <w:b/>
        <w:sz w:val="22"/>
      </w:rPr>
    </w:tblStylePr>
    <w:tblStylePr w:type="band1Horz">
      <w:rPr>
        <w:rFonts w:ascii="Arial" w:hAnsi="Arial"/>
        <w:color w:val="auto"/>
        <w:sz w:val="22"/>
      </w:rPr>
      <w:tblPr/>
      <w:tcPr>
        <w:shd w:val="clear" w:color="auto" w:fill="E2E3EC"/>
      </w:tcPr>
    </w:tblStylePr>
    <w:tblStylePr w:type="band2Horz">
      <w:rPr>
        <w:rFonts w:ascii="Arial" w:hAnsi="Arial"/>
        <w:color w:val="auto"/>
        <w:sz w:val="22"/>
      </w:rPr>
      <w:tblPr/>
      <w:tcPr>
        <w:shd w:val="clear" w:color="auto" w:fill="F1F1F6"/>
      </w:tcPr>
    </w:tblStylePr>
  </w:style>
  <w:style w:type="table" w:customStyle="1" w:styleId="SBBTabelleblauohneRahmen">
    <w:name w:val="SBB Tabelle blau ohne Rahmen"/>
    <w:basedOn w:val="NormaleTabelle"/>
    <w:uiPriority w:val="99"/>
    <w:rsid w:val="0068595D"/>
    <w:pPr>
      <w:spacing w:after="0" w:line="240" w:lineRule="auto"/>
    </w:pPr>
    <w:tblPr/>
    <w:tcPr>
      <w:tcMar>
        <w:top w:w="85" w:type="dxa"/>
        <w:left w:w="85" w:type="dxa"/>
        <w:bottom w:w="85" w:type="dxa"/>
        <w:right w:w="85" w:type="dxa"/>
      </w:tcMar>
    </w:tcPr>
    <w:tblStylePr w:type="firstRow">
      <w:tblPr/>
      <w:tcPr>
        <w:shd w:val="clear" w:color="auto" w:fill="2D327D"/>
      </w:tcPr>
    </w:tblStylePr>
  </w:style>
  <w:style w:type="table" w:customStyle="1" w:styleId="SBBTabellerot">
    <w:name w:val="SBB Tabelle rot"/>
    <w:basedOn w:val="NormaleTabelle"/>
    <w:uiPriority w:val="99"/>
    <w:rsid w:val="0068595D"/>
    <w:pPr>
      <w:spacing w:after="0" w:line="240" w:lineRule="auto"/>
    </w:pPr>
    <w:tblPr>
      <w:tblStyleRow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uto"/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FF0000"/>
      </w:tcPr>
    </w:tblStylePr>
    <w:tblStylePr w:type="band1Horz">
      <w:rPr>
        <w:rFonts w:ascii="Arial" w:hAnsi="Arial"/>
        <w:color w:val="auto"/>
        <w:sz w:val="22"/>
      </w:rPr>
      <w:tblPr/>
      <w:tcPr>
        <w:shd w:val="clear" w:color="auto" w:fill="E2E3EC"/>
      </w:tcPr>
    </w:tblStylePr>
    <w:tblStylePr w:type="band2Horz">
      <w:rPr>
        <w:rFonts w:ascii="Arial" w:hAnsi="Arial"/>
        <w:color w:val="auto"/>
        <w:sz w:val="22"/>
      </w:rPr>
      <w:tblPr/>
      <w:tcPr>
        <w:shd w:val="clear" w:color="auto" w:fill="F1F1F6"/>
      </w:tcPr>
    </w:tblStylePr>
  </w:style>
  <w:style w:type="table" w:customStyle="1" w:styleId="SBBTabellerotohneRahmen">
    <w:name w:val="SBB Tabelle rot ohne Rahmen"/>
    <w:basedOn w:val="NormaleTabelle"/>
    <w:uiPriority w:val="99"/>
    <w:rsid w:val="0068595D"/>
    <w:pPr>
      <w:spacing w:after="0" w:line="240" w:lineRule="auto"/>
    </w:pPr>
    <w:tblPr/>
    <w:tcPr>
      <w:tcMar>
        <w:top w:w="85" w:type="dxa"/>
        <w:left w:w="85" w:type="dxa"/>
        <w:bottom w:w="85" w:type="dxa"/>
        <w:right w:w="85" w:type="dxa"/>
      </w:tcMar>
    </w:tcPr>
    <w:tblStylePr w:type="firstRow">
      <w:rPr>
        <w:rFonts w:ascii="Arial" w:hAnsi="Arial"/>
        <w:b/>
        <w:color w:val="FFFFFF" w:themeColor="background1"/>
        <w:sz w:val="22"/>
      </w:rPr>
      <w:tblPr/>
      <w:tcPr>
        <w:shd w:val="clear" w:color="auto" w:fill="FF0000"/>
      </w:tcPr>
    </w:tblStylePr>
  </w:style>
  <w:style w:type="paragraph" w:styleId="Aufzhlungszeichen2">
    <w:name w:val="List Bullet 2"/>
    <w:aliases w:val="SBB Aufzählungszeichen 2"/>
    <w:basedOn w:val="Standard"/>
    <w:next w:val="Standard"/>
    <w:uiPriority w:val="99"/>
    <w:rsid w:val="0068595D"/>
    <w:pPr>
      <w:numPr>
        <w:numId w:val="1"/>
      </w:numPr>
      <w:contextualSpacing/>
    </w:pPr>
  </w:style>
  <w:style w:type="paragraph" w:styleId="Aufzhlungszeichen3">
    <w:name w:val="List Bullet 3"/>
    <w:aliases w:val="SBB Aufzählungszeichen 3"/>
    <w:basedOn w:val="Standard"/>
    <w:uiPriority w:val="99"/>
    <w:rsid w:val="0068595D"/>
    <w:pPr>
      <w:numPr>
        <w:numId w:val="2"/>
      </w:numPr>
      <w:contextualSpacing/>
    </w:pPr>
  </w:style>
  <w:style w:type="paragraph" w:styleId="Aufzhlungszeichen4">
    <w:name w:val="List Bullet 4"/>
    <w:aliases w:val="SBB Aufzählungszeichen 4"/>
    <w:basedOn w:val="Standard"/>
    <w:uiPriority w:val="99"/>
    <w:rsid w:val="0068595D"/>
    <w:pPr>
      <w:numPr>
        <w:numId w:val="3"/>
      </w:numPr>
      <w:contextualSpacing/>
    </w:pPr>
  </w:style>
  <w:style w:type="paragraph" w:styleId="Aufzhlungszeichen5">
    <w:name w:val="List Bullet 5"/>
    <w:aliases w:val="SBB Aufzählungszeichen 5"/>
    <w:basedOn w:val="Standard"/>
    <w:uiPriority w:val="99"/>
    <w:rsid w:val="0068595D"/>
    <w:pPr>
      <w:numPr>
        <w:numId w:val="4"/>
      </w:numPr>
      <w:contextualSpacing/>
    </w:pPr>
  </w:style>
  <w:style w:type="paragraph" w:styleId="Aufzhlungszeichen">
    <w:name w:val="List Bullet"/>
    <w:aliases w:val="SBB Aufzählungszeichen"/>
    <w:basedOn w:val="Standard"/>
    <w:uiPriority w:val="99"/>
    <w:rsid w:val="0068595D"/>
    <w:pPr>
      <w:numPr>
        <w:numId w:val="5"/>
      </w:numPr>
      <w:contextualSpacing/>
    </w:pPr>
  </w:style>
  <w:style w:type="paragraph" w:styleId="Beschriftung">
    <w:name w:val="caption"/>
    <w:aliases w:val="SBB Beschriftung,Grafik"/>
    <w:basedOn w:val="Standard"/>
    <w:next w:val="Standard"/>
    <w:link w:val="BeschriftungZchn"/>
    <w:qFormat/>
    <w:rsid w:val="002B41F8"/>
    <w:rPr>
      <w:sz w:val="18"/>
      <w:szCs w:val="18"/>
    </w:rPr>
  </w:style>
  <w:style w:type="table" w:styleId="HelleListe-Akzent1">
    <w:name w:val="Light List Accent 1"/>
    <w:basedOn w:val="NormaleTabelle"/>
    <w:uiPriority w:val="61"/>
    <w:rsid w:val="0068595D"/>
    <w:pPr>
      <w:spacing w:after="0" w:line="240" w:lineRule="auto"/>
    </w:pPr>
    <w:tblPr>
      <w:tblStyleRowBandSize w:val="1"/>
      <w:tblStyleColBandSize w:val="1"/>
      <w:tblBorders>
        <w:top w:val="single" w:sz="8" w:space="0" w:color="ABADCB" w:themeColor="accent1"/>
        <w:left w:val="single" w:sz="8" w:space="0" w:color="ABADCB" w:themeColor="accent1"/>
        <w:bottom w:val="single" w:sz="8" w:space="0" w:color="ABADCB" w:themeColor="accent1"/>
        <w:right w:val="single" w:sz="8" w:space="0" w:color="ABADC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ADC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ADCB" w:themeColor="accent1"/>
          <w:left w:val="single" w:sz="8" w:space="0" w:color="ABADCB" w:themeColor="accent1"/>
          <w:bottom w:val="single" w:sz="8" w:space="0" w:color="ABADCB" w:themeColor="accent1"/>
          <w:right w:val="single" w:sz="8" w:space="0" w:color="ABADC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ADCB" w:themeColor="accent1"/>
          <w:left w:val="single" w:sz="8" w:space="0" w:color="ABADCB" w:themeColor="accent1"/>
          <w:bottom w:val="single" w:sz="8" w:space="0" w:color="ABADCB" w:themeColor="accent1"/>
          <w:right w:val="single" w:sz="8" w:space="0" w:color="ABADCB" w:themeColor="accent1"/>
        </w:tcBorders>
      </w:tcPr>
    </w:tblStylePr>
    <w:tblStylePr w:type="band1Horz">
      <w:tblPr/>
      <w:tcPr>
        <w:tcBorders>
          <w:top w:val="single" w:sz="8" w:space="0" w:color="ABADCB" w:themeColor="accent1"/>
          <w:left w:val="single" w:sz="8" w:space="0" w:color="ABADCB" w:themeColor="accent1"/>
          <w:bottom w:val="single" w:sz="8" w:space="0" w:color="ABADCB" w:themeColor="accent1"/>
          <w:right w:val="single" w:sz="8" w:space="0" w:color="ABADCB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rsid w:val="0068595D"/>
    <w:pPr>
      <w:spacing w:after="0" w:line="240" w:lineRule="auto"/>
    </w:pPr>
    <w:rPr>
      <w:color w:val="7074A7" w:themeColor="accent1" w:themeShade="BF"/>
    </w:rPr>
    <w:tblPr>
      <w:tblStyleRowBandSize w:val="1"/>
      <w:tblStyleColBandSize w:val="1"/>
      <w:tblBorders>
        <w:top w:val="single" w:sz="8" w:space="0" w:color="ABADCB" w:themeColor="accent1"/>
        <w:bottom w:val="single" w:sz="8" w:space="0" w:color="ABADC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ADCB" w:themeColor="accent1"/>
          <w:left w:val="nil"/>
          <w:bottom w:val="single" w:sz="8" w:space="0" w:color="ABADC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ADCB" w:themeColor="accent1"/>
          <w:left w:val="nil"/>
          <w:bottom w:val="single" w:sz="8" w:space="0" w:color="ABADC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A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AF2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68595D"/>
    <w:pPr>
      <w:spacing w:after="0" w:line="240" w:lineRule="auto"/>
    </w:pPr>
    <w:rPr>
      <w:color w:val="21255D" w:themeColor="accent3" w:themeShade="BF"/>
    </w:rPr>
    <w:tblPr>
      <w:tblStyleRowBandSize w:val="1"/>
      <w:tblStyleColBandSize w:val="1"/>
      <w:tblBorders>
        <w:top w:val="single" w:sz="8" w:space="0" w:color="2D327D" w:themeColor="accent3"/>
        <w:bottom w:val="single" w:sz="8" w:space="0" w:color="2D327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327D" w:themeColor="accent3"/>
          <w:left w:val="nil"/>
          <w:bottom w:val="single" w:sz="8" w:space="0" w:color="2D327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327D" w:themeColor="accent3"/>
          <w:left w:val="nil"/>
          <w:bottom w:val="single" w:sz="8" w:space="0" w:color="2D327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C3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C3E8" w:themeFill="accent3" w:themeFillTint="3F"/>
      </w:tcPr>
    </w:tblStylePr>
  </w:style>
  <w:style w:type="character" w:styleId="Hervorhebung">
    <w:name w:val="Emphasis"/>
    <w:aliases w:val="SBB Hervorhebung"/>
    <w:basedOn w:val="Absatz-Standardschriftart"/>
    <w:uiPriority w:val="20"/>
    <w:qFormat/>
    <w:rsid w:val="0068595D"/>
    <w:rPr>
      <w:rFonts w:ascii="Arial" w:hAnsi="Arial"/>
      <w:i/>
      <w:iCs/>
      <w:sz w:val="22"/>
    </w:rPr>
  </w:style>
  <w:style w:type="character" w:styleId="IntensiveHervorhebung">
    <w:name w:val="Intense Emphasis"/>
    <w:aliases w:val="SBB Intensive Hervorhebung"/>
    <w:basedOn w:val="Absatz-Standardschriftart"/>
    <w:uiPriority w:val="21"/>
    <w:qFormat/>
    <w:rsid w:val="0068595D"/>
    <w:rPr>
      <w:rFonts w:ascii="Arial" w:hAnsi="Arial"/>
      <w:b/>
      <w:bCs/>
      <w:i/>
      <w:iCs/>
      <w:color w:val="auto"/>
      <w:sz w:val="22"/>
    </w:rPr>
  </w:style>
  <w:style w:type="paragraph" w:styleId="Liste">
    <w:name w:val="List"/>
    <w:basedOn w:val="Standard"/>
    <w:uiPriority w:val="99"/>
    <w:semiHidden/>
    <w:unhideWhenUsed/>
    <w:rsid w:val="0068595D"/>
    <w:pPr>
      <w:numPr>
        <w:numId w:val="6"/>
      </w:numPr>
      <w:contextualSpacing/>
    </w:pPr>
  </w:style>
  <w:style w:type="paragraph" w:customStyle="1" w:styleId="SBBVordruck11">
    <w:name w:val="SBB Vordruck11"/>
    <w:basedOn w:val="Standard"/>
    <w:uiPriority w:val="10"/>
    <w:rsid w:val="0068595D"/>
    <w:pPr>
      <w:spacing w:line="210" w:lineRule="exact"/>
    </w:pPr>
    <w:rPr>
      <w:rFonts w:eastAsia="Times New Roman" w:cs="Times New Roman"/>
      <w:noProof/>
      <w:szCs w:val="24"/>
      <w:lang w:eastAsia="de-CH"/>
    </w:rPr>
  </w:style>
  <w:style w:type="paragraph" w:customStyle="1" w:styleId="Vordruck11Fett">
    <w:name w:val="Vordruck11 Fett"/>
    <w:basedOn w:val="SBBVordruck11"/>
    <w:uiPriority w:val="10"/>
    <w:rsid w:val="0068595D"/>
    <w:rPr>
      <w:b/>
    </w:rPr>
  </w:style>
  <w:style w:type="paragraph" w:customStyle="1" w:styleId="Absenderzeile">
    <w:name w:val="Absenderzeile"/>
    <w:basedOn w:val="Standard"/>
    <w:link w:val="AbsenderzeileZchn"/>
    <w:rsid w:val="0068595D"/>
    <w:rPr>
      <w:rFonts w:eastAsia="Times New Roman" w:cs="Times New Roman"/>
      <w:noProof/>
      <w:sz w:val="14"/>
      <w:szCs w:val="14"/>
      <w:u w:val="single"/>
      <w:lang w:eastAsia="de-CH"/>
    </w:rPr>
  </w:style>
  <w:style w:type="character" w:customStyle="1" w:styleId="AbsenderzeileZchn">
    <w:name w:val="Absenderzeile Zchn"/>
    <w:basedOn w:val="Absatz-Standardschriftart"/>
    <w:link w:val="Absenderzeile"/>
    <w:rsid w:val="0068595D"/>
    <w:rPr>
      <w:rFonts w:ascii="Arial" w:eastAsia="Times New Roman" w:hAnsi="Arial" w:cs="Times New Roman"/>
      <w:noProof/>
      <w:sz w:val="14"/>
      <w:szCs w:val="14"/>
      <w:u w:val="single"/>
      <w:lang w:val="de-CH" w:eastAsia="de-CH"/>
    </w:rPr>
  </w:style>
  <w:style w:type="paragraph" w:customStyle="1" w:styleId="StandardNo">
    <w:name w:val="StandardNo"/>
    <w:basedOn w:val="Standard"/>
    <w:link w:val="StandardNoZchn"/>
    <w:rsid w:val="0068595D"/>
    <w:rPr>
      <w:rFonts w:eastAsia="Times New Roman" w:cs="Times New Roman"/>
      <w:noProof/>
      <w:szCs w:val="24"/>
      <w:lang w:eastAsia="de-CH"/>
    </w:rPr>
  </w:style>
  <w:style w:type="character" w:customStyle="1" w:styleId="StandardNoZchn">
    <w:name w:val="StandardNo Zchn"/>
    <w:basedOn w:val="Absatz-Standardschriftart"/>
    <w:link w:val="StandardNo"/>
    <w:rsid w:val="0068595D"/>
    <w:rPr>
      <w:rFonts w:ascii="Arial" w:eastAsia="Times New Roman" w:hAnsi="Arial" w:cs="Times New Roman"/>
      <w:noProof/>
      <w:szCs w:val="24"/>
      <w:lang w:val="de-CH" w:eastAsia="de-CH"/>
    </w:rPr>
  </w:style>
  <w:style w:type="paragraph" w:styleId="Abbildungsverzeichnis">
    <w:name w:val="table of figures"/>
    <w:aliases w:val="Tabellenverzeichnis"/>
    <w:basedOn w:val="Verzeichnis2"/>
    <w:next w:val="Standard"/>
    <w:uiPriority w:val="99"/>
    <w:rsid w:val="00D37EB9"/>
    <w:pPr>
      <w:tabs>
        <w:tab w:val="clear" w:pos="9072"/>
        <w:tab w:val="right" w:leader="dot" w:pos="9497"/>
      </w:tabs>
      <w:spacing w:before="120" w:line="259" w:lineRule="auto"/>
      <w:ind w:left="440" w:hanging="440"/>
    </w:pPr>
    <w:rPr>
      <w:rFonts w:cs="Times New Roman"/>
      <w:b w:val="0"/>
      <w:bCs w:val="0"/>
      <w:noProof/>
      <w:snapToGrid w:val="0"/>
      <w:szCs w:val="20"/>
    </w:rPr>
  </w:style>
  <w:style w:type="character" w:styleId="BesuchterLink">
    <w:name w:val="FollowedHyperlink"/>
    <w:basedOn w:val="Absatz-Standardschriftart"/>
    <w:rsid w:val="00D37EB9"/>
    <w:rPr>
      <w:color w:val="800080"/>
      <w:u w:val="single"/>
    </w:rPr>
  </w:style>
  <w:style w:type="paragraph" w:customStyle="1" w:styleId="Tabelle">
    <w:name w:val="Tabelle"/>
    <w:basedOn w:val="Standard"/>
    <w:rsid w:val="00D37EB9"/>
    <w:pPr>
      <w:tabs>
        <w:tab w:val="left" w:pos="1710"/>
        <w:tab w:val="left" w:pos="3420"/>
        <w:tab w:val="left" w:pos="4680"/>
      </w:tabs>
      <w:spacing w:before="60" w:after="60" w:line="240" w:lineRule="auto"/>
    </w:pPr>
    <w:rPr>
      <w:rFonts w:eastAsia="Times New Roman" w:cs="Times New Roman"/>
      <w:snapToGrid w:val="0"/>
      <w:szCs w:val="20"/>
      <w:lang w:val="de-DE" w:eastAsia="de-CH"/>
    </w:rPr>
  </w:style>
  <w:style w:type="paragraph" w:customStyle="1" w:styleId="Tabellen-Kopf">
    <w:name w:val="Tabellen-Kopf"/>
    <w:basedOn w:val="Tabelle"/>
    <w:next w:val="Tabelle"/>
    <w:rsid w:val="00D37EB9"/>
    <w:pPr>
      <w:shd w:val="pct10" w:color="auto" w:fill="auto"/>
      <w:spacing w:before="0" w:after="0" w:line="360" w:lineRule="atLeast"/>
    </w:pPr>
    <w:rPr>
      <w:b/>
    </w:rPr>
  </w:style>
  <w:style w:type="paragraph" w:customStyle="1" w:styleId="Tabelle-Aufzhlung">
    <w:name w:val="Tabelle-Aufzählung"/>
    <w:basedOn w:val="Standard"/>
    <w:rsid w:val="00D37EB9"/>
    <w:pPr>
      <w:numPr>
        <w:numId w:val="9"/>
      </w:numPr>
      <w:tabs>
        <w:tab w:val="left" w:pos="227"/>
        <w:tab w:val="left" w:pos="1710"/>
        <w:tab w:val="left" w:pos="3420"/>
        <w:tab w:val="left" w:pos="4680"/>
      </w:tabs>
      <w:spacing w:line="240" w:lineRule="auto"/>
    </w:pPr>
    <w:rPr>
      <w:rFonts w:eastAsia="Times New Roman" w:cs="Times New Roman"/>
      <w:snapToGrid w:val="0"/>
      <w:szCs w:val="20"/>
      <w:lang w:eastAsia="de-CH"/>
    </w:rPr>
  </w:style>
  <w:style w:type="paragraph" w:customStyle="1" w:styleId="TextkrperFett">
    <w:name w:val="TextkörperFett"/>
    <w:basedOn w:val="Textkrper"/>
    <w:rsid w:val="00D37EB9"/>
    <w:pPr>
      <w:spacing w:line="259" w:lineRule="auto"/>
    </w:pPr>
    <w:rPr>
      <w:b/>
      <w:sz w:val="22"/>
      <w:lang w:val="de-CH"/>
    </w:rPr>
  </w:style>
  <w:style w:type="paragraph" w:styleId="Textkrper">
    <w:name w:val="Body Text"/>
    <w:basedOn w:val="Standard"/>
    <w:link w:val="TextkrperZchn"/>
    <w:rsid w:val="00D37EB9"/>
    <w:pPr>
      <w:tabs>
        <w:tab w:val="left" w:pos="1710"/>
        <w:tab w:val="left" w:pos="3420"/>
        <w:tab w:val="left" w:pos="4680"/>
      </w:tabs>
      <w:spacing w:line="240" w:lineRule="auto"/>
    </w:pPr>
    <w:rPr>
      <w:rFonts w:eastAsia="Times New Roman" w:cs="Times New Roman"/>
      <w:snapToGrid w:val="0"/>
      <w:szCs w:val="20"/>
      <w:lang w:val="de-DE" w:eastAsia="de-CH"/>
    </w:rPr>
  </w:style>
  <w:style w:type="character" w:customStyle="1" w:styleId="TextkrperZchn">
    <w:name w:val="Textkörper Zchn"/>
    <w:basedOn w:val="Absatz-Standardschriftart"/>
    <w:link w:val="Textkrper"/>
    <w:rsid w:val="00D37EB9"/>
    <w:rPr>
      <w:rFonts w:ascii="Arial" w:eastAsia="Times New Roman" w:hAnsi="Arial" w:cs="Times New Roman"/>
      <w:snapToGrid w:val="0"/>
      <w:sz w:val="20"/>
      <w:szCs w:val="20"/>
      <w:lang w:val="de-DE" w:eastAsia="de-CH"/>
    </w:rPr>
  </w:style>
  <w:style w:type="paragraph" w:customStyle="1" w:styleId="SpaltenTitelLinks">
    <w:name w:val="SpaltenTitelLinks"/>
    <w:basedOn w:val="Standard"/>
    <w:next w:val="Standard"/>
    <w:rsid w:val="00D37EB9"/>
    <w:pPr>
      <w:pBdr>
        <w:bottom w:val="single" w:sz="6" w:space="1" w:color="auto"/>
      </w:pBdr>
      <w:tabs>
        <w:tab w:val="left" w:pos="1710"/>
        <w:tab w:val="left" w:pos="3420"/>
        <w:tab w:val="left" w:pos="4680"/>
      </w:tabs>
      <w:spacing w:before="120" w:after="40" w:line="259" w:lineRule="auto"/>
    </w:pPr>
    <w:rPr>
      <w:rFonts w:eastAsia="Times New Roman" w:cs="Times New Roman"/>
      <w:b/>
      <w:snapToGrid w:val="0"/>
      <w:sz w:val="16"/>
      <w:szCs w:val="20"/>
      <w:lang w:eastAsia="de-CH"/>
    </w:rPr>
  </w:style>
  <w:style w:type="paragraph" w:customStyle="1" w:styleId="Klassifizierung">
    <w:name w:val="Klassifizierung"/>
    <w:basedOn w:val="Standard"/>
    <w:rsid w:val="00D37EB9"/>
    <w:pPr>
      <w:tabs>
        <w:tab w:val="left" w:pos="1710"/>
        <w:tab w:val="left" w:pos="3420"/>
        <w:tab w:val="left" w:pos="4680"/>
      </w:tabs>
      <w:spacing w:after="240" w:line="259" w:lineRule="auto"/>
    </w:pPr>
    <w:rPr>
      <w:rFonts w:eastAsia="Times New Roman" w:cs="Times New Roman"/>
      <w:snapToGrid w:val="0"/>
      <w:szCs w:val="20"/>
      <w:lang w:eastAsia="de-CH"/>
    </w:rPr>
  </w:style>
  <w:style w:type="character" w:styleId="Kommentarzeichen">
    <w:name w:val="annotation reference"/>
    <w:basedOn w:val="Absatz-Standardschriftart"/>
    <w:semiHidden/>
    <w:rsid w:val="00D37EB9"/>
    <w:rPr>
      <w:sz w:val="16"/>
    </w:rPr>
  </w:style>
  <w:style w:type="character" w:styleId="Seitenzahl">
    <w:name w:val="page number"/>
    <w:basedOn w:val="Absatz-Standardschriftart"/>
    <w:rsid w:val="00D37EB9"/>
  </w:style>
  <w:style w:type="paragraph" w:styleId="Kommentartext">
    <w:name w:val="annotation text"/>
    <w:basedOn w:val="Standard"/>
    <w:link w:val="KommentartextZchn"/>
    <w:uiPriority w:val="99"/>
    <w:semiHidden/>
    <w:rsid w:val="00D37EB9"/>
    <w:pPr>
      <w:tabs>
        <w:tab w:val="left" w:pos="1710"/>
        <w:tab w:val="left" w:pos="3420"/>
        <w:tab w:val="left" w:pos="4680"/>
      </w:tabs>
      <w:spacing w:line="240" w:lineRule="auto"/>
    </w:pPr>
    <w:rPr>
      <w:rFonts w:eastAsia="Times New Roman" w:cs="Times New Roman"/>
      <w:snapToGrid w:val="0"/>
      <w:szCs w:val="20"/>
      <w:lang w:val="de-DE" w:eastAsia="de-CH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EB9"/>
    <w:rPr>
      <w:rFonts w:ascii="Arial" w:eastAsia="Times New Roman" w:hAnsi="Arial" w:cs="Times New Roman"/>
      <w:snapToGrid w:val="0"/>
      <w:sz w:val="20"/>
      <w:szCs w:val="20"/>
      <w:lang w:val="de-DE" w:eastAsia="de-CH"/>
    </w:rPr>
  </w:style>
  <w:style w:type="paragraph" w:styleId="Textkrper-Zeileneinzug">
    <w:name w:val="Body Text Indent"/>
    <w:basedOn w:val="Standard"/>
    <w:link w:val="Textkrper-ZeileneinzugZchn"/>
    <w:rsid w:val="00D37EB9"/>
    <w:pPr>
      <w:numPr>
        <w:numId w:val="10"/>
      </w:numPr>
      <w:tabs>
        <w:tab w:val="left" w:pos="1710"/>
        <w:tab w:val="left" w:pos="3420"/>
        <w:tab w:val="left" w:pos="4680"/>
      </w:tabs>
      <w:spacing w:line="240" w:lineRule="auto"/>
    </w:pPr>
    <w:rPr>
      <w:rFonts w:eastAsia="Times New Roman" w:cs="Times New Roman"/>
      <w:szCs w:val="20"/>
      <w:lang w:val="fr-FR" w:eastAsia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37EB9"/>
    <w:rPr>
      <w:rFonts w:ascii="Arial" w:eastAsia="Times New Roman" w:hAnsi="Arial" w:cs="Times New Roman"/>
      <w:sz w:val="20"/>
      <w:szCs w:val="20"/>
      <w:lang w:val="fr-FR" w:eastAsia="de-CH"/>
    </w:rPr>
  </w:style>
  <w:style w:type="paragraph" w:styleId="Textkrper2">
    <w:name w:val="Body Text 2"/>
    <w:basedOn w:val="Standard"/>
    <w:link w:val="Textkrper2Zchn"/>
    <w:rsid w:val="00D37EB9"/>
    <w:pPr>
      <w:tabs>
        <w:tab w:val="left" w:pos="1710"/>
        <w:tab w:val="left" w:pos="3420"/>
        <w:tab w:val="left" w:pos="4680"/>
      </w:tabs>
      <w:spacing w:line="259" w:lineRule="auto"/>
    </w:pPr>
    <w:rPr>
      <w:rFonts w:eastAsia="Times New Roman" w:cs="Times New Roman"/>
      <w:b/>
      <w:snapToGrid w:val="0"/>
      <w:szCs w:val="20"/>
      <w:lang w:eastAsia="de-CH"/>
    </w:rPr>
  </w:style>
  <w:style w:type="character" w:customStyle="1" w:styleId="Textkrper2Zchn">
    <w:name w:val="Textkörper 2 Zchn"/>
    <w:basedOn w:val="Absatz-Standardschriftart"/>
    <w:link w:val="Textkrper2"/>
    <w:rsid w:val="00D37EB9"/>
    <w:rPr>
      <w:rFonts w:ascii="Arial" w:eastAsia="Times New Roman" w:hAnsi="Arial" w:cs="Times New Roman"/>
      <w:b/>
      <w:snapToGrid w:val="0"/>
      <w:sz w:val="20"/>
      <w:szCs w:val="20"/>
      <w:lang w:val="de-CH" w:eastAsia="de-CH"/>
    </w:rPr>
  </w:style>
  <w:style w:type="paragraph" w:styleId="Index1">
    <w:name w:val="index 1"/>
    <w:basedOn w:val="Standard"/>
    <w:next w:val="Standard"/>
    <w:autoRedefine/>
    <w:semiHidden/>
    <w:rsid w:val="00D37EB9"/>
    <w:pPr>
      <w:spacing w:line="259" w:lineRule="auto"/>
      <w:ind w:left="200" w:hanging="200"/>
    </w:pPr>
    <w:rPr>
      <w:rFonts w:ascii="Times New Roman" w:eastAsia="Times New Roman" w:hAnsi="Times New Roman" w:cs="Times New Roman"/>
      <w:snapToGrid w:val="0"/>
      <w:szCs w:val="20"/>
      <w:lang w:eastAsia="de-CH"/>
    </w:rPr>
  </w:style>
  <w:style w:type="paragraph" w:styleId="Index2">
    <w:name w:val="index 2"/>
    <w:basedOn w:val="Standard"/>
    <w:next w:val="Standard"/>
    <w:autoRedefine/>
    <w:semiHidden/>
    <w:rsid w:val="00D37EB9"/>
    <w:pPr>
      <w:spacing w:line="259" w:lineRule="auto"/>
      <w:ind w:left="400" w:hanging="200"/>
    </w:pPr>
    <w:rPr>
      <w:rFonts w:ascii="Times New Roman" w:eastAsia="Times New Roman" w:hAnsi="Times New Roman" w:cs="Times New Roman"/>
      <w:snapToGrid w:val="0"/>
      <w:szCs w:val="20"/>
      <w:lang w:eastAsia="de-CH"/>
    </w:rPr>
  </w:style>
  <w:style w:type="paragraph" w:styleId="Index3">
    <w:name w:val="index 3"/>
    <w:basedOn w:val="Standard"/>
    <w:next w:val="Standard"/>
    <w:autoRedefine/>
    <w:semiHidden/>
    <w:rsid w:val="00D37EB9"/>
    <w:pPr>
      <w:spacing w:line="259" w:lineRule="auto"/>
      <w:ind w:left="600" w:hanging="200"/>
    </w:pPr>
    <w:rPr>
      <w:rFonts w:ascii="Times New Roman" w:eastAsia="Times New Roman" w:hAnsi="Times New Roman" w:cs="Times New Roman"/>
      <w:snapToGrid w:val="0"/>
      <w:szCs w:val="20"/>
      <w:lang w:eastAsia="de-CH"/>
    </w:rPr>
  </w:style>
  <w:style w:type="paragraph" w:styleId="Index4">
    <w:name w:val="index 4"/>
    <w:basedOn w:val="Standard"/>
    <w:next w:val="Standard"/>
    <w:autoRedefine/>
    <w:semiHidden/>
    <w:rsid w:val="00D37EB9"/>
    <w:pPr>
      <w:spacing w:line="259" w:lineRule="auto"/>
      <w:ind w:left="800" w:hanging="200"/>
    </w:pPr>
    <w:rPr>
      <w:rFonts w:ascii="Times New Roman" w:eastAsia="Times New Roman" w:hAnsi="Times New Roman" w:cs="Times New Roman"/>
      <w:snapToGrid w:val="0"/>
      <w:szCs w:val="20"/>
      <w:lang w:eastAsia="de-CH"/>
    </w:rPr>
  </w:style>
  <w:style w:type="paragraph" w:styleId="Index5">
    <w:name w:val="index 5"/>
    <w:basedOn w:val="Standard"/>
    <w:next w:val="Standard"/>
    <w:autoRedefine/>
    <w:semiHidden/>
    <w:rsid w:val="00D37EB9"/>
    <w:pPr>
      <w:spacing w:line="259" w:lineRule="auto"/>
      <w:ind w:left="1000" w:hanging="200"/>
    </w:pPr>
    <w:rPr>
      <w:rFonts w:ascii="Times New Roman" w:eastAsia="Times New Roman" w:hAnsi="Times New Roman" w:cs="Times New Roman"/>
      <w:snapToGrid w:val="0"/>
      <w:szCs w:val="20"/>
      <w:lang w:eastAsia="de-CH"/>
    </w:rPr>
  </w:style>
  <w:style w:type="paragraph" w:styleId="Index6">
    <w:name w:val="index 6"/>
    <w:basedOn w:val="Standard"/>
    <w:next w:val="Standard"/>
    <w:autoRedefine/>
    <w:semiHidden/>
    <w:rsid w:val="00D37EB9"/>
    <w:pPr>
      <w:spacing w:line="259" w:lineRule="auto"/>
      <w:ind w:left="1200" w:hanging="200"/>
    </w:pPr>
    <w:rPr>
      <w:rFonts w:ascii="Times New Roman" w:eastAsia="Times New Roman" w:hAnsi="Times New Roman" w:cs="Times New Roman"/>
      <w:snapToGrid w:val="0"/>
      <w:szCs w:val="20"/>
      <w:lang w:eastAsia="de-CH"/>
    </w:rPr>
  </w:style>
  <w:style w:type="paragraph" w:styleId="Index7">
    <w:name w:val="index 7"/>
    <w:basedOn w:val="Standard"/>
    <w:next w:val="Standard"/>
    <w:autoRedefine/>
    <w:semiHidden/>
    <w:rsid w:val="00D37EB9"/>
    <w:pPr>
      <w:spacing w:line="259" w:lineRule="auto"/>
      <w:ind w:left="1400" w:hanging="200"/>
    </w:pPr>
    <w:rPr>
      <w:rFonts w:ascii="Times New Roman" w:eastAsia="Times New Roman" w:hAnsi="Times New Roman" w:cs="Times New Roman"/>
      <w:snapToGrid w:val="0"/>
      <w:szCs w:val="20"/>
      <w:lang w:eastAsia="de-CH"/>
    </w:rPr>
  </w:style>
  <w:style w:type="paragraph" w:styleId="Index8">
    <w:name w:val="index 8"/>
    <w:basedOn w:val="Standard"/>
    <w:next w:val="Standard"/>
    <w:autoRedefine/>
    <w:semiHidden/>
    <w:rsid w:val="00D37EB9"/>
    <w:pPr>
      <w:spacing w:line="259" w:lineRule="auto"/>
      <w:ind w:left="1600" w:hanging="200"/>
    </w:pPr>
    <w:rPr>
      <w:rFonts w:ascii="Times New Roman" w:eastAsia="Times New Roman" w:hAnsi="Times New Roman" w:cs="Times New Roman"/>
      <w:snapToGrid w:val="0"/>
      <w:szCs w:val="20"/>
      <w:lang w:eastAsia="de-CH"/>
    </w:rPr>
  </w:style>
  <w:style w:type="paragraph" w:styleId="Index9">
    <w:name w:val="index 9"/>
    <w:basedOn w:val="Standard"/>
    <w:next w:val="Standard"/>
    <w:autoRedefine/>
    <w:semiHidden/>
    <w:rsid w:val="00D37EB9"/>
    <w:pPr>
      <w:spacing w:line="259" w:lineRule="auto"/>
      <w:ind w:left="1800" w:hanging="200"/>
    </w:pPr>
    <w:rPr>
      <w:rFonts w:ascii="Times New Roman" w:eastAsia="Times New Roman" w:hAnsi="Times New Roman" w:cs="Times New Roman"/>
      <w:snapToGrid w:val="0"/>
      <w:szCs w:val="20"/>
      <w:lang w:eastAsia="de-CH"/>
    </w:rPr>
  </w:style>
  <w:style w:type="paragraph" w:styleId="Indexberschrift">
    <w:name w:val="index heading"/>
    <w:basedOn w:val="Standard"/>
    <w:next w:val="Index1"/>
    <w:semiHidden/>
    <w:rsid w:val="00D37EB9"/>
    <w:pPr>
      <w:tabs>
        <w:tab w:val="right" w:leader="dot" w:pos="1710"/>
        <w:tab w:val="left" w:pos="3420"/>
        <w:tab w:val="left" w:pos="4680"/>
      </w:tabs>
      <w:spacing w:before="120" w:line="259" w:lineRule="auto"/>
    </w:pPr>
    <w:rPr>
      <w:rFonts w:ascii="Times New Roman" w:eastAsia="Times New Roman" w:hAnsi="Times New Roman" w:cs="Times New Roman"/>
      <w:b/>
      <w:i/>
      <w:snapToGrid w:val="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D37EB9"/>
    <w:pPr>
      <w:spacing w:line="259" w:lineRule="auto"/>
    </w:pPr>
    <w:rPr>
      <w:b/>
      <w:bCs/>
      <w:lang w:val="de-CH"/>
    </w:rPr>
  </w:style>
  <w:style w:type="character" w:customStyle="1" w:styleId="KommentarthemaZchn">
    <w:name w:val="Kommentarthema Zchn"/>
    <w:basedOn w:val="KommentartextZchn"/>
    <w:link w:val="Kommentarthema"/>
    <w:semiHidden/>
    <w:rsid w:val="00D37EB9"/>
    <w:rPr>
      <w:rFonts w:ascii="Arial" w:eastAsia="Times New Roman" w:hAnsi="Arial" w:cs="Times New Roman"/>
      <w:b/>
      <w:bCs/>
      <w:snapToGrid w:val="0"/>
      <w:sz w:val="20"/>
      <w:szCs w:val="20"/>
      <w:lang w:val="de-CH" w:eastAsia="de-CH"/>
    </w:rPr>
  </w:style>
  <w:style w:type="paragraph" w:customStyle="1" w:styleId="Formatvorlageberschrift1BlockVor12ptZeilenabstandeinfach">
    <w:name w:val="Formatvorlage Überschrift 1 + Block Vor:  12 pt Zeilenabstand:  einfach"/>
    <w:basedOn w:val="berschrift1"/>
    <w:rsid w:val="00D37EB9"/>
    <w:pPr>
      <w:keepNext/>
      <w:keepLines w:val="0"/>
      <w:pageBreakBefore/>
      <w:tabs>
        <w:tab w:val="clear" w:pos="680"/>
        <w:tab w:val="num" w:pos="432"/>
        <w:tab w:val="left" w:pos="851"/>
      </w:tabs>
      <w:spacing w:after="120"/>
      <w:ind w:left="432" w:hanging="432"/>
      <w:jc w:val="both"/>
    </w:pPr>
    <w:rPr>
      <w:rFonts w:eastAsia="Times New Roman" w:cs="Times New Roman"/>
      <w:snapToGrid w:val="0"/>
      <w:szCs w:val="20"/>
    </w:rPr>
  </w:style>
  <w:style w:type="paragraph" w:customStyle="1" w:styleId="MasterCharCharChar">
    <w:name w:val="Master Char Char Char"/>
    <w:rsid w:val="00D37EB9"/>
    <w:pPr>
      <w:spacing w:after="0" w:line="240" w:lineRule="auto"/>
      <w:ind w:left="851"/>
    </w:pPr>
    <w:rPr>
      <w:rFonts w:ascii="Arial" w:eastAsia="Times New Roman" w:hAnsi="Arial" w:cs="Times New Roman"/>
      <w:sz w:val="20"/>
      <w:szCs w:val="20"/>
      <w:lang w:val="de-CH" w:eastAsia="de-DE"/>
    </w:rPr>
  </w:style>
  <w:style w:type="paragraph" w:customStyle="1" w:styleId="Master">
    <w:name w:val="Master"/>
    <w:link w:val="MasterChar"/>
    <w:rsid w:val="00D37EB9"/>
    <w:pPr>
      <w:spacing w:after="0" w:line="240" w:lineRule="auto"/>
      <w:ind w:left="1276"/>
    </w:pPr>
    <w:rPr>
      <w:rFonts w:ascii="Arial" w:eastAsia="Times New Roman" w:hAnsi="Arial" w:cs="Times New Roman"/>
      <w:sz w:val="20"/>
      <w:szCs w:val="20"/>
      <w:lang w:val="de-CH" w:eastAsia="de-DE"/>
    </w:rPr>
  </w:style>
  <w:style w:type="paragraph" w:customStyle="1" w:styleId="Tabelleninhalt">
    <w:name w:val="Tabelleninhalt"/>
    <w:basedOn w:val="Standard"/>
    <w:rsid w:val="00D37EB9"/>
    <w:pPr>
      <w:overflowPunct w:val="0"/>
      <w:autoSpaceDE w:val="0"/>
      <w:autoSpaceDN w:val="0"/>
      <w:adjustRightInd w:val="0"/>
      <w:spacing w:before="45" w:after="45" w:line="240" w:lineRule="atLeast"/>
      <w:ind w:left="85"/>
      <w:textAlignment w:val="baseline"/>
    </w:pPr>
    <w:rPr>
      <w:rFonts w:eastAsia="Times New Roman" w:cs="Arial"/>
      <w:sz w:val="18"/>
      <w:szCs w:val="18"/>
      <w:lang w:eastAsia="de-DE"/>
    </w:rPr>
  </w:style>
  <w:style w:type="paragraph" w:customStyle="1" w:styleId="FormatvorlageNormalerTextLateinArial10ptLinks15cmVor">
    <w:name w:val="Formatvorlage Normaler Text + (Latein) Arial 10 pt Links:  1.5 cm Vor:  ..."/>
    <w:basedOn w:val="Standard"/>
    <w:rsid w:val="00D37EB9"/>
    <w:pPr>
      <w:spacing w:line="240" w:lineRule="auto"/>
      <w:ind w:left="851"/>
      <w:jc w:val="both"/>
    </w:pPr>
    <w:rPr>
      <w:rFonts w:eastAsia="Times New Roman" w:cs="Times New Roman"/>
      <w:szCs w:val="20"/>
      <w:lang w:eastAsia="de-CH"/>
    </w:rPr>
  </w:style>
  <w:style w:type="numbering" w:customStyle="1" w:styleId="Nummerierung">
    <w:name w:val="Nummerierung"/>
    <w:basedOn w:val="KeineListe"/>
    <w:rsid w:val="00D37EB9"/>
    <w:pPr>
      <w:numPr>
        <w:numId w:val="12"/>
      </w:numPr>
    </w:pPr>
  </w:style>
  <w:style w:type="paragraph" w:customStyle="1" w:styleId="Einzug1CharChar">
    <w:name w:val="Einzug 1 Char Char"/>
    <w:basedOn w:val="Standard"/>
    <w:link w:val="Einzug1CharCharChar"/>
    <w:rsid w:val="00D37EB9"/>
    <w:pPr>
      <w:spacing w:after="60" w:line="240" w:lineRule="auto"/>
      <w:ind w:left="851"/>
    </w:pPr>
    <w:rPr>
      <w:rFonts w:eastAsia="Times New Roman" w:cs="Times New Roman"/>
      <w:noProof/>
      <w:snapToGrid w:val="0"/>
      <w:szCs w:val="24"/>
      <w:lang w:eastAsia="de-CH"/>
    </w:rPr>
  </w:style>
  <w:style w:type="paragraph" w:customStyle="1" w:styleId="Ausgeblendet">
    <w:name w:val="Ausgeblendet"/>
    <w:basedOn w:val="Einzug1CharChar"/>
    <w:next w:val="Einzug1CharChar"/>
    <w:link w:val="AusgeblendetChar"/>
    <w:rsid w:val="00D37EB9"/>
    <w:rPr>
      <w:vanish/>
      <w:color w:val="0000FF"/>
    </w:rPr>
  </w:style>
  <w:style w:type="character" w:customStyle="1" w:styleId="Einzug1CharCharChar">
    <w:name w:val="Einzug 1 Char Char Char"/>
    <w:basedOn w:val="Absatz-Standardschriftart"/>
    <w:link w:val="Einzug1CharChar"/>
    <w:rsid w:val="00D37EB9"/>
    <w:rPr>
      <w:rFonts w:ascii="Arial" w:eastAsia="Times New Roman" w:hAnsi="Arial" w:cs="Times New Roman"/>
      <w:noProof/>
      <w:snapToGrid w:val="0"/>
      <w:sz w:val="20"/>
      <w:szCs w:val="24"/>
      <w:lang w:val="de-CH" w:eastAsia="de-CH"/>
    </w:rPr>
  </w:style>
  <w:style w:type="character" w:customStyle="1" w:styleId="AusgeblendetChar">
    <w:name w:val="Ausgeblendet Char"/>
    <w:basedOn w:val="Einzug1CharCharChar"/>
    <w:link w:val="Ausgeblendet"/>
    <w:rsid w:val="00D37EB9"/>
    <w:rPr>
      <w:rFonts w:ascii="Arial" w:eastAsia="Times New Roman" w:hAnsi="Arial" w:cs="Times New Roman"/>
      <w:noProof/>
      <w:snapToGrid w:val="0"/>
      <w:vanish/>
      <w:color w:val="0000FF"/>
      <w:sz w:val="20"/>
      <w:szCs w:val="24"/>
      <w:lang w:val="de-CH" w:eastAsia="de-CH"/>
    </w:rPr>
  </w:style>
  <w:style w:type="table" w:customStyle="1" w:styleId="TabelleohneRahmen">
    <w:name w:val="Tabelle ohne Rahmen"/>
    <w:basedOn w:val="NormaleTabelle"/>
    <w:rsid w:val="00D37EB9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Ind w:w="851" w:type="dxa"/>
    </w:tblPr>
    <w:tblStylePr w:type="firstRow">
      <w:rPr>
        <w:b/>
      </w:rPr>
    </w:tblStylePr>
  </w:style>
  <w:style w:type="paragraph" w:customStyle="1" w:styleId="Default">
    <w:name w:val="Default"/>
    <w:rsid w:val="00D37E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numbering" w:customStyle="1" w:styleId="Aufzhlung">
    <w:name w:val="Aufzählung"/>
    <w:rsid w:val="00D37EB9"/>
    <w:pPr>
      <w:numPr>
        <w:numId w:val="13"/>
      </w:numPr>
    </w:pPr>
  </w:style>
  <w:style w:type="paragraph" w:customStyle="1" w:styleId="Formatvorlageberschrift2BlockVor12ptZeilenabstandeinfach">
    <w:name w:val="Formatvorlage Überschrift 2 + Block Vor:  12 pt Zeilenabstand:  einfach"/>
    <w:basedOn w:val="berschrift2"/>
    <w:rsid w:val="00D37EB9"/>
    <w:pPr>
      <w:tabs>
        <w:tab w:val="clear" w:pos="567"/>
        <w:tab w:val="clear" w:pos="680"/>
        <w:tab w:val="num" w:pos="576"/>
      </w:tabs>
      <w:spacing w:after="120"/>
      <w:ind w:left="576" w:hanging="576"/>
      <w:jc w:val="both"/>
    </w:pPr>
    <w:rPr>
      <w:rFonts w:eastAsia="Times New Roman" w:cs="Times New Roman"/>
      <w:snapToGrid w:val="0"/>
      <w:szCs w:val="20"/>
    </w:rPr>
  </w:style>
  <w:style w:type="paragraph" w:customStyle="1" w:styleId="Einzug1">
    <w:name w:val="Einzug 1"/>
    <w:basedOn w:val="Standard"/>
    <w:rsid w:val="00D37EB9"/>
    <w:pPr>
      <w:spacing w:after="60" w:line="240" w:lineRule="auto"/>
      <w:ind w:left="851"/>
    </w:pPr>
    <w:rPr>
      <w:rFonts w:eastAsia="Times New Roman" w:cs="Times New Roman"/>
      <w:noProof/>
      <w:snapToGrid w:val="0"/>
      <w:szCs w:val="24"/>
      <w:lang w:eastAsia="de-CH"/>
    </w:rPr>
  </w:style>
  <w:style w:type="character" w:customStyle="1" w:styleId="MasterChar">
    <w:name w:val="Master Char"/>
    <w:basedOn w:val="Absatz-Standardschriftart"/>
    <w:link w:val="Master"/>
    <w:rsid w:val="00D37EB9"/>
    <w:rPr>
      <w:rFonts w:ascii="Arial" w:eastAsia="Times New Roman" w:hAnsi="Arial" w:cs="Times New Roman"/>
      <w:sz w:val="20"/>
      <w:szCs w:val="20"/>
      <w:lang w:val="de-CH" w:eastAsia="de-DE"/>
    </w:rPr>
  </w:style>
  <w:style w:type="paragraph" w:customStyle="1" w:styleId="Formatvorlageberschrift2Rot">
    <w:name w:val="Formatvorlage Überschrift 2 + Rot"/>
    <w:basedOn w:val="berschrift2"/>
    <w:rsid w:val="00D37EB9"/>
    <w:pPr>
      <w:tabs>
        <w:tab w:val="clear" w:pos="567"/>
        <w:tab w:val="clear" w:pos="680"/>
        <w:tab w:val="num" w:pos="576"/>
      </w:tabs>
      <w:spacing w:before="120" w:after="120" w:line="259" w:lineRule="auto"/>
      <w:ind w:left="576" w:hanging="576"/>
    </w:pPr>
    <w:rPr>
      <w:rFonts w:eastAsia="Times New Roman" w:cs="Times New Roman"/>
      <w:snapToGrid w:val="0"/>
      <w:color w:val="FF0000"/>
      <w:szCs w:val="20"/>
    </w:rPr>
  </w:style>
  <w:style w:type="paragraph" w:customStyle="1" w:styleId="Formatvorlageberschrift3Blau">
    <w:name w:val="Formatvorlage Überschrift 3 + Blau"/>
    <w:basedOn w:val="berschrift3"/>
    <w:rsid w:val="00D37EB9"/>
    <w:pPr>
      <w:tabs>
        <w:tab w:val="clear" w:pos="680"/>
        <w:tab w:val="num" w:pos="851"/>
        <w:tab w:val="left" w:pos="1710"/>
        <w:tab w:val="left" w:pos="3420"/>
        <w:tab w:val="left" w:pos="4680"/>
      </w:tabs>
      <w:overflowPunct w:val="0"/>
      <w:autoSpaceDE w:val="0"/>
      <w:autoSpaceDN w:val="0"/>
      <w:adjustRightInd w:val="0"/>
      <w:spacing w:before="120" w:after="120"/>
      <w:ind w:left="851" w:hanging="851"/>
      <w:jc w:val="both"/>
      <w:textAlignment w:val="baseline"/>
    </w:pPr>
    <w:rPr>
      <w:rFonts w:cs="Times New Roman"/>
      <w:b/>
      <w:bCs/>
      <w:snapToGrid w:val="0"/>
      <w:color w:val="0000FF"/>
    </w:rPr>
  </w:style>
  <w:style w:type="paragraph" w:customStyle="1" w:styleId="FormatvorlageBeschriftungLinks15cmVor6pt">
    <w:name w:val="Formatvorlage Beschriftung + Links:  1.5 cm Vor:  6 pt"/>
    <w:basedOn w:val="Beschriftung"/>
    <w:rsid w:val="00D37EB9"/>
    <w:pPr>
      <w:tabs>
        <w:tab w:val="left" w:pos="3119"/>
      </w:tabs>
      <w:overflowPunct w:val="0"/>
      <w:autoSpaceDE w:val="0"/>
      <w:autoSpaceDN w:val="0"/>
      <w:adjustRightInd w:val="0"/>
      <w:spacing w:before="120" w:line="240" w:lineRule="auto"/>
      <w:ind w:left="851"/>
      <w:jc w:val="both"/>
      <w:textAlignment w:val="baseline"/>
    </w:pPr>
    <w:rPr>
      <w:rFonts w:eastAsia="Times New Roman" w:cs="Times New Roman"/>
      <w:b/>
      <w:bCs/>
      <w:sz w:val="16"/>
      <w:szCs w:val="20"/>
      <w:lang w:eastAsia="de-DE"/>
    </w:rPr>
  </w:style>
  <w:style w:type="paragraph" w:customStyle="1" w:styleId="Einzug1Char">
    <w:name w:val="Einzug 1 Char"/>
    <w:basedOn w:val="Standard"/>
    <w:rsid w:val="00D37EB9"/>
    <w:pPr>
      <w:spacing w:after="60" w:line="240" w:lineRule="auto"/>
      <w:ind w:left="851"/>
    </w:pPr>
    <w:rPr>
      <w:rFonts w:eastAsia="Times New Roman" w:cs="Times New Roman"/>
      <w:noProof/>
      <w:snapToGrid w:val="0"/>
      <w:szCs w:val="24"/>
      <w:lang w:eastAsia="de-CH"/>
    </w:rPr>
  </w:style>
  <w:style w:type="table" w:customStyle="1" w:styleId="Tabellengitternetz1">
    <w:name w:val="Tabellengitternetz1"/>
    <w:basedOn w:val="NormaleTabelle"/>
    <w:next w:val="Tabellenraster"/>
    <w:rsid w:val="00D37EB9"/>
    <w:pPr>
      <w:spacing w:before="100" w:after="100" w:line="336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Vor72ptNach72ptZeilenabstandMehrere14ze">
    <w:name w:val="Formatvorlage Vor:  7.2 pt Nach:  7.2 pt Zeilenabstand:  Mehrere 1.4 ze"/>
    <w:basedOn w:val="Standard"/>
    <w:rsid w:val="00D37EB9"/>
    <w:pPr>
      <w:tabs>
        <w:tab w:val="left" w:pos="1710"/>
        <w:tab w:val="left" w:pos="3420"/>
        <w:tab w:val="left" w:pos="4680"/>
      </w:tabs>
      <w:spacing w:before="60" w:after="60" w:line="336" w:lineRule="auto"/>
    </w:pPr>
    <w:rPr>
      <w:rFonts w:eastAsia="Times New Roman" w:cs="Times New Roman"/>
      <w:snapToGrid w:val="0"/>
      <w:szCs w:val="20"/>
      <w:lang w:eastAsia="de-CH"/>
    </w:rPr>
  </w:style>
  <w:style w:type="paragraph" w:customStyle="1" w:styleId="FigureText">
    <w:name w:val="FigureText"/>
    <w:basedOn w:val="Standard"/>
    <w:rsid w:val="00D37EB9"/>
    <w:pPr>
      <w:tabs>
        <w:tab w:val="right" w:pos="8787"/>
        <w:tab w:val="right" w:pos="8901"/>
        <w:tab w:val="right" w:pos="14570"/>
      </w:tabs>
      <w:spacing w:before="100" w:after="100" w:line="336" w:lineRule="auto"/>
      <w:ind w:left="567"/>
    </w:pPr>
    <w:rPr>
      <w:rFonts w:eastAsia="Times New Roman" w:cs="Arial"/>
      <w:szCs w:val="20"/>
      <w:lang w:eastAsia="de-DE"/>
    </w:rPr>
  </w:style>
  <w:style w:type="paragraph" w:customStyle="1" w:styleId="FormatvorlageFettVor3ptNach3pt">
    <w:name w:val="Formatvorlage Fett Vor:  3 pt Nach:  3 pt"/>
    <w:basedOn w:val="Standard"/>
    <w:rsid w:val="00D37EB9"/>
    <w:pPr>
      <w:tabs>
        <w:tab w:val="left" w:pos="1710"/>
        <w:tab w:val="left" w:pos="3420"/>
        <w:tab w:val="left" w:pos="4680"/>
      </w:tabs>
      <w:spacing w:before="40" w:after="40" w:line="259" w:lineRule="auto"/>
    </w:pPr>
    <w:rPr>
      <w:rFonts w:eastAsia="Times New Roman" w:cs="Times New Roman"/>
      <w:b/>
      <w:bCs/>
      <w:snapToGrid w:val="0"/>
      <w:szCs w:val="20"/>
      <w:lang w:eastAsia="de-CH"/>
    </w:rPr>
  </w:style>
  <w:style w:type="paragraph" w:customStyle="1" w:styleId="FettVor2ptNach2pt">
    <w:name w:val="Fett Vor:  2 pt Nach:  2 pt"/>
    <w:basedOn w:val="Standard"/>
    <w:rsid w:val="00D37EB9"/>
    <w:pPr>
      <w:tabs>
        <w:tab w:val="left" w:pos="1710"/>
        <w:tab w:val="left" w:pos="3420"/>
        <w:tab w:val="left" w:pos="4680"/>
      </w:tabs>
      <w:spacing w:before="40" w:after="40" w:line="259" w:lineRule="auto"/>
    </w:pPr>
    <w:rPr>
      <w:rFonts w:eastAsia="Times New Roman" w:cs="Times New Roman"/>
      <w:b/>
      <w:bCs/>
      <w:snapToGrid w:val="0"/>
      <w:szCs w:val="20"/>
      <w:lang w:eastAsia="de-CH"/>
    </w:rPr>
  </w:style>
  <w:style w:type="paragraph" w:customStyle="1" w:styleId="Links15cmVor3ptChar">
    <w:name w:val="Links:  1.5 cm Vor:  3 pt Char"/>
    <w:basedOn w:val="Standard"/>
    <w:link w:val="Links15cmVor3ptCharChar"/>
    <w:rsid w:val="00D37EB9"/>
    <w:pPr>
      <w:tabs>
        <w:tab w:val="left" w:pos="1710"/>
        <w:tab w:val="left" w:pos="3420"/>
        <w:tab w:val="left" w:pos="4680"/>
      </w:tabs>
      <w:spacing w:before="60" w:line="259" w:lineRule="auto"/>
      <w:ind w:left="851"/>
    </w:pPr>
    <w:rPr>
      <w:rFonts w:eastAsia="Times New Roman" w:cs="Times New Roman"/>
      <w:snapToGrid w:val="0"/>
      <w:szCs w:val="20"/>
      <w:lang w:eastAsia="de-CH"/>
    </w:rPr>
  </w:style>
  <w:style w:type="paragraph" w:customStyle="1" w:styleId="Links15cmVor3pt">
    <w:name w:val="Links:  1.5 cm Vor: 3 pt"/>
    <w:basedOn w:val="Standard"/>
    <w:rsid w:val="00D37EB9"/>
    <w:pPr>
      <w:tabs>
        <w:tab w:val="left" w:pos="1710"/>
        <w:tab w:val="left" w:pos="3420"/>
        <w:tab w:val="left" w:pos="4680"/>
      </w:tabs>
      <w:spacing w:before="60" w:line="259" w:lineRule="auto"/>
      <w:ind w:left="851"/>
    </w:pPr>
    <w:rPr>
      <w:rFonts w:eastAsia="Times New Roman" w:cs="Times New Roman"/>
      <w:snapToGrid w:val="0"/>
      <w:color w:val="0000FF"/>
      <w:szCs w:val="20"/>
      <w:lang w:eastAsia="de-CH"/>
    </w:rPr>
  </w:style>
  <w:style w:type="paragraph" w:customStyle="1" w:styleId="FormatvorlageVor3ptNach3ptZeilenabstandeinfach">
    <w:name w:val="Formatvorlage Vor:  3 pt Nach:  3 pt Zeilenabstand:  einfach"/>
    <w:basedOn w:val="Standard"/>
    <w:rsid w:val="00D37EB9"/>
    <w:pPr>
      <w:tabs>
        <w:tab w:val="left" w:pos="1710"/>
        <w:tab w:val="left" w:pos="3420"/>
        <w:tab w:val="left" w:pos="4680"/>
      </w:tabs>
      <w:spacing w:before="60" w:after="60" w:line="259" w:lineRule="auto"/>
    </w:pPr>
    <w:rPr>
      <w:rFonts w:eastAsia="Times New Roman" w:cs="Times New Roman"/>
      <w:snapToGrid w:val="0"/>
      <w:szCs w:val="20"/>
      <w:lang w:eastAsia="de-CH"/>
    </w:rPr>
  </w:style>
  <w:style w:type="paragraph" w:customStyle="1" w:styleId="FormatvorlageMasterCharCharCharNach6pt">
    <w:name w:val="Formatvorlage Master Char Char Char + Nach:  6 pt"/>
    <w:basedOn w:val="Standard"/>
    <w:rsid w:val="00D37EB9"/>
    <w:pPr>
      <w:numPr>
        <w:numId w:val="14"/>
      </w:numPr>
      <w:tabs>
        <w:tab w:val="left" w:pos="1710"/>
        <w:tab w:val="left" w:pos="3420"/>
        <w:tab w:val="left" w:pos="4680"/>
      </w:tabs>
      <w:spacing w:line="259" w:lineRule="auto"/>
    </w:pPr>
    <w:rPr>
      <w:rFonts w:eastAsia="Times New Roman" w:cs="Times New Roman"/>
      <w:snapToGrid w:val="0"/>
      <w:szCs w:val="20"/>
      <w:lang w:eastAsia="de-CH"/>
    </w:rPr>
  </w:style>
  <w:style w:type="character" w:customStyle="1" w:styleId="Links15cmVor3ptCharChar">
    <w:name w:val="Links:  1.5 cm Vor:  3 pt Char Char"/>
    <w:basedOn w:val="Absatz-Standardschriftart"/>
    <w:link w:val="Links15cmVor3ptChar"/>
    <w:rsid w:val="00D37EB9"/>
    <w:rPr>
      <w:rFonts w:ascii="Arial" w:eastAsia="Times New Roman" w:hAnsi="Arial" w:cs="Times New Roman"/>
      <w:snapToGrid w:val="0"/>
      <w:sz w:val="20"/>
      <w:szCs w:val="20"/>
      <w:lang w:val="de-CH" w:eastAsia="de-CH"/>
    </w:rPr>
  </w:style>
  <w:style w:type="paragraph" w:customStyle="1" w:styleId="FormatvorlageFormatvorlageFormatvorlage11ptBlockLinks006cmVor">
    <w:name w:val="Formatvorlage Formatvorlage Formatvorlage 11 pt Block Links:  0.06 cm Vor: ..."/>
    <w:basedOn w:val="Standard"/>
    <w:rsid w:val="00D37EB9"/>
    <w:pPr>
      <w:spacing w:before="100" w:line="288" w:lineRule="auto"/>
      <w:ind w:left="34"/>
      <w:jc w:val="both"/>
    </w:pPr>
    <w:rPr>
      <w:rFonts w:eastAsia="Times New Roman" w:cs="Times New Roman"/>
      <w:snapToGrid w:val="0"/>
      <w:szCs w:val="20"/>
      <w:lang w:eastAsia="de-CH"/>
    </w:rPr>
  </w:style>
  <w:style w:type="paragraph" w:customStyle="1" w:styleId="berschrift2Vor6ptNach6pt">
    <w:name w:val="Überschrift 2 + Vor:  6 pt Nach:  6 pt"/>
    <w:basedOn w:val="berschrift2"/>
    <w:rsid w:val="00D37EB9"/>
    <w:pPr>
      <w:numPr>
        <w:ilvl w:val="0"/>
        <w:numId w:val="0"/>
      </w:numPr>
      <w:tabs>
        <w:tab w:val="clear" w:pos="680"/>
        <w:tab w:val="num" w:pos="1440"/>
      </w:tabs>
      <w:overflowPunct w:val="0"/>
      <w:autoSpaceDE w:val="0"/>
      <w:autoSpaceDN w:val="0"/>
      <w:adjustRightInd w:val="0"/>
      <w:spacing w:before="120" w:after="120"/>
      <w:ind w:left="578" w:hanging="578"/>
      <w:jc w:val="both"/>
      <w:textAlignment w:val="baseline"/>
    </w:pPr>
    <w:rPr>
      <w:rFonts w:eastAsia="Times New Roman" w:cs="Times New Roman"/>
      <w:snapToGrid w:val="0"/>
      <w:szCs w:val="20"/>
    </w:rPr>
  </w:style>
  <w:style w:type="paragraph" w:customStyle="1" w:styleId="Links15cmVor3pt0">
    <w:name w:val="Links:  1.5 cm Vor:  3 pt"/>
    <w:basedOn w:val="Standard"/>
    <w:rsid w:val="00D37EB9"/>
    <w:pPr>
      <w:tabs>
        <w:tab w:val="left" w:pos="1710"/>
        <w:tab w:val="left" w:pos="3420"/>
        <w:tab w:val="left" w:pos="4680"/>
      </w:tabs>
      <w:spacing w:before="60" w:line="259" w:lineRule="auto"/>
      <w:ind w:left="851"/>
    </w:pPr>
    <w:rPr>
      <w:rFonts w:eastAsia="Times New Roman" w:cs="Times New Roman"/>
      <w:snapToGrid w:val="0"/>
      <w:szCs w:val="20"/>
      <w:lang w:eastAsia="de-CH"/>
    </w:rPr>
  </w:style>
  <w:style w:type="paragraph" w:customStyle="1" w:styleId="Links15cmVor3ptBlau">
    <w:name w:val="Links:  1.5 cm Vor:  3 pt + Blau"/>
    <w:basedOn w:val="Links15cmVor3pt0"/>
    <w:link w:val="Links15cmVor3ptBlauChar"/>
    <w:rsid w:val="00D37EB9"/>
    <w:rPr>
      <w:color w:val="0000FF"/>
    </w:rPr>
  </w:style>
  <w:style w:type="character" w:customStyle="1" w:styleId="Links15cmVor3ptBlauChar">
    <w:name w:val="Links:  1.5 cm Vor:  3 pt + Blau Char"/>
    <w:link w:val="Links15cmVor3ptBlau"/>
    <w:rsid w:val="00D37EB9"/>
    <w:rPr>
      <w:rFonts w:ascii="Arial" w:eastAsia="Times New Roman" w:hAnsi="Arial" w:cs="Times New Roman"/>
      <w:snapToGrid w:val="0"/>
      <w:color w:val="0000FF"/>
      <w:sz w:val="20"/>
      <w:szCs w:val="20"/>
      <w:lang w:val="de-CH" w:eastAsia="de-CH"/>
    </w:rPr>
  </w:style>
  <w:style w:type="paragraph" w:styleId="berarbeitung">
    <w:name w:val="Revision"/>
    <w:hidden/>
    <w:uiPriority w:val="99"/>
    <w:semiHidden/>
    <w:rsid w:val="00D37EB9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de-CH" w:eastAsia="de-CH"/>
    </w:rPr>
  </w:style>
  <w:style w:type="paragraph" w:styleId="StandardWeb">
    <w:name w:val="Normal (Web)"/>
    <w:basedOn w:val="Standard"/>
    <w:uiPriority w:val="99"/>
    <w:semiHidden/>
    <w:unhideWhenUsed/>
    <w:rsid w:val="00D37E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character" w:customStyle="1" w:styleId="st">
    <w:name w:val="st"/>
    <w:basedOn w:val="Absatz-Standardschriftart"/>
    <w:rsid w:val="00D37EB9"/>
  </w:style>
  <w:style w:type="table" w:styleId="MittlereSchattierung1-Akzent1">
    <w:name w:val="Medium Shading 1 Accent 1"/>
    <w:basedOn w:val="NormaleTabelle"/>
    <w:uiPriority w:val="63"/>
    <w:rsid w:val="00D37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StyleRowBandSize w:val="1"/>
      <w:tblStyleColBandSize w:val="1"/>
      <w:tblBorders>
        <w:top w:val="single" w:sz="8" w:space="0" w:color="C0C1D8" w:themeColor="accent1" w:themeTint="BF"/>
        <w:left w:val="single" w:sz="8" w:space="0" w:color="C0C1D8" w:themeColor="accent1" w:themeTint="BF"/>
        <w:bottom w:val="single" w:sz="8" w:space="0" w:color="C0C1D8" w:themeColor="accent1" w:themeTint="BF"/>
        <w:right w:val="single" w:sz="8" w:space="0" w:color="C0C1D8" w:themeColor="accent1" w:themeTint="BF"/>
        <w:insideH w:val="single" w:sz="8" w:space="0" w:color="C0C1D8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C1D8" w:themeColor="accent1" w:themeTint="BF"/>
          <w:left w:val="single" w:sz="8" w:space="0" w:color="C0C1D8" w:themeColor="accent1" w:themeTint="BF"/>
          <w:bottom w:val="single" w:sz="8" w:space="0" w:color="C0C1D8" w:themeColor="accent1" w:themeTint="BF"/>
          <w:right w:val="single" w:sz="8" w:space="0" w:color="C0C1D8" w:themeColor="accent1" w:themeTint="BF"/>
          <w:insideH w:val="nil"/>
          <w:insideV w:val="nil"/>
        </w:tcBorders>
        <w:shd w:val="clear" w:color="auto" w:fill="ABADC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C1D8" w:themeColor="accent1" w:themeTint="BF"/>
          <w:left w:val="single" w:sz="8" w:space="0" w:color="C0C1D8" w:themeColor="accent1" w:themeTint="BF"/>
          <w:bottom w:val="single" w:sz="8" w:space="0" w:color="C0C1D8" w:themeColor="accent1" w:themeTint="BF"/>
          <w:right w:val="single" w:sz="8" w:space="0" w:color="C0C1D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AEA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eschriftungZchn">
    <w:name w:val="Beschriftung Zchn"/>
    <w:aliases w:val="SBB Beschriftung Zchn,Grafik Zchn"/>
    <w:link w:val="Beschriftung"/>
    <w:rsid w:val="002B41F8"/>
    <w:rPr>
      <w:rFonts w:ascii="Arial" w:eastAsiaTheme="minorHAnsi" w:hAnsi="Arial"/>
      <w:sz w:val="18"/>
      <w:szCs w:val="18"/>
      <w:lang w:val="de-CH" w:eastAsia="en-US"/>
    </w:rPr>
  </w:style>
  <w:style w:type="table" w:customStyle="1" w:styleId="MittleresRaster1-Akzent11">
    <w:name w:val="Mittleres Raster 1 - Akzent 11"/>
    <w:basedOn w:val="NormaleTabelle"/>
    <w:next w:val="MittleresRaster1-Akzent1"/>
    <w:uiPriority w:val="67"/>
    <w:rsid w:val="00D37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StyleRowBandSize w:val="1"/>
      <w:tblStyleColBandSize w:val="1"/>
      <w:tblBorders>
        <w:top w:val="single" w:sz="8" w:space="0" w:color="C0C1D8" w:themeColor="accent1" w:themeTint="BF"/>
        <w:left w:val="single" w:sz="8" w:space="0" w:color="C0C1D8" w:themeColor="accent1" w:themeTint="BF"/>
        <w:bottom w:val="single" w:sz="8" w:space="0" w:color="C0C1D8" w:themeColor="accent1" w:themeTint="BF"/>
        <w:right w:val="single" w:sz="8" w:space="0" w:color="C0C1D8" w:themeColor="accent1" w:themeTint="BF"/>
        <w:insideH w:val="single" w:sz="8" w:space="0" w:color="C0C1D8" w:themeColor="accent1" w:themeTint="BF"/>
        <w:insideV w:val="single" w:sz="8" w:space="0" w:color="C0C1D8" w:themeColor="accent1" w:themeTint="BF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C1D8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E5" w:themeFill="accent1" w:themeFillTint="7F"/>
      </w:tcPr>
    </w:tblStylePr>
    <w:tblStylePr w:type="band1Horz">
      <w:tblPr/>
      <w:tcPr>
        <w:shd w:val="clear" w:color="auto" w:fill="D5D5E5" w:themeFill="accent1" w:themeFillTint="7F"/>
      </w:tcPr>
    </w:tblStylePr>
  </w:style>
  <w:style w:type="table" w:styleId="MittleresRaster1-Akzent1">
    <w:name w:val="Medium Grid 1 Accent 1"/>
    <w:basedOn w:val="NormaleTabelle"/>
    <w:uiPriority w:val="67"/>
    <w:rsid w:val="00D37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StyleRowBandSize w:val="1"/>
      <w:tblStyleColBandSize w:val="1"/>
      <w:tblBorders>
        <w:top w:val="single" w:sz="8" w:space="0" w:color="C0C1D8" w:themeColor="accent1" w:themeTint="BF"/>
        <w:left w:val="single" w:sz="8" w:space="0" w:color="C0C1D8" w:themeColor="accent1" w:themeTint="BF"/>
        <w:bottom w:val="single" w:sz="8" w:space="0" w:color="C0C1D8" w:themeColor="accent1" w:themeTint="BF"/>
        <w:right w:val="single" w:sz="8" w:space="0" w:color="C0C1D8" w:themeColor="accent1" w:themeTint="BF"/>
        <w:insideH w:val="single" w:sz="8" w:space="0" w:color="C0C1D8" w:themeColor="accent1" w:themeTint="BF"/>
        <w:insideV w:val="single" w:sz="8" w:space="0" w:color="C0C1D8" w:themeColor="accent1" w:themeTint="BF"/>
      </w:tblBorders>
    </w:tblPr>
    <w:tcPr>
      <w:shd w:val="clear" w:color="auto" w:fill="EAEA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C1D8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E5" w:themeFill="accent1" w:themeFillTint="7F"/>
      </w:tcPr>
    </w:tblStylePr>
    <w:tblStylePr w:type="band1Horz">
      <w:tblPr/>
      <w:tcPr>
        <w:shd w:val="clear" w:color="auto" w:fill="D5D5E5" w:themeFill="accent1" w:themeFillTint="7F"/>
      </w:tcPr>
    </w:tblStylePr>
  </w:style>
  <w:style w:type="character" w:customStyle="1" w:styleId="st1">
    <w:name w:val="st1"/>
    <w:basedOn w:val="Absatz-Standardschriftart"/>
    <w:rsid w:val="00D37EB9"/>
  </w:style>
  <w:style w:type="paragraph" w:customStyle="1" w:styleId="Inhaltsverzeichnis">
    <w:name w:val="Inhaltsverzeichnis"/>
    <w:basedOn w:val="Verzeichnis3"/>
    <w:qFormat/>
    <w:rsid w:val="00D175D1"/>
    <w:pPr>
      <w:tabs>
        <w:tab w:val="clear" w:pos="9072"/>
        <w:tab w:val="right" w:leader="dot" w:pos="9497"/>
      </w:tabs>
      <w:spacing w:before="30" w:line="259" w:lineRule="auto"/>
    </w:pPr>
    <w:rPr>
      <w:rFonts w:cs="Times New Roman"/>
      <w:b/>
      <w:noProof/>
      <w:snapToGrid w:val="0"/>
      <w:color w:val="EB0000"/>
      <w:szCs w:val="20"/>
    </w:rPr>
  </w:style>
  <w:style w:type="paragraph" w:customStyle="1" w:styleId="Standard2">
    <w:name w:val="Standard2"/>
    <w:basedOn w:val="Standard"/>
    <w:link w:val="Standard2Zchn"/>
    <w:rsid w:val="00D37EB9"/>
    <w:pPr>
      <w:tabs>
        <w:tab w:val="left" w:pos="1710"/>
        <w:tab w:val="left" w:pos="3420"/>
        <w:tab w:val="left" w:pos="4680"/>
      </w:tabs>
      <w:spacing w:line="259" w:lineRule="auto"/>
    </w:pPr>
    <w:rPr>
      <w:rFonts w:eastAsia="Times New Roman" w:cs="Times New Roman"/>
      <w:szCs w:val="20"/>
      <w:lang w:eastAsia="de-CH"/>
    </w:rPr>
  </w:style>
  <w:style w:type="paragraph" w:customStyle="1" w:styleId="StandardText">
    <w:name w:val="Standard / Text"/>
    <w:basedOn w:val="Links15cmVor3ptChar"/>
    <w:link w:val="StandardTextZchn"/>
    <w:rsid w:val="00D37EB9"/>
    <w:pPr>
      <w:spacing w:before="120"/>
    </w:pPr>
  </w:style>
  <w:style w:type="character" w:customStyle="1" w:styleId="Standard2Zchn">
    <w:name w:val="Standard2 Zchn"/>
    <w:basedOn w:val="Links15cmVor3ptCharChar"/>
    <w:link w:val="Standard2"/>
    <w:rsid w:val="00D37EB9"/>
    <w:rPr>
      <w:rFonts w:ascii="Arial" w:eastAsia="Times New Roman" w:hAnsi="Arial" w:cs="Times New Roman"/>
      <w:snapToGrid/>
      <w:sz w:val="20"/>
      <w:szCs w:val="20"/>
      <w:lang w:val="de-CH" w:eastAsia="de-CH"/>
    </w:rPr>
  </w:style>
  <w:style w:type="paragraph" w:customStyle="1" w:styleId="bersVerzeichnis">
    <w:name w:val="Übers. Verzeichnis"/>
    <w:basedOn w:val="Standard"/>
    <w:link w:val="bersVerzeichnisZchn"/>
    <w:rsid w:val="00D37EB9"/>
    <w:pPr>
      <w:tabs>
        <w:tab w:val="left" w:pos="1710"/>
        <w:tab w:val="left" w:pos="3420"/>
        <w:tab w:val="left" w:pos="4680"/>
      </w:tabs>
      <w:spacing w:line="259" w:lineRule="auto"/>
      <w:ind w:right="142"/>
    </w:pPr>
    <w:rPr>
      <w:rFonts w:eastAsia="Times New Roman" w:cs="Times New Roman"/>
      <w:b/>
      <w:snapToGrid w:val="0"/>
      <w:lang w:eastAsia="de-CH"/>
    </w:rPr>
  </w:style>
  <w:style w:type="character" w:customStyle="1" w:styleId="StandardTextZchn">
    <w:name w:val="Standard / Text Zchn"/>
    <w:basedOn w:val="Links15cmVor3ptCharChar"/>
    <w:link w:val="StandardText"/>
    <w:rsid w:val="00D37EB9"/>
    <w:rPr>
      <w:rFonts w:ascii="Arial" w:eastAsia="Times New Roman" w:hAnsi="Arial" w:cs="Times New Roman"/>
      <w:snapToGrid w:val="0"/>
      <w:sz w:val="20"/>
      <w:szCs w:val="20"/>
      <w:lang w:val="de-CH" w:eastAsia="de-CH"/>
    </w:rPr>
  </w:style>
  <w:style w:type="paragraph" w:customStyle="1" w:styleId="Aufzhlung1">
    <w:name w:val="Aufzählung1"/>
    <w:basedOn w:val="StandardText"/>
    <w:link w:val="Aufzhlung1Zchn"/>
    <w:qFormat/>
    <w:rsid w:val="00B56DBC"/>
    <w:pPr>
      <w:numPr>
        <w:numId w:val="15"/>
      </w:numPr>
      <w:spacing w:before="0" w:after="0"/>
      <w:ind w:left="551"/>
    </w:pPr>
    <w:rPr>
      <w:iCs/>
    </w:rPr>
  </w:style>
  <w:style w:type="character" w:customStyle="1" w:styleId="bersVerzeichnisZchn">
    <w:name w:val="Übers. Verzeichnis Zchn"/>
    <w:basedOn w:val="Absatz-Standardschriftart"/>
    <w:link w:val="bersVerzeichnis"/>
    <w:rsid w:val="00D37EB9"/>
    <w:rPr>
      <w:rFonts w:ascii="Arial" w:eastAsia="Times New Roman" w:hAnsi="Arial" w:cs="Times New Roman"/>
      <w:b/>
      <w:snapToGrid w:val="0"/>
      <w:lang w:val="de-CH" w:eastAsia="de-CH"/>
    </w:rPr>
  </w:style>
  <w:style w:type="character" w:customStyle="1" w:styleId="Aufzhlung1Zchn">
    <w:name w:val="Aufzählung1 Zchn"/>
    <w:basedOn w:val="StandardTextZchn"/>
    <w:link w:val="Aufzhlung1"/>
    <w:rsid w:val="00B56DBC"/>
    <w:rPr>
      <w:rFonts w:ascii="Arial" w:eastAsia="Times New Roman" w:hAnsi="Arial" w:cs="Times New Roman"/>
      <w:iCs/>
      <w:snapToGrid w:val="0"/>
      <w:sz w:val="20"/>
      <w:szCs w:val="20"/>
      <w:lang w:val="de-CH" w:eastAsia="de-CH"/>
    </w:rPr>
  </w:style>
  <w:style w:type="paragraph" w:customStyle="1" w:styleId="TextTabelle">
    <w:name w:val="Text Tabelle"/>
    <w:basedOn w:val="Standard"/>
    <w:link w:val="TextTabelleZchn"/>
    <w:rsid w:val="00D37EB9"/>
    <w:pPr>
      <w:tabs>
        <w:tab w:val="left" w:pos="1710"/>
        <w:tab w:val="left" w:pos="3420"/>
        <w:tab w:val="left" w:pos="4680"/>
      </w:tabs>
      <w:spacing w:line="259" w:lineRule="auto"/>
    </w:pPr>
    <w:rPr>
      <w:rFonts w:eastAsia="Times New Roman" w:cs="Times New Roman"/>
      <w:szCs w:val="20"/>
      <w:lang w:eastAsia="de-CH"/>
    </w:rPr>
  </w:style>
  <w:style w:type="character" w:customStyle="1" w:styleId="TextTabelleZchn">
    <w:name w:val="Text Tabelle Zchn"/>
    <w:basedOn w:val="Links15cmVor3ptCharChar"/>
    <w:link w:val="TextTabelle"/>
    <w:rsid w:val="00D37EB9"/>
    <w:rPr>
      <w:rFonts w:ascii="Arial" w:eastAsia="Times New Roman" w:hAnsi="Arial" w:cs="Times New Roman"/>
      <w:snapToGrid/>
      <w:sz w:val="20"/>
      <w:szCs w:val="20"/>
      <w:lang w:val="de-CH" w:eastAsia="de-CH"/>
    </w:rPr>
  </w:style>
  <w:style w:type="paragraph" w:customStyle="1" w:styleId="Hiddentext">
    <w:name w:val="Hiddentext"/>
    <w:basedOn w:val="Textkrper"/>
    <w:link w:val="HiddentextZchn"/>
    <w:qFormat/>
    <w:rsid w:val="001012B9"/>
    <w:pPr>
      <w:tabs>
        <w:tab w:val="clear" w:pos="1710"/>
        <w:tab w:val="clear" w:pos="3420"/>
        <w:tab w:val="clear" w:pos="4680"/>
      </w:tabs>
      <w:autoSpaceDE w:val="0"/>
      <w:autoSpaceDN w:val="0"/>
      <w:spacing w:after="0"/>
    </w:pPr>
    <w:rPr>
      <w:rFonts w:cs="Arial"/>
      <w:i/>
      <w:iCs/>
      <w:snapToGrid/>
      <w:vanish/>
      <w:color w:val="FF0000"/>
      <w:sz w:val="16"/>
      <w:szCs w:val="16"/>
      <w:lang w:val="de-CH" w:eastAsia="en-US"/>
    </w:rPr>
  </w:style>
  <w:style w:type="character" w:customStyle="1" w:styleId="HiddentextZchn">
    <w:name w:val="Hiddentext Zchn"/>
    <w:link w:val="Hiddentext"/>
    <w:rsid w:val="001012B9"/>
    <w:rPr>
      <w:rFonts w:ascii="Arial" w:eastAsia="Times New Roman" w:hAnsi="Arial" w:cs="Arial"/>
      <w:i/>
      <w:iCs/>
      <w:vanish/>
      <w:color w:val="FF0000"/>
      <w:sz w:val="16"/>
      <w:szCs w:val="16"/>
      <w:lang w:val="de-CH" w:eastAsia="en-US"/>
    </w:rPr>
  </w:style>
  <w:style w:type="paragraph" w:customStyle="1" w:styleId="Text">
    <w:name w:val="Text"/>
    <w:basedOn w:val="Standard"/>
    <w:link w:val="TextZchn"/>
    <w:rsid w:val="00D37EB9"/>
    <w:pPr>
      <w:autoSpaceDE w:val="0"/>
      <w:autoSpaceDN w:val="0"/>
      <w:spacing w:before="60" w:line="260" w:lineRule="exact"/>
      <w:ind w:left="851"/>
      <w:jc w:val="both"/>
    </w:pPr>
    <w:rPr>
      <w:rFonts w:eastAsia="Times New Roman" w:cs="Arial"/>
      <w:noProof/>
      <w:szCs w:val="20"/>
      <w:lang w:val="en-US"/>
    </w:rPr>
  </w:style>
  <w:style w:type="character" w:customStyle="1" w:styleId="TextZchn">
    <w:name w:val="Text Zchn"/>
    <w:link w:val="Text"/>
    <w:locked/>
    <w:rsid w:val="00D37EB9"/>
    <w:rPr>
      <w:rFonts w:ascii="Arial" w:eastAsia="Times New Roman" w:hAnsi="Arial" w:cs="Arial"/>
      <w:noProof/>
      <w:sz w:val="20"/>
      <w:szCs w:val="20"/>
      <w:lang w:eastAsia="en-US"/>
    </w:rPr>
  </w:style>
  <w:style w:type="paragraph" w:customStyle="1" w:styleId="StandardAuflistung">
    <w:name w:val="Standard Auflistung"/>
    <w:basedOn w:val="Standard"/>
    <w:rsid w:val="00D37EB9"/>
    <w:pPr>
      <w:spacing w:after="60" w:line="276" w:lineRule="auto"/>
    </w:pPr>
    <w:rPr>
      <w:rFonts w:eastAsia="Times New Roman" w:cs="Arial"/>
      <w:iCs/>
      <w:szCs w:val="24"/>
    </w:rPr>
  </w:style>
  <w:style w:type="character" w:styleId="NichtaufgelsteErwhnung">
    <w:name w:val="Unresolved Mention"/>
    <w:basedOn w:val="Absatz-Standardschriftart"/>
    <w:uiPriority w:val="99"/>
    <w:unhideWhenUsed/>
    <w:rsid w:val="00D37EB9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D37EB9"/>
    <w:rPr>
      <w:color w:val="2B579A"/>
      <w:shd w:val="clear" w:color="auto" w:fill="E1DFDD"/>
    </w:rPr>
  </w:style>
  <w:style w:type="character" w:customStyle="1" w:styleId="normaltextrun1">
    <w:name w:val="normaltextrun1"/>
    <w:basedOn w:val="Absatz-Standardschriftart"/>
    <w:rsid w:val="00D37EB9"/>
  </w:style>
  <w:style w:type="character" w:customStyle="1" w:styleId="eop">
    <w:name w:val="eop"/>
    <w:basedOn w:val="Absatz-Standardschriftart"/>
    <w:rsid w:val="00D37EB9"/>
  </w:style>
  <w:style w:type="paragraph" w:customStyle="1" w:styleId="1Tabelle">
    <w:name w:val="1 Tabelle"/>
    <w:basedOn w:val="Standard"/>
    <w:qFormat/>
    <w:rsid w:val="0089289E"/>
    <w:pPr>
      <w:spacing w:after="0" w:line="240" w:lineRule="auto"/>
    </w:pPr>
    <w:rPr>
      <w:bCs/>
      <w:szCs w:val="20"/>
    </w:rPr>
  </w:style>
  <w:style w:type="character" w:customStyle="1" w:styleId="AbbTabZchn">
    <w:name w:val="Abb/Tab Zchn"/>
    <w:basedOn w:val="Absatz-Standardschriftart"/>
    <w:link w:val="AbbTab"/>
    <w:locked/>
    <w:rsid w:val="00DE1DB1"/>
    <w:rPr>
      <w:rFonts w:ascii="Arial" w:eastAsia="Arial" w:hAnsi="Arial" w:cs="Arial"/>
      <w:sz w:val="16"/>
      <w:szCs w:val="16"/>
      <w:lang w:val="de-CH" w:eastAsia="en-US"/>
    </w:rPr>
  </w:style>
  <w:style w:type="paragraph" w:customStyle="1" w:styleId="AbbTab">
    <w:name w:val="Abb/Tab"/>
    <w:basedOn w:val="Standard"/>
    <w:link w:val="AbbTabZchn"/>
    <w:qFormat/>
    <w:rsid w:val="00DE1DB1"/>
    <w:pPr>
      <w:spacing w:after="0"/>
    </w:pPr>
    <w:rPr>
      <w:rFonts w:eastAsia="Arial" w:cs="Arial"/>
      <w:sz w:val="16"/>
      <w:szCs w:val="16"/>
    </w:rPr>
  </w:style>
  <w:style w:type="character" w:customStyle="1" w:styleId="HiddentextChar">
    <w:name w:val="Hiddentext Char"/>
    <w:rsid w:val="000D3E7A"/>
    <w:rPr>
      <w:rFonts w:ascii="Arial" w:eastAsia="Times New Roman" w:hAnsi="Arial" w:cs="Arial"/>
      <w:i/>
      <w:iCs/>
      <w:vanish/>
      <w:color w:val="FF0000"/>
      <w:sz w:val="16"/>
      <w:szCs w:val="16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5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6" Type="http://schemas.microsoft.com/office/2007/relationships/hdphoto" Target="media/hdphoto3.wdp"/><Relationship Id="rId5" Type="http://schemas.openxmlformats.org/officeDocument/2006/relationships/image" Target="media/image4.png"/><Relationship Id="rId4" Type="http://schemas.microsoft.com/office/2007/relationships/hdphoto" Target="media/hdphoto2.wdp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6" Type="http://schemas.microsoft.com/office/2007/relationships/hdphoto" Target="media/hdphoto3.wdp"/><Relationship Id="rId5" Type="http://schemas.openxmlformats.org/officeDocument/2006/relationships/image" Target="media/image4.png"/><Relationship Id="rId4" Type="http://schemas.microsoft.com/office/2007/relationships/hdphoto" Target="media/hdphoto2.wdp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SBB_Vorlagen\SBB\DK_0003_Neutral%20hoch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97ED406E8A047458918FD90F1F74F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36F52E-3EC8-49F6-A6C3-57AB8E5240CD}"/>
      </w:docPartPr>
      <w:docPartBody>
        <w:p w:rsidR="00B6403F" w:rsidRDefault="002575C7" w:rsidP="002575C7">
          <w:pPr>
            <w:pStyle w:val="B97ED406E8A047458918FD90F1F74FCE3"/>
          </w:pPr>
          <w:r w:rsidRPr="00D538B9">
            <w:rPr>
              <w:rStyle w:val="Platzhaltertext"/>
              <w:highlight w:val="yellow"/>
            </w:rPr>
            <w:t>Wählen Sie ein Element aus.</w:t>
          </w:r>
        </w:p>
      </w:docPartBody>
    </w:docPart>
    <w:docPart>
      <w:docPartPr>
        <w:name w:val="F65EB69A123C41269A230108752767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3149F7-3B20-4D9A-A664-9E4B615325C3}"/>
      </w:docPartPr>
      <w:docPartBody>
        <w:p w:rsidR="00B335DB" w:rsidRDefault="002575C7" w:rsidP="002575C7">
          <w:pPr>
            <w:pStyle w:val="F65EB69A123C41269A230108752767943"/>
          </w:pPr>
          <w:r w:rsidRPr="003E7D1D">
            <w:rPr>
              <w:rStyle w:val="Platzhaltertext"/>
              <w:color w:val="000000" w:themeColor="text1"/>
              <w:sz w:val="16"/>
              <w:szCs w:val="16"/>
            </w:rPr>
            <w:t>Wählen Sie ein Element aus</w:t>
          </w:r>
          <w:r w:rsidRPr="009A0B16">
            <w:rPr>
              <w:rStyle w:val="Platzhalt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241E1"/>
    <w:multiLevelType w:val="multilevel"/>
    <w:tmpl w:val="3DD8D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ED81B9A"/>
    <w:multiLevelType w:val="multilevel"/>
    <w:tmpl w:val="484AB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97ED406E8A047458918FD90F1F74FC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201FCD"/>
    <w:multiLevelType w:val="multilevel"/>
    <w:tmpl w:val="40D2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34195481">
    <w:abstractNumId w:val="2"/>
  </w:num>
  <w:num w:numId="2" w16cid:durableId="812648590">
    <w:abstractNumId w:val="0"/>
  </w:num>
  <w:num w:numId="3" w16cid:durableId="257715363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03F"/>
    <w:rsid w:val="00015761"/>
    <w:rsid w:val="00036E2A"/>
    <w:rsid w:val="00037307"/>
    <w:rsid w:val="0022650F"/>
    <w:rsid w:val="002575C7"/>
    <w:rsid w:val="002966E2"/>
    <w:rsid w:val="002B76D9"/>
    <w:rsid w:val="002D70DB"/>
    <w:rsid w:val="002E25DB"/>
    <w:rsid w:val="00307EFD"/>
    <w:rsid w:val="00363AC8"/>
    <w:rsid w:val="004408BD"/>
    <w:rsid w:val="004552FC"/>
    <w:rsid w:val="00474DFC"/>
    <w:rsid w:val="004E18FD"/>
    <w:rsid w:val="004E635D"/>
    <w:rsid w:val="00591580"/>
    <w:rsid w:val="006074C4"/>
    <w:rsid w:val="006164CC"/>
    <w:rsid w:val="0061777E"/>
    <w:rsid w:val="00667573"/>
    <w:rsid w:val="006A59EC"/>
    <w:rsid w:val="006A732C"/>
    <w:rsid w:val="006B080E"/>
    <w:rsid w:val="006B57ED"/>
    <w:rsid w:val="006C4AC4"/>
    <w:rsid w:val="00711C3E"/>
    <w:rsid w:val="007C37D8"/>
    <w:rsid w:val="007C5EFB"/>
    <w:rsid w:val="007D1C5B"/>
    <w:rsid w:val="007D3994"/>
    <w:rsid w:val="007D77D5"/>
    <w:rsid w:val="00835383"/>
    <w:rsid w:val="00880366"/>
    <w:rsid w:val="00896F79"/>
    <w:rsid w:val="008A096E"/>
    <w:rsid w:val="009015BB"/>
    <w:rsid w:val="0096462D"/>
    <w:rsid w:val="00966772"/>
    <w:rsid w:val="009A37E1"/>
    <w:rsid w:val="009F34BA"/>
    <w:rsid w:val="00B335DB"/>
    <w:rsid w:val="00B50475"/>
    <w:rsid w:val="00B6403F"/>
    <w:rsid w:val="00BC03A4"/>
    <w:rsid w:val="00BE3643"/>
    <w:rsid w:val="00C01BC2"/>
    <w:rsid w:val="00C02DC0"/>
    <w:rsid w:val="00C66AE1"/>
    <w:rsid w:val="00C763C8"/>
    <w:rsid w:val="00CA1D08"/>
    <w:rsid w:val="00D6738E"/>
    <w:rsid w:val="00D913F9"/>
    <w:rsid w:val="00DA3193"/>
    <w:rsid w:val="00DC460A"/>
    <w:rsid w:val="00DE4004"/>
    <w:rsid w:val="00E06911"/>
    <w:rsid w:val="00E773A0"/>
    <w:rsid w:val="00EB467C"/>
    <w:rsid w:val="00F520F6"/>
    <w:rsid w:val="00F80C7D"/>
    <w:rsid w:val="00FF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015BB"/>
    <w:rPr>
      <w:color w:val="808080"/>
    </w:rPr>
  </w:style>
  <w:style w:type="paragraph" w:customStyle="1" w:styleId="B97ED406E8A047458918FD90F1F74FCE3">
    <w:name w:val="B97ED406E8A047458918FD90F1F74FCE3"/>
    <w:rsid w:val="002575C7"/>
    <w:pPr>
      <w:keepNext/>
      <w:numPr>
        <w:ilvl w:val="1"/>
        <w:numId w:val="3"/>
      </w:numPr>
      <w:tabs>
        <w:tab w:val="left" w:pos="567"/>
        <w:tab w:val="left" w:pos="680"/>
      </w:tabs>
      <w:spacing w:before="240" w:after="60" w:line="240" w:lineRule="auto"/>
      <w:ind w:left="680" w:hanging="6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6"/>
    </w:rPr>
  </w:style>
  <w:style w:type="paragraph" w:customStyle="1" w:styleId="F65EB69A123C41269A230108752767943">
    <w:name w:val="F65EB69A123C41269A230108752767943"/>
    <w:rsid w:val="002575C7"/>
    <w:pPr>
      <w:spacing w:after="120" w:line="280" w:lineRule="atLeast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Design1">
  <a:themeElements>
    <a:clrScheme name="SBB">
      <a:dk1>
        <a:srgbClr val="000000"/>
      </a:dk1>
      <a:lt1>
        <a:srgbClr val="FFFFFF"/>
      </a:lt1>
      <a:dk2>
        <a:srgbClr val="B7B7B7"/>
      </a:dk2>
      <a:lt2>
        <a:srgbClr val="4C4C4C"/>
      </a:lt2>
      <a:accent1>
        <a:srgbClr val="ABADCB"/>
      </a:accent1>
      <a:accent2>
        <a:srgbClr val="6C6FA4"/>
      </a:accent2>
      <a:accent3>
        <a:srgbClr val="2D327D"/>
      </a:accent3>
      <a:accent4>
        <a:srgbClr val="FF9999"/>
      </a:accent4>
      <a:accent5>
        <a:srgbClr val="FF4C4C"/>
      </a:accent5>
      <a:accent6>
        <a:srgbClr val="FF0000"/>
      </a:accent6>
      <a:hlink>
        <a:srgbClr val="2D327D"/>
      </a:hlink>
      <a:folHlink>
        <a:srgbClr val="D5D6E5"/>
      </a:folHlink>
    </a:clrScheme>
    <a:fontScheme name="SB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wrap="square" lIns="216000" tIns="108000" rIns="432000" bIns="144000" rtlCol="0" anchor="t" anchorCtr="0">
        <a:spAutoFit/>
      </a:bodyPr>
      <a:lstStyle>
        <a:defPPr>
          <a:defRPr sz="2400" b="1" dirty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9525">
          <a:solidFill>
            <a:srgbClr val="B7B7B7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>
          <a:defRPr sz="2000" dirty="0" smtClean="0">
            <a:latin typeface="Arial" pitchFamily="34" charset="0"/>
            <a:cs typeface="Arial" pitchFamily="34" charset="0"/>
          </a:defRPr>
        </a:defPPr>
      </a:lstStyle>
    </a:txDef>
  </a:objectDefaults>
  <a:extraClrSchemeLst>
    <a:extraClrScheme>
      <a:clrScheme name="SBB">
        <a:dk1>
          <a:sysClr val="windowText" lastClr="000000"/>
        </a:dk1>
        <a:lt1>
          <a:sysClr val="window" lastClr="FFFFFF"/>
        </a:lt1>
        <a:dk2>
          <a:srgbClr val="B7B7B7"/>
        </a:dk2>
        <a:lt2>
          <a:srgbClr val="4C4C4C"/>
        </a:lt2>
        <a:accent1>
          <a:srgbClr val="ABADCB"/>
        </a:accent1>
        <a:accent2>
          <a:srgbClr val="6C6FA4"/>
        </a:accent2>
        <a:accent3>
          <a:srgbClr val="2D327D"/>
        </a:accent3>
        <a:accent4>
          <a:srgbClr val="FF9999"/>
        </a:accent4>
        <a:accent5>
          <a:srgbClr val="FF4C4C"/>
        </a:accent5>
        <a:accent6>
          <a:srgbClr val="FF0000"/>
        </a:accent6>
        <a:hlink>
          <a:srgbClr val="2D327D"/>
        </a:hlink>
        <a:folHlink>
          <a:srgbClr val="D5D6E5"/>
        </a:folHlink>
      </a:clrScheme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Standard- und SharePoint-Bibliothekseigenschaften</tns:defaultPropertyEditorNamespace>
</tns:customPropertyEdito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ccd5b5-b6dd-424a-a36a-190e9e210746">
      <Terms xmlns="http://schemas.microsoft.com/office/infopath/2007/PartnerControls"/>
    </lcf76f155ced4ddcb4097134ff3c332f>
    <TaxCatchAll xmlns="2b385e0c-4e7a-4bd6-b486-8370e62580cc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11AAF08EACDC49A19B3D52BE7C88D4" ma:contentTypeVersion="10" ma:contentTypeDescription="Ein neues Dokument erstellen." ma:contentTypeScope="" ma:versionID="42095ebff09110b74eba70fb1086f8f4">
  <xsd:schema xmlns:xsd="http://www.w3.org/2001/XMLSchema" xmlns:xs="http://www.w3.org/2001/XMLSchema" xmlns:p="http://schemas.microsoft.com/office/2006/metadata/properties" xmlns:ns2="09ccd5b5-b6dd-424a-a36a-190e9e210746" xmlns:ns3="2b385e0c-4e7a-4bd6-b486-8370e62580cc" targetNamespace="http://schemas.microsoft.com/office/2006/metadata/properties" ma:root="true" ma:fieldsID="32a694b8126a94b83365acd159edebf2" ns2:_="" ns3:_="">
    <xsd:import namespace="09ccd5b5-b6dd-424a-a36a-190e9e210746"/>
    <xsd:import namespace="2b385e0c-4e7a-4bd6-b486-8370e62580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cd5b5-b6dd-424a-a36a-190e9e210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2e7e7b05-955d-4ec1-8c45-691041b8b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385e0c-4e7a-4bd6-b486-8370e62580c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d5a296b-0997-4d97-9598-49d48f7c5d9c}" ma:internalName="TaxCatchAll" ma:showField="CatchAllData" ma:web="2b385e0c-4e7a-4bd6-b486-8370e6258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17C6B7-F61B-43B2-80A0-14DF9AB0EBF3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2A3DE5FB-D96E-4A62-B959-4785E98B76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BFB99-9448-4744-BD73-87DB65A7A0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B7ED01-0FE7-4013-B122-7C063EAB1BC3}">
  <ds:schemaRefs>
    <ds:schemaRef ds:uri="http://schemas.microsoft.com/office/2006/metadata/properties"/>
    <ds:schemaRef ds:uri="http://schemas.microsoft.com/office/infopath/2007/PartnerControls"/>
    <ds:schemaRef ds:uri="09ccd5b5-b6dd-424a-a36a-190e9e210746"/>
    <ds:schemaRef ds:uri="2b385e0c-4e7a-4bd6-b486-8370e62580cc"/>
  </ds:schemaRefs>
</ds:datastoreItem>
</file>

<file path=customXml/itemProps5.xml><?xml version="1.0" encoding="utf-8"?>
<ds:datastoreItem xmlns:ds="http://schemas.openxmlformats.org/officeDocument/2006/customXml" ds:itemID="{A354A550-7731-42BD-ACA2-1CC4C112A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ccd5b5-b6dd-424a-a36a-190e9e210746"/>
    <ds:schemaRef ds:uri="2b385e0c-4e7a-4bd6-b486-8370e6258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DK_0003_Neutral hoch.dotx</Template>
  <TotalTime>0</TotalTime>
  <Pages>5</Pages>
  <Words>565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Müller Franziska (F-SCM-KEK-VG-SEF)</dc:creator>
  <cp:lastModifiedBy>Lienhard Marielle (IT-PTR-CEN2-SME3)</cp:lastModifiedBy>
  <cp:revision>35</cp:revision>
  <dcterms:created xsi:type="dcterms:W3CDTF">2022-01-14T13:33:00Z</dcterms:created>
  <dcterms:modified xsi:type="dcterms:W3CDTF">2023-02-02T09:03:00Z</dcterms:modified>
  <cp:contentStatus>in Arbeit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0x010100A011AAF08EACDC49A19B3D52BE7C88D4</vt:lpwstr>
  </property>
  <property fmtid="{D5CDD505-2E9C-101B-9397-08002B2CF9AE}" pid="3" name="_dlc_DocIdItemGuid">
    <vt:lpwstr>18320495-a055-48cc-8394-552cf4d5963f</vt:lpwstr>
  </property>
  <property fmtid="{D5CDD505-2E9C-101B-9397-08002B2CF9AE}" pid="4" name="MediaServiceImageTags">
    <vt:lpwstr/>
  </property>
  <property fmtid="{D5CDD505-2E9C-101B-9397-08002B2CF9AE}" pid="5" name="MSIP_Label_19c7eaf1-a8b5-4a48-ae78-6800f6078c3f_Enabled">
    <vt:lpwstr>true</vt:lpwstr>
  </property>
  <property fmtid="{D5CDD505-2E9C-101B-9397-08002B2CF9AE}" pid="6" name="MSIP_Label_19c7eaf1-a8b5-4a48-ae78-6800f6078c3f_SetDate">
    <vt:lpwstr>2023-02-02T09:03:49Z</vt:lpwstr>
  </property>
  <property fmtid="{D5CDD505-2E9C-101B-9397-08002B2CF9AE}" pid="7" name="MSIP_Label_19c7eaf1-a8b5-4a48-ae78-6800f6078c3f_Method">
    <vt:lpwstr>Privileged</vt:lpwstr>
  </property>
  <property fmtid="{D5CDD505-2E9C-101B-9397-08002B2CF9AE}" pid="8" name="MSIP_Label_19c7eaf1-a8b5-4a48-ae78-6800f6078c3f_Name">
    <vt:lpwstr>C3.1 - Unencrypted</vt:lpwstr>
  </property>
  <property fmtid="{D5CDD505-2E9C-101B-9397-08002B2CF9AE}" pid="9" name="MSIP_Label_19c7eaf1-a8b5-4a48-ae78-6800f6078c3f_SiteId">
    <vt:lpwstr>2cda5d11-f0ac-46b3-967d-af1b2e1bd01a</vt:lpwstr>
  </property>
  <property fmtid="{D5CDD505-2E9C-101B-9397-08002B2CF9AE}" pid="10" name="MSIP_Label_19c7eaf1-a8b5-4a48-ae78-6800f6078c3f_ActionId">
    <vt:lpwstr>f289b8fb-2cc7-4ffb-8556-ab78dcb383a6</vt:lpwstr>
  </property>
  <property fmtid="{D5CDD505-2E9C-101B-9397-08002B2CF9AE}" pid="11" name="MSIP_Label_19c7eaf1-a8b5-4a48-ae78-6800f6078c3f_ContentBits">
    <vt:lpwstr>2</vt:lpwstr>
  </property>
</Properties>
</file>